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A96F" w14:textId="77777777" w:rsidR="00BF0E8D" w:rsidRDefault="00BF0E8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color w:val="FF00FF"/>
          <w:sz w:val="32"/>
        </w:rPr>
        <w:t>Droites et plans dans l'espace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Terminale S</w:t>
      </w:r>
    </w:p>
    <w:p w14:paraId="5F38CE6E" w14:textId="77777777" w:rsidR="009F045F" w:rsidRDefault="009F045F">
      <w:pPr>
        <w:ind w:right="2028"/>
        <w:outlineLvl w:val="0"/>
        <w:rPr>
          <w:b/>
          <w:color w:val="FF0000"/>
        </w:rPr>
      </w:pPr>
    </w:p>
    <w:p w14:paraId="374BF02F" w14:textId="1C1563BD" w:rsidR="00BF0E8D" w:rsidRDefault="00BF0E8D">
      <w:pPr>
        <w:ind w:right="2028"/>
        <w:outlineLvl w:val="0"/>
        <w:rPr>
          <w:b/>
          <w:color w:val="FF0000"/>
          <w:u w:val="single"/>
        </w:rPr>
      </w:pPr>
      <w:r w:rsidRPr="00A20F75">
        <w:rPr>
          <w:b/>
          <w:color w:val="FF0000"/>
        </w:rPr>
        <w:t xml:space="preserve">I – </w:t>
      </w:r>
      <w:r w:rsidRPr="00A20F75">
        <w:rPr>
          <w:b/>
          <w:color w:val="FF0000"/>
          <w:u w:val="single"/>
        </w:rPr>
        <w:t>Représentations paramétriques</w:t>
      </w:r>
      <w:r w:rsidR="00C46D34">
        <w:rPr>
          <w:b/>
          <w:color w:val="FF0000"/>
          <w:u w:val="single"/>
        </w:rPr>
        <w:t xml:space="preserve"> d’une droite dans l’espace</w:t>
      </w:r>
    </w:p>
    <w:p w14:paraId="56BE50C7" w14:textId="77777777" w:rsidR="00865FA3" w:rsidRPr="00A20F75" w:rsidRDefault="00865FA3">
      <w:pPr>
        <w:ind w:right="2028"/>
        <w:outlineLvl w:val="0"/>
        <w:rPr>
          <w:b/>
          <w:color w:val="FF0000"/>
          <w:u w:val="single"/>
        </w:rPr>
      </w:pPr>
    </w:p>
    <w:p w14:paraId="774A1EBA" w14:textId="77777777" w:rsidR="00BF0E8D" w:rsidRDefault="00BF0E8D">
      <w:pPr>
        <w:ind w:right="2028"/>
        <w:outlineLvl w:val="0"/>
      </w:pPr>
      <w:r w:rsidRPr="00A20F75">
        <w:t xml:space="preserve">L’espace est muni d’un repère </w:t>
      </w:r>
      <w:proofErr w:type="gramStart"/>
      <w:r w:rsidRPr="00A20F75">
        <w:t xml:space="preserve">orthonormé </w:t>
      </w:r>
      <w:proofErr w:type="gramEnd"/>
      <w:r w:rsidR="00865FA3" w:rsidRPr="00865FA3">
        <w:rPr>
          <w:position w:val="-24"/>
        </w:rPr>
        <w:object w:dxaOrig="1020" w:dyaOrig="580" w14:anchorId="6C5F32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2pt;height:28.8pt" o:ole="">
            <v:imagedata r:id="rId6" o:title=""/>
          </v:shape>
          <o:OLEObject Type="Embed" ProgID="Equation.DSMT4" ShapeID="_x0000_i1025" DrawAspect="Content" ObjectID="_1257596383" r:id="rId7"/>
        </w:object>
      </w:r>
      <w:r w:rsidRPr="00A20F75">
        <w:t>.</w:t>
      </w:r>
    </w:p>
    <w:p w14:paraId="5E2DBA42" w14:textId="77777777" w:rsidR="00865FA3" w:rsidRPr="00A20F75" w:rsidRDefault="00865FA3">
      <w:pPr>
        <w:ind w:right="2028"/>
        <w:outlineLvl w:val="0"/>
      </w:pPr>
    </w:p>
    <w:p w14:paraId="7189B5BC" w14:textId="77777777" w:rsidR="00BF0E8D" w:rsidRPr="00A20F75" w:rsidRDefault="00BF0E8D">
      <w:pPr>
        <w:numPr>
          <w:ilvl w:val="0"/>
          <w:numId w:val="8"/>
        </w:numPr>
        <w:ind w:right="2028"/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t>Représentations paramétriques d’une droite</w:t>
      </w:r>
    </w:p>
    <w:p w14:paraId="4B0DEA5A" w14:textId="3C4CA5E7" w:rsidR="00BF0E8D" w:rsidRPr="00A20F75" w:rsidRDefault="00BF0E8D">
      <w:pPr>
        <w:tabs>
          <w:tab w:val="left" w:pos="1080"/>
        </w:tabs>
        <w:ind w:right="768"/>
        <w:jc w:val="both"/>
      </w:pPr>
      <w:r w:rsidRPr="00A20F75">
        <w:t xml:space="preserve">La droite (D) passant par </w:t>
      </w:r>
      <w:proofErr w:type="gramStart"/>
      <w:r w:rsidR="00865FA3">
        <w:t>A(</w:t>
      </w:r>
      <w:proofErr w:type="spellStart"/>
      <w:proofErr w:type="gramEnd"/>
      <w:r w:rsidR="00865FA3" w:rsidRPr="00865FA3">
        <w:rPr>
          <w:i/>
        </w:rPr>
        <w:t>x</w:t>
      </w:r>
      <w:r w:rsidR="00865FA3" w:rsidRPr="00865FA3">
        <w:rPr>
          <w:vertAlign w:val="subscript"/>
        </w:rPr>
        <w:t>A</w:t>
      </w:r>
      <w:proofErr w:type="spellEnd"/>
      <w:r w:rsidR="00865FA3">
        <w:t xml:space="preserve"> ; </w:t>
      </w:r>
      <w:proofErr w:type="spellStart"/>
      <w:r w:rsidR="00865FA3" w:rsidRPr="00865FA3">
        <w:rPr>
          <w:i/>
        </w:rPr>
        <w:t>y</w:t>
      </w:r>
      <w:r w:rsidR="00865FA3" w:rsidRPr="00865FA3">
        <w:rPr>
          <w:vertAlign w:val="subscript"/>
        </w:rPr>
        <w:t>A</w:t>
      </w:r>
      <w:proofErr w:type="spellEnd"/>
      <w:r w:rsidR="00865FA3">
        <w:t xml:space="preserve"> ; </w:t>
      </w:r>
      <w:proofErr w:type="spellStart"/>
      <w:r w:rsidR="00865FA3" w:rsidRPr="00865FA3">
        <w:rPr>
          <w:i/>
        </w:rPr>
        <w:t>z</w:t>
      </w:r>
      <w:r w:rsidR="00865FA3" w:rsidRPr="00865FA3">
        <w:rPr>
          <w:vertAlign w:val="subscript"/>
        </w:rPr>
        <w:t>A</w:t>
      </w:r>
      <w:proofErr w:type="spellEnd"/>
      <w:r w:rsidR="00865FA3">
        <w:t xml:space="preserve">) </w:t>
      </w:r>
      <w:r w:rsidRPr="00A20F75">
        <w:t xml:space="preserve">et de vecteur directeur </w:t>
      </w:r>
      <w:r w:rsidR="00865FA3" w:rsidRPr="00865FA3">
        <w:rPr>
          <w:position w:val="-18"/>
        </w:rPr>
        <w:object w:dxaOrig="1000" w:dyaOrig="500" w14:anchorId="1F702AD8">
          <v:shape id="_x0000_i1026" type="#_x0000_t75" style="width:50.15pt;height:25.05pt" o:ole="">
            <v:imagedata r:id="rId8" o:title=""/>
          </v:shape>
          <o:OLEObject Type="Embed" ProgID="Equation.DSMT4" ShapeID="_x0000_i1026" DrawAspect="Content" ObjectID="_1257596384" r:id="rId9"/>
        </w:object>
      </w:r>
      <w:r w:rsidRPr="00A20F75">
        <w:t xml:space="preserve"> est l’ensemble des points </w:t>
      </w:r>
      <w:r w:rsidR="00865FA3">
        <w:t xml:space="preserve">M( </w:t>
      </w:r>
      <w:r w:rsidR="00865FA3" w:rsidRPr="00865FA3">
        <w:rPr>
          <w:i/>
        </w:rPr>
        <w:t>x</w:t>
      </w:r>
      <w:r w:rsidR="00865FA3">
        <w:t xml:space="preserve"> ; </w:t>
      </w:r>
      <w:r w:rsidR="00865FA3" w:rsidRPr="00865FA3">
        <w:rPr>
          <w:i/>
        </w:rPr>
        <w:t>y</w:t>
      </w:r>
      <w:r w:rsidR="00865FA3">
        <w:t xml:space="preserve"> ; </w:t>
      </w:r>
      <w:r w:rsidR="00865FA3" w:rsidRPr="00865FA3">
        <w:rPr>
          <w:i/>
        </w:rPr>
        <w:t>z</w:t>
      </w:r>
      <w:r w:rsidR="00865FA3">
        <w:t xml:space="preserve">) </w:t>
      </w:r>
      <w:r w:rsidRPr="00A20F75">
        <w:t>tels que :</w:t>
      </w:r>
      <w:r w:rsidRPr="00A20F75">
        <w:tab/>
      </w:r>
      <w:r w:rsidR="00865FA3" w:rsidRPr="00865FA3">
        <w:rPr>
          <w:position w:val="-46"/>
        </w:rPr>
        <w:object w:dxaOrig="2260" w:dyaOrig="1040" w14:anchorId="7FBBD5FD">
          <v:shape id="_x0000_i1027" type="#_x0000_t75" style="width:113.05pt;height:52.25pt" o:ole="">
            <v:imagedata r:id="rId10" o:title=""/>
          </v:shape>
          <o:OLEObject Type="Embed" ProgID="Equation.DSMT4" ShapeID="_x0000_i1027" DrawAspect="Content" ObjectID="_1257596385" r:id="rId11"/>
        </w:object>
      </w:r>
    </w:p>
    <w:p w14:paraId="6FE45EAD" w14:textId="5EE9C76E" w:rsidR="00BF0E8D" w:rsidRPr="00A20F75" w:rsidRDefault="00BF0E8D">
      <w:pPr>
        <w:tabs>
          <w:tab w:val="left" w:pos="1080"/>
          <w:tab w:val="left" w:pos="2160"/>
        </w:tabs>
        <w:rPr>
          <w:b/>
        </w:rPr>
      </w:pPr>
      <w:r w:rsidRPr="00A20F75">
        <w:t xml:space="preserve">Le système (S) est appelé </w:t>
      </w:r>
      <w:r w:rsidRPr="00A20F75">
        <w:rPr>
          <w:b/>
        </w:rPr>
        <w:t xml:space="preserve">une représentation paramétrique </w:t>
      </w:r>
      <w:r w:rsidRPr="00A20F75">
        <w:t xml:space="preserve">de la droite (D) dans le repère </w:t>
      </w:r>
      <w:r w:rsidR="00865FA3" w:rsidRPr="00865FA3">
        <w:rPr>
          <w:position w:val="-24"/>
        </w:rPr>
        <w:object w:dxaOrig="1020" w:dyaOrig="580" w14:anchorId="3CD5534F">
          <v:shape id="_x0000_i1028" type="#_x0000_t75" style="width:51.2pt;height:28.8pt" o:ole="">
            <v:imagedata r:id="rId12" o:title=""/>
          </v:shape>
          <o:OLEObject Type="Embed" ProgID="Equation.DSMT4" ShapeID="_x0000_i1028" DrawAspect="Content" ObjectID="_1257596386" r:id="rId13"/>
        </w:object>
      </w:r>
      <w:r w:rsidRPr="00A20F75">
        <w:t xml:space="preserve"> et on dit que t est </w:t>
      </w:r>
      <w:r w:rsidRPr="00A20F75">
        <w:rPr>
          <w:b/>
        </w:rPr>
        <w:t>le paramètre.</w:t>
      </w:r>
    </w:p>
    <w:p w14:paraId="08EACEB6" w14:textId="77777777" w:rsidR="00C46D34" w:rsidRDefault="00C46D34" w:rsidP="00C46D34">
      <w:pPr>
        <w:tabs>
          <w:tab w:val="left" w:pos="0"/>
          <w:tab w:val="left" w:pos="1080"/>
          <w:tab w:val="left" w:pos="9720"/>
        </w:tabs>
      </w:pPr>
      <w:r w:rsidRPr="00A20F75">
        <w:rPr>
          <w:u w:val="single"/>
        </w:rPr>
        <w:t xml:space="preserve">Exercice </w:t>
      </w:r>
      <w:r>
        <w:rPr>
          <w:u w:val="single"/>
        </w:rPr>
        <w:t xml:space="preserve"> 1 </w:t>
      </w:r>
      <w:r w:rsidRPr="00A20F75">
        <w:t xml:space="preserve">: Donner une représentation paramétrique de la droite passant par les points A </w:t>
      </w:r>
      <w:proofErr w:type="gramStart"/>
      <w:r w:rsidRPr="00A20F75">
        <w:t>( -</w:t>
      </w:r>
      <w:proofErr w:type="gramEnd"/>
      <w:r w:rsidRPr="00A20F75">
        <w:t>1 ; 2 ; -3) et B ( 1 ; -1 ; 1 ) . Le point C (1</w:t>
      </w:r>
      <w:r>
        <w:t xml:space="preserve"> </w:t>
      </w:r>
      <w:r w:rsidRPr="00A20F75">
        <w:t>; 2</w:t>
      </w:r>
      <w:r>
        <w:t xml:space="preserve"> </w:t>
      </w:r>
      <w:r w:rsidRPr="00A20F75">
        <w:t xml:space="preserve">; </w:t>
      </w:r>
      <w:proofErr w:type="gramStart"/>
      <w:r w:rsidRPr="00A20F75">
        <w:t>3 )</w:t>
      </w:r>
      <w:proofErr w:type="gramEnd"/>
      <w:r w:rsidRPr="00A20F75">
        <w:t xml:space="preserve"> appartient-il à la droite (AB) ?</w:t>
      </w:r>
    </w:p>
    <w:p w14:paraId="3308DF07" w14:textId="77777777" w:rsidR="00C46D34" w:rsidRPr="00A20F75" w:rsidRDefault="00C46D34" w:rsidP="00C46D34">
      <w:pPr>
        <w:tabs>
          <w:tab w:val="left" w:pos="0"/>
          <w:tab w:val="left" w:pos="1080"/>
          <w:tab w:val="left" w:pos="9720"/>
        </w:tabs>
      </w:pPr>
    </w:p>
    <w:p w14:paraId="246E34D0" w14:textId="47DB66E1" w:rsidR="00C46D34" w:rsidRDefault="00C46D34" w:rsidP="00C46D34">
      <w:pPr>
        <w:ind w:right="2028"/>
        <w:outlineLvl w:val="0"/>
      </w:pPr>
      <w:r w:rsidRPr="00C46D34">
        <w:rPr>
          <w:b/>
          <w:color w:val="3366FF"/>
          <w:u w:val="single"/>
        </w:rPr>
        <w:t xml:space="preserve">Dans l’espace, deux droites </w:t>
      </w:r>
      <w:r>
        <w:rPr>
          <w:b/>
          <w:color w:val="3366FF"/>
          <w:u w:val="single"/>
        </w:rPr>
        <w:t>peuvent être</w:t>
      </w:r>
      <w:r w:rsidRPr="00C46D34">
        <w:rPr>
          <w:b/>
          <w:color w:val="3366FF"/>
          <w:u w:val="single"/>
        </w:rPr>
        <w:t> </w:t>
      </w:r>
      <w:r>
        <w:t>:</w:t>
      </w:r>
    </w:p>
    <w:p w14:paraId="32ECCC41" w14:textId="77777777" w:rsidR="00C46D34" w:rsidRDefault="00C46D34" w:rsidP="00C46D34">
      <w:pPr>
        <w:pStyle w:val="Paragraphedeliste"/>
        <w:numPr>
          <w:ilvl w:val="0"/>
          <w:numId w:val="17"/>
        </w:numPr>
        <w:tabs>
          <w:tab w:val="left" w:pos="8080"/>
        </w:tabs>
        <w:ind w:right="1253"/>
        <w:outlineLvl w:val="0"/>
      </w:pPr>
      <w:r>
        <w:t>Coplanaires (strictement parallèles, ou confondues, ou sécantes)</w:t>
      </w:r>
    </w:p>
    <w:p w14:paraId="4164B866" w14:textId="77777777" w:rsidR="00C46D34" w:rsidRDefault="00C46D34" w:rsidP="00C46D34">
      <w:pPr>
        <w:pStyle w:val="Paragraphedeliste"/>
        <w:numPr>
          <w:ilvl w:val="0"/>
          <w:numId w:val="17"/>
        </w:numPr>
        <w:ind w:right="2028"/>
        <w:outlineLvl w:val="0"/>
      </w:pPr>
      <w:r>
        <w:t xml:space="preserve">Non coplanaires </w:t>
      </w:r>
    </w:p>
    <w:p w14:paraId="5002F247" w14:textId="77777777" w:rsidR="00C46D34" w:rsidRDefault="00C46D34" w:rsidP="00C46D34">
      <w:pPr>
        <w:tabs>
          <w:tab w:val="left" w:pos="9498"/>
        </w:tabs>
        <w:ind w:right="-23"/>
        <w:outlineLvl w:val="0"/>
      </w:pPr>
      <w:r w:rsidRPr="00C46D34">
        <w:rPr>
          <w:b/>
          <w:color w:val="3366FF"/>
          <w:u w:val="single"/>
        </w:rPr>
        <w:t>Définition et propriété </w:t>
      </w:r>
      <w:r>
        <w:t xml:space="preserve">: Deux droites (d) et (d’) de l’espace sont orthogonales si et seulement si leurs vecteurs directeurs </w:t>
      </w:r>
      <w:r w:rsidRPr="00C46D34">
        <w:rPr>
          <w:position w:val="-4"/>
        </w:rPr>
        <w:object w:dxaOrig="200" w:dyaOrig="320" w14:anchorId="1F2F8906">
          <v:shape id="_x0000_i1070" type="#_x0000_t75" style="width:10.15pt;height:16pt" o:ole="">
            <v:imagedata r:id="rId14" o:title=""/>
          </v:shape>
          <o:OLEObject Type="Embed" ProgID="Equation.DSMT4" ShapeID="_x0000_i1070" DrawAspect="Content" ObjectID="_1257596387" r:id="rId15"/>
        </w:object>
      </w:r>
      <w:r>
        <w:t xml:space="preserve"> et </w:t>
      </w:r>
      <w:r w:rsidRPr="00C46D34">
        <w:rPr>
          <w:position w:val="-4"/>
        </w:rPr>
        <w:object w:dxaOrig="260" w:dyaOrig="320" w14:anchorId="7DA8616D">
          <v:shape id="_x0000_i1071" type="#_x0000_t75" style="width:12.8pt;height:16pt" o:ole="">
            <v:imagedata r:id="rId16" o:title=""/>
          </v:shape>
          <o:OLEObject Type="Embed" ProgID="Equation.DSMT4" ShapeID="_x0000_i1071" DrawAspect="Content" ObjectID="_1257596388" r:id="rId17"/>
        </w:object>
      </w:r>
      <w:r>
        <w:t xml:space="preserve">sont orthogonaux  </w:t>
      </w:r>
      <w:r w:rsidRPr="00C46D34">
        <w:rPr>
          <w:position w:val="-16"/>
        </w:rPr>
        <w:object w:dxaOrig="1040" w:dyaOrig="460" w14:anchorId="3FAE7FEB">
          <v:shape id="_x0000_i1072" type="#_x0000_t75" style="width:52.25pt;height:22.95pt" o:ole="">
            <v:imagedata r:id="rId18" o:title=""/>
          </v:shape>
          <o:OLEObject Type="Embed" ProgID="Equation.DSMT4" ShapeID="_x0000_i1072" DrawAspect="Content" ObjectID="_1257596389" r:id="rId19"/>
        </w:object>
      </w:r>
    </w:p>
    <w:p w14:paraId="271106D7" w14:textId="3DAF9949" w:rsidR="00BF0E8D" w:rsidRPr="00A20F75" w:rsidRDefault="00C46D34">
      <w:pPr>
        <w:tabs>
          <w:tab w:val="left" w:pos="1080"/>
          <w:tab w:val="left" w:pos="2160"/>
        </w:tabs>
        <w:rPr>
          <w:b/>
          <w:u w:val="single"/>
        </w:rPr>
      </w:pPr>
      <w:r w:rsidRPr="00C46D34">
        <w:rPr>
          <w:b/>
          <w:color w:val="3366FF"/>
          <w:u w:val="single"/>
        </w:rPr>
        <w:t>Définition et propriété </w:t>
      </w:r>
      <w:r>
        <w:t>: Deux droites (d) et (d’) de l’espace sont perpendiculaires si et seulement si elles sont orthogonales et coplanaires (donc ont un point commun).</w:t>
      </w:r>
    </w:p>
    <w:p w14:paraId="5E2AAEE7" w14:textId="282C5E56" w:rsidR="00BF0E8D" w:rsidRPr="00A20F75" w:rsidRDefault="00BF0E8D">
      <w:pPr>
        <w:tabs>
          <w:tab w:val="left" w:pos="1980"/>
          <w:tab w:val="left" w:pos="9180"/>
        </w:tabs>
        <w:ind w:right="48"/>
        <w:outlineLvl w:val="0"/>
      </w:pPr>
      <w:r w:rsidRPr="00A20F75">
        <w:rPr>
          <w:u w:val="single"/>
        </w:rPr>
        <w:t xml:space="preserve">Exercice </w:t>
      </w:r>
      <w:r w:rsidR="00865FA3">
        <w:rPr>
          <w:u w:val="single"/>
        </w:rPr>
        <w:t>2</w:t>
      </w:r>
      <w:r w:rsidRPr="00A20F75">
        <w:t xml:space="preserve"> : Considérons les droites : (d) </w:t>
      </w:r>
      <w:r w:rsidR="00865FA3" w:rsidRPr="00865FA3">
        <w:rPr>
          <w:position w:val="-46"/>
        </w:rPr>
        <w:object w:dxaOrig="1680" w:dyaOrig="1040" w14:anchorId="6A35E9AA">
          <v:shape id="_x0000_i1029" type="#_x0000_t75" style="width:84.25pt;height:52.25pt" o:ole="">
            <v:imagedata r:id="rId20" o:title=""/>
          </v:shape>
          <o:OLEObject Type="Embed" ProgID="Equation.DSMT4" ShapeID="_x0000_i1029" DrawAspect="Content" ObjectID="_1257596390" r:id="rId21"/>
        </w:object>
      </w:r>
      <w:r w:rsidRPr="00A20F75">
        <w:t xml:space="preserve"> et (d’</w:t>
      </w:r>
      <w:proofErr w:type="gramStart"/>
      <w:r w:rsidRPr="00A20F75">
        <w:t xml:space="preserve">) </w:t>
      </w:r>
      <w:proofErr w:type="gramEnd"/>
      <w:r w:rsidR="00865FA3" w:rsidRPr="00865FA3">
        <w:rPr>
          <w:position w:val="-46"/>
        </w:rPr>
        <w:object w:dxaOrig="1740" w:dyaOrig="1040" w14:anchorId="31521D17">
          <v:shape id="_x0000_i1030" type="#_x0000_t75" style="width:86.95pt;height:52.25pt" o:ole="">
            <v:imagedata r:id="rId22" o:title=""/>
          </v:shape>
          <o:OLEObject Type="Embed" ProgID="Equation.DSMT4" ShapeID="_x0000_i1030" DrawAspect="Content" ObjectID="_1257596391" r:id="rId23"/>
        </w:object>
      </w:r>
      <w:r w:rsidRPr="00A20F75">
        <w:t>.</w:t>
      </w:r>
    </w:p>
    <w:p w14:paraId="2684B1CE" w14:textId="77777777" w:rsidR="00BF0E8D" w:rsidRPr="00A20F75" w:rsidRDefault="00BF0E8D">
      <w:pPr>
        <w:tabs>
          <w:tab w:val="left" w:pos="1800"/>
          <w:tab w:val="left" w:pos="2160"/>
        </w:tabs>
        <w:ind w:right="48"/>
        <w:jc w:val="both"/>
      </w:pPr>
    </w:p>
    <w:p w14:paraId="4BA5F62A" w14:textId="77777777" w:rsidR="00BF0E8D" w:rsidRDefault="00BF0E8D">
      <w:pPr>
        <w:tabs>
          <w:tab w:val="left" w:pos="0"/>
          <w:tab w:val="left" w:pos="1080"/>
          <w:tab w:val="left" w:pos="9720"/>
        </w:tabs>
      </w:pPr>
      <w:r w:rsidRPr="00A20F75">
        <w:t>Étudier l’intersection des deux droites (d) et (d’), si elle existe.</w:t>
      </w:r>
      <w:r w:rsidR="003174DE" w:rsidRPr="00A20F75">
        <w:t xml:space="preserve"> Sont-elles perpendiculaires ?</w:t>
      </w:r>
    </w:p>
    <w:p w14:paraId="05C8E98D" w14:textId="77777777" w:rsidR="00C46D34" w:rsidRDefault="00C46D34" w:rsidP="00C46D34">
      <w:pPr>
        <w:ind w:right="2028"/>
        <w:outlineLvl w:val="0"/>
        <w:rPr>
          <w:b/>
          <w:color w:val="3366FF"/>
          <w:u w:val="single"/>
        </w:rPr>
      </w:pPr>
    </w:p>
    <w:p w14:paraId="32FBD808" w14:textId="0C153D4A" w:rsidR="00C46D34" w:rsidRDefault="00C46D34" w:rsidP="00C46D34">
      <w:pPr>
        <w:ind w:right="-23"/>
        <w:outlineLvl w:val="0"/>
      </w:pPr>
      <w:r>
        <w:rPr>
          <w:b/>
          <w:color w:val="3366FF"/>
          <w:u w:val="single"/>
        </w:rPr>
        <w:t>Dans l’espace, une</w:t>
      </w:r>
      <w:r w:rsidRPr="00C46D34">
        <w:rPr>
          <w:b/>
          <w:color w:val="3366FF"/>
          <w:u w:val="single"/>
        </w:rPr>
        <w:t xml:space="preserve"> droite</w:t>
      </w:r>
      <w:r>
        <w:rPr>
          <w:b/>
          <w:color w:val="3366FF"/>
          <w:u w:val="single"/>
        </w:rPr>
        <w:t xml:space="preserve"> (d) de vecteur directeur </w:t>
      </w:r>
      <w:r w:rsidRPr="00C46D34">
        <w:rPr>
          <w:position w:val="-4"/>
        </w:rPr>
        <w:object w:dxaOrig="200" w:dyaOrig="320" w14:anchorId="6F92037E">
          <v:shape id="_x0000_i1076" type="#_x0000_t75" style="width:10.15pt;height:16pt" o:ole="">
            <v:imagedata r:id="rId24" o:title=""/>
          </v:shape>
          <o:OLEObject Type="Embed" ProgID="Equation.DSMT4" ShapeID="_x0000_i1076" DrawAspect="Content" ObjectID="_1257596392" r:id="rId25"/>
        </w:object>
      </w:r>
      <w:r>
        <w:rPr>
          <w:b/>
          <w:color w:val="3366FF"/>
          <w:u w:val="single"/>
        </w:rPr>
        <w:t xml:space="preserve"> et un plan (P) de vecteur normal </w:t>
      </w:r>
      <w:r w:rsidRPr="00C46D34">
        <w:rPr>
          <w:b/>
          <w:color w:val="3366FF"/>
          <w:u w:val="single"/>
        </w:rPr>
        <w:t xml:space="preserve"> </w:t>
      </w:r>
      <w:r w:rsidRPr="00C46D34">
        <w:rPr>
          <w:position w:val="-4"/>
        </w:rPr>
        <w:object w:dxaOrig="200" w:dyaOrig="320" w14:anchorId="52DD6E04">
          <v:shape id="_x0000_i1080" type="#_x0000_t75" style="width:10.15pt;height:16pt" o:ole="">
            <v:imagedata r:id="rId26" o:title=""/>
          </v:shape>
          <o:OLEObject Type="Embed" ProgID="Equation.DSMT4" ShapeID="_x0000_i1080" DrawAspect="Content" ObjectID="_1257596393" r:id="rId27"/>
        </w:object>
      </w:r>
      <w:proofErr w:type="gramStart"/>
      <w:r>
        <w:rPr>
          <w:b/>
          <w:color w:val="3366FF"/>
          <w:u w:val="single"/>
        </w:rPr>
        <w:t>peuvent</w:t>
      </w:r>
      <w:proofErr w:type="gramEnd"/>
      <w:r>
        <w:rPr>
          <w:b/>
          <w:color w:val="3366FF"/>
          <w:u w:val="single"/>
        </w:rPr>
        <w:t xml:space="preserve"> être</w:t>
      </w:r>
      <w:r w:rsidRPr="00C46D34">
        <w:rPr>
          <w:b/>
          <w:color w:val="3366FF"/>
          <w:u w:val="single"/>
        </w:rPr>
        <w:t> </w:t>
      </w:r>
      <w:r>
        <w:t>:</w:t>
      </w:r>
    </w:p>
    <w:p w14:paraId="645224DB" w14:textId="77420086" w:rsidR="00865FA3" w:rsidRDefault="00C46D34" w:rsidP="00C46D34">
      <w:pPr>
        <w:pStyle w:val="Paragraphedeliste"/>
        <w:numPr>
          <w:ilvl w:val="0"/>
          <w:numId w:val="18"/>
        </w:numPr>
        <w:tabs>
          <w:tab w:val="left" w:pos="0"/>
          <w:tab w:val="left" w:pos="1080"/>
          <w:tab w:val="left" w:pos="9720"/>
        </w:tabs>
      </w:pPr>
      <w:r>
        <w:t xml:space="preserve">Strictement parallèles </w:t>
      </w:r>
      <w:proofErr w:type="gramStart"/>
      <w:r>
        <w:t xml:space="preserve">( </w:t>
      </w:r>
      <w:r w:rsidRPr="00C46D34">
        <w:rPr>
          <w:position w:val="-4"/>
        </w:rPr>
        <w:object w:dxaOrig="180" w:dyaOrig="260" w14:anchorId="565C4010">
          <v:shape id="_x0000_i1083" type="#_x0000_t75" style="width:9.05pt;height:12.8pt" o:ole="">
            <v:imagedata r:id="rId28" o:title=""/>
          </v:shape>
          <o:OLEObject Type="Embed" ProgID="Equation.DSMT4" ShapeID="_x0000_i1083" DrawAspect="Content" ObjectID="_1257596394" r:id="rId29"/>
        </w:object>
      </w:r>
      <w:r w:rsidRPr="00C46D34">
        <w:rPr>
          <w:position w:val="-16"/>
        </w:rPr>
        <w:object w:dxaOrig="980" w:dyaOrig="460" w14:anchorId="67BC42B6">
          <v:shape id="_x0000_i1087" type="#_x0000_t75" style="width:49.05pt;height:22.95pt" o:ole="">
            <v:imagedata r:id="rId30" o:title=""/>
          </v:shape>
          <o:OLEObject Type="Embed" ProgID="Equation.DSMT4" ShapeID="_x0000_i1087" DrawAspect="Content" ObjectID="_1257596395" r:id="rId31"/>
        </w:object>
      </w:r>
      <w:r>
        <w:t xml:space="preserve"> et aucun point en commun)</w:t>
      </w:r>
    </w:p>
    <w:p w14:paraId="569FBE8C" w14:textId="6B939939" w:rsidR="00C46D34" w:rsidRDefault="00C46D34" w:rsidP="00C46D34">
      <w:pPr>
        <w:pStyle w:val="Paragraphedeliste"/>
        <w:numPr>
          <w:ilvl w:val="0"/>
          <w:numId w:val="18"/>
        </w:numPr>
        <w:tabs>
          <w:tab w:val="left" w:pos="0"/>
          <w:tab w:val="left" w:pos="1080"/>
          <w:tab w:val="left" w:pos="9720"/>
        </w:tabs>
      </w:pPr>
      <w:r>
        <w:t>La droite (d) est incluse dans le plan (P) (</w:t>
      </w:r>
      <w:r w:rsidRPr="00C46D34">
        <w:rPr>
          <w:position w:val="-16"/>
        </w:rPr>
        <w:object w:dxaOrig="980" w:dyaOrig="460" w14:anchorId="11DCFE5F">
          <v:shape id="_x0000_i1090" type="#_x0000_t75" style="width:49.05pt;height:22.95pt" o:ole="">
            <v:imagedata r:id="rId32" o:title=""/>
          </v:shape>
          <o:OLEObject Type="Embed" ProgID="Equation.DSMT4" ShapeID="_x0000_i1090" DrawAspect="Content" ObjectID="_1257596396" r:id="rId33"/>
        </w:object>
      </w:r>
      <w:r>
        <w:t xml:space="preserve"> et un point en commun)</w:t>
      </w:r>
    </w:p>
    <w:p w14:paraId="5BDDEB2A" w14:textId="5AF7E761" w:rsidR="00C46D34" w:rsidRDefault="00C46D34" w:rsidP="00C46D34">
      <w:pPr>
        <w:pStyle w:val="Paragraphedeliste"/>
        <w:numPr>
          <w:ilvl w:val="0"/>
          <w:numId w:val="18"/>
        </w:numPr>
        <w:tabs>
          <w:tab w:val="left" w:pos="0"/>
          <w:tab w:val="left" w:pos="1080"/>
          <w:tab w:val="left" w:pos="9720"/>
        </w:tabs>
      </w:pPr>
      <w:r>
        <w:t xml:space="preserve">Sécantes  </w:t>
      </w:r>
      <w:r w:rsidRPr="00C46D34">
        <w:rPr>
          <w:position w:val="-16"/>
        </w:rPr>
        <w:object w:dxaOrig="980" w:dyaOrig="460" w14:anchorId="5ABE8B6E">
          <v:shape id="_x0000_i1095" type="#_x0000_t75" style="width:49.05pt;height:22.95pt" o:ole="">
            <v:imagedata r:id="rId34" o:title=""/>
          </v:shape>
          <o:OLEObject Type="Embed" ProgID="Equation.DSMT4" ShapeID="_x0000_i1095" DrawAspect="Content" ObjectID="_1257596397" r:id="rId35"/>
        </w:object>
      </w:r>
    </w:p>
    <w:p w14:paraId="56BFBD7A" w14:textId="6C6C6E38" w:rsidR="00283F3A" w:rsidRPr="00A20F75" w:rsidRDefault="00283F3A" w:rsidP="00283F3A">
      <w:pPr>
        <w:tabs>
          <w:tab w:val="left" w:pos="0"/>
          <w:tab w:val="left" w:pos="1080"/>
          <w:tab w:val="left" w:pos="9720"/>
        </w:tabs>
      </w:pPr>
      <w:r>
        <w:t>Cas particulier : Propriété </w:t>
      </w:r>
      <w:proofErr w:type="gramStart"/>
      <w:r>
        <w:t xml:space="preserve">:  </w:t>
      </w:r>
      <w:r w:rsidRPr="00283F3A">
        <w:rPr>
          <w:color w:val="FF0000"/>
        </w:rPr>
        <w:t>Une</w:t>
      </w:r>
      <w:proofErr w:type="gramEnd"/>
      <w:r w:rsidRPr="00283F3A">
        <w:rPr>
          <w:color w:val="FF0000"/>
        </w:rPr>
        <w:t xml:space="preserve"> droite (d) est orthogonale à un plan (P) si et seulement si elle est orthogonale à </w:t>
      </w:r>
      <w:r w:rsidRPr="00283F3A">
        <w:rPr>
          <w:color w:val="FF0000"/>
          <w:u w:val="single"/>
        </w:rPr>
        <w:t>deux droites sécantes</w:t>
      </w:r>
      <w:r w:rsidRPr="00283F3A">
        <w:rPr>
          <w:color w:val="FF0000"/>
        </w:rPr>
        <w:t xml:space="preserve"> du plan (P) ; donc si et seulement si son vecteur directeur </w:t>
      </w:r>
      <w:r w:rsidRPr="00283F3A">
        <w:rPr>
          <w:color w:val="FF0000"/>
          <w:position w:val="-4"/>
        </w:rPr>
        <w:object w:dxaOrig="200" w:dyaOrig="320" w14:anchorId="7E259633">
          <v:shape id="_x0000_i1101" type="#_x0000_t75" style="width:10.15pt;height:16pt" o:ole="">
            <v:imagedata r:id="rId36" o:title=""/>
          </v:shape>
          <o:OLEObject Type="Embed" ProgID="Equation.DSMT4" ShapeID="_x0000_i1101" DrawAspect="Content" ObjectID="_1257596398" r:id="rId37"/>
        </w:object>
      </w:r>
      <w:r w:rsidRPr="00283F3A">
        <w:rPr>
          <w:color w:val="FF0000"/>
        </w:rPr>
        <w:t xml:space="preserve">et orthogonal à </w:t>
      </w:r>
      <w:r w:rsidRPr="00283F3A">
        <w:rPr>
          <w:color w:val="FF0000"/>
          <w:u w:val="single"/>
        </w:rPr>
        <w:t>deux vecteurs non colinéaires</w:t>
      </w:r>
      <w:r w:rsidRPr="00283F3A">
        <w:rPr>
          <w:color w:val="FF0000"/>
        </w:rPr>
        <w:t xml:space="preserve"> du plan (P).</w:t>
      </w:r>
    </w:p>
    <w:p w14:paraId="41DA3870" w14:textId="77777777" w:rsidR="00283F3A" w:rsidRDefault="00283F3A" w:rsidP="00A66595">
      <w:pPr>
        <w:tabs>
          <w:tab w:val="left" w:pos="0"/>
          <w:tab w:val="left" w:pos="1080"/>
          <w:tab w:val="left" w:pos="9720"/>
        </w:tabs>
        <w:rPr>
          <w:u w:val="single"/>
        </w:rPr>
      </w:pPr>
    </w:p>
    <w:p w14:paraId="38E18A4A" w14:textId="071BFE3F" w:rsidR="00BF0E8D" w:rsidRDefault="003174DE" w:rsidP="00A66595">
      <w:pPr>
        <w:tabs>
          <w:tab w:val="left" w:pos="0"/>
          <w:tab w:val="left" w:pos="1080"/>
          <w:tab w:val="left" w:pos="9720"/>
        </w:tabs>
      </w:pPr>
      <w:r w:rsidRPr="00A20F75">
        <w:rPr>
          <w:u w:val="single"/>
        </w:rPr>
        <w:t xml:space="preserve">Exercice </w:t>
      </w:r>
      <w:r w:rsidR="00865FA3">
        <w:rPr>
          <w:u w:val="single"/>
        </w:rPr>
        <w:t>3</w:t>
      </w:r>
      <w:r w:rsidR="00DB6187">
        <w:t xml:space="preserve"> : D</w:t>
      </w:r>
      <w:r w:rsidRPr="00A20F75">
        <w:t xml:space="preserve">éterminer l'intersection de la droite (d) : </w:t>
      </w:r>
      <w:r w:rsidRPr="00A20F75">
        <w:rPr>
          <w:position w:val="-50"/>
        </w:rPr>
        <w:object w:dxaOrig="1060" w:dyaOrig="1120" w14:anchorId="3632B846">
          <v:shape id="_x0000_i1031" type="#_x0000_t75" style="width:52.8pt;height:56pt" o:ole="">
            <v:imagedata r:id="rId38" o:title=""/>
          </v:shape>
          <o:OLEObject Type="Embed" ProgID="Equation.DSMT4" ShapeID="_x0000_i1031" DrawAspect="Content" ObjectID="_1257596399" r:id="rId39"/>
        </w:object>
      </w:r>
      <w:r w:rsidRPr="00A20F75">
        <w:t xml:space="preserve"> et du plan (P) : x</w:t>
      </w:r>
      <w:r w:rsidR="00DB6187">
        <w:t xml:space="preserve"> </w:t>
      </w:r>
      <w:r w:rsidRPr="00A20F75">
        <w:t>+</w:t>
      </w:r>
      <w:r w:rsidR="00DB6187">
        <w:t xml:space="preserve"> </w:t>
      </w:r>
      <w:r w:rsidRPr="00A20F75">
        <w:t>2y</w:t>
      </w:r>
      <w:r w:rsidR="00DB6187">
        <w:t xml:space="preserve"> </w:t>
      </w:r>
      <w:r w:rsidRPr="00A20F75">
        <w:t>-</w:t>
      </w:r>
      <w:r w:rsidR="00DB6187">
        <w:t xml:space="preserve"> </w:t>
      </w:r>
      <w:r w:rsidRPr="00A20F75">
        <w:t>3z</w:t>
      </w:r>
      <w:r w:rsidR="00DB6187">
        <w:t xml:space="preserve"> </w:t>
      </w:r>
      <w:r w:rsidRPr="00A20F75">
        <w:t>+</w:t>
      </w:r>
      <w:r w:rsidR="00DB6187">
        <w:t xml:space="preserve"> </w:t>
      </w:r>
      <w:r w:rsidRPr="00A20F75">
        <w:t>4</w:t>
      </w:r>
      <w:r w:rsidR="00DB6187">
        <w:t xml:space="preserve"> </w:t>
      </w:r>
      <w:r w:rsidRPr="00A20F75">
        <w:t>=</w:t>
      </w:r>
      <w:r w:rsidR="00DB6187">
        <w:t xml:space="preserve"> </w:t>
      </w:r>
      <w:r w:rsidRPr="00A20F75">
        <w:t xml:space="preserve">0 </w:t>
      </w:r>
    </w:p>
    <w:p w14:paraId="57F57A65" w14:textId="77777777" w:rsidR="00865FA3" w:rsidRDefault="00865FA3" w:rsidP="00A66595">
      <w:pPr>
        <w:tabs>
          <w:tab w:val="left" w:pos="0"/>
          <w:tab w:val="left" w:pos="1080"/>
          <w:tab w:val="left" w:pos="9720"/>
        </w:tabs>
      </w:pPr>
    </w:p>
    <w:p w14:paraId="121F36C0" w14:textId="77777777" w:rsidR="00283F3A" w:rsidRDefault="00283F3A" w:rsidP="00A66595">
      <w:pPr>
        <w:tabs>
          <w:tab w:val="left" w:pos="0"/>
          <w:tab w:val="left" w:pos="1080"/>
          <w:tab w:val="left" w:pos="9720"/>
        </w:tabs>
      </w:pPr>
    </w:p>
    <w:p w14:paraId="6BB40577" w14:textId="77777777" w:rsidR="00283F3A" w:rsidRDefault="00283F3A" w:rsidP="00A66595">
      <w:pPr>
        <w:tabs>
          <w:tab w:val="left" w:pos="0"/>
          <w:tab w:val="left" w:pos="1080"/>
          <w:tab w:val="left" w:pos="9720"/>
        </w:tabs>
      </w:pPr>
    </w:p>
    <w:p w14:paraId="52842B15" w14:textId="77777777" w:rsidR="00283F3A" w:rsidRDefault="00283F3A" w:rsidP="00A66595">
      <w:pPr>
        <w:tabs>
          <w:tab w:val="left" w:pos="0"/>
          <w:tab w:val="left" w:pos="1080"/>
          <w:tab w:val="left" w:pos="9720"/>
        </w:tabs>
      </w:pPr>
    </w:p>
    <w:p w14:paraId="33759B79" w14:textId="77777777" w:rsidR="00283F3A" w:rsidRPr="00A20F75" w:rsidRDefault="00283F3A" w:rsidP="00A66595">
      <w:pPr>
        <w:tabs>
          <w:tab w:val="left" w:pos="0"/>
          <w:tab w:val="left" w:pos="1080"/>
          <w:tab w:val="left" w:pos="9720"/>
        </w:tabs>
      </w:pPr>
    </w:p>
    <w:p w14:paraId="3F831B57" w14:textId="77777777" w:rsidR="00BF0E8D" w:rsidRPr="00A20F75" w:rsidRDefault="00BF0E8D">
      <w:pPr>
        <w:numPr>
          <w:ilvl w:val="0"/>
          <w:numId w:val="8"/>
        </w:numPr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lastRenderedPageBreak/>
        <w:t xml:space="preserve"> Représentations paramétriques d’un segment, d’une demi-droite</w:t>
      </w:r>
    </w:p>
    <w:p w14:paraId="23BCA602" w14:textId="77777777" w:rsidR="00BF0E8D" w:rsidRPr="00A20F75" w:rsidRDefault="00BF0E8D">
      <w:pPr>
        <w:ind w:right="2028"/>
      </w:pPr>
    </w:p>
    <w:p w14:paraId="1739668F" w14:textId="77777777" w:rsidR="00BF0E8D" w:rsidRPr="00A20F75" w:rsidRDefault="00BF0E8D">
      <w:pPr>
        <w:ind w:right="48"/>
        <w:jc w:val="both"/>
      </w:pPr>
      <w:r w:rsidRPr="00A20F75">
        <w:t xml:space="preserve">A et B sont deux points distincts de l’espace et on </w:t>
      </w:r>
      <w:proofErr w:type="gramStart"/>
      <w:r w:rsidRPr="00A20F75">
        <w:t xml:space="preserve">note </w:t>
      </w:r>
      <w:proofErr w:type="gramEnd"/>
      <w:r w:rsidR="00865FA3" w:rsidRPr="00A20F75">
        <w:rPr>
          <w:position w:val="-6"/>
        </w:rPr>
        <w:object w:dxaOrig="700" w:dyaOrig="380" w14:anchorId="52D422C1">
          <v:shape id="_x0000_i1032" type="#_x0000_t75" style="width:35.2pt;height:19.2pt" o:ole="">
            <v:imagedata r:id="rId40" o:title=""/>
          </v:shape>
          <o:OLEObject Type="Embed" ProgID="Equation.DSMT4" ShapeID="_x0000_i1032" DrawAspect="Content" ObjectID="_1257596400" r:id="rId41"/>
        </w:object>
      </w:r>
      <w:r w:rsidRPr="00A20F75">
        <w:t xml:space="preserve">. L’appartenance d’un point M au segment [AB] ou bien à la demi-droite [AB) s’obtient en adaptant l’énoncé de la conclusion ci-dessus : </w:t>
      </w:r>
    </w:p>
    <w:p w14:paraId="10202889" w14:textId="77777777" w:rsidR="00BF0E8D" w:rsidRPr="00A20F75" w:rsidRDefault="00BF0E8D">
      <w:pPr>
        <w:ind w:right="48"/>
        <w:jc w:val="both"/>
      </w:pPr>
    </w:p>
    <w:p w14:paraId="3CBFC62B" w14:textId="77777777" w:rsidR="00BF0E8D" w:rsidRPr="00A20F75" w:rsidRDefault="00BF0E8D">
      <w:pPr>
        <w:numPr>
          <w:ilvl w:val="0"/>
          <w:numId w:val="10"/>
        </w:numPr>
        <w:tabs>
          <w:tab w:val="num" w:pos="1260"/>
        </w:tabs>
        <w:ind w:right="48"/>
        <w:rPr>
          <w:b/>
        </w:rPr>
      </w:pPr>
      <w:r w:rsidRPr="00A20F75">
        <w:rPr>
          <w:u w:val="single"/>
        </w:rPr>
        <w:t>pour le segment</w:t>
      </w:r>
      <w:r w:rsidRPr="00A20F75">
        <w:t>, il suffit de remplacer dans le système (S) : « </w:t>
      </w:r>
      <w:r w:rsidR="003B7865" w:rsidRPr="00A20F75">
        <w:rPr>
          <w:position w:val="-6"/>
        </w:rPr>
        <w:object w:dxaOrig="580" w:dyaOrig="260" w14:anchorId="2F463156">
          <v:shape id="_x0000_i1033" type="#_x0000_t75" style="width:28.8pt;height:12.8pt" o:ole="">
            <v:imagedata r:id="rId42" o:title=""/>
          </v:shape>
          <o:OLEObject Type="Embed" ProgID="Equation.DSMT4" ShapeID="_x0000_i1033" DrawAspect="Content" ObjectID="_1257596401" r:id="rId43"/>
        </w:object>
      </w:r>
      <w:r w:rsidRPr="00A20F75">
        <w:t> » par « </w:t>
      </w:r>
      <w:r w:rsidRPr="00A20F75">
        <w:rPr>
          <w:position w:val="-14"/>
        </w:rPr>
        <w:object w:dxaOrig="960" w:dyaOrig="380" w14:anchorId="32DF874F">
          <v:shape id="_x0000_i1034" type="#_x0000_t75" style="width:48pt;height:19.2pt" o:ole="" o:bordertopcolor="this" o:borderleftcolor="this" o:borderbottomcolor="this" o:borderrightcolor="this">
            <v:imagedata r:id="rId44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4" DrawAspect="Content" ObjectID="_1257596402" r:id="rId45"/>
        </w:object>
      </w:r>
      <w:r w:rsidRPr="00A20F75">
        <w:t> ».</w:t>
      </w:r>
    </w:p>
    <w:p w14:paraId="24223484" w14:textId="77777777" w:rsidR="00BF0E8D" w:rsidRPr="00A20F75" w:rsidRDefault="00BF0E8D">
      <w:pPr>
        <w:numPr>
          <w:ilvl w:val="0"/>
          <w:numId w:val="10"/>
        </w:numPr>
        <w:tabs>
          <w:tab w:val="num" w:pos="1260"/>
        </w:tabs>
        <w:ind w:right="48"/>
        <w:jc w:val="both"/>
        <w:rPr>
          <w:b/>
        </w:rPr>
      </w:pPr>
      <w:r w:rsidRPr="00A20F75">
        <w:rPr>
          <w:u w:val="single"/>
        </w:rPr>
        <w:t>pour la demi-droite [AB)</w:t>
      </w:r>
      <w:r w:rsidRPr="00A20F75">
        <w:t>, il suffit de remplacer dans le système (S) : « </w:t>
      </w:r>
      <w:r w:rsidR="00865FA3" w:rsidRPr="00A20F75">
        <w:rPr>
          <w:position w:val="-6"/>
        </w:rPr>
        <w:object w:dxaOrig="580" w:dyaOrig="260" w14:anchorId="4456BE16">
          <v:shape id="_x0000_i1035" type="#_x0000_t75" style="width:28.8pt;height:12.8pt" o:ole="">
            <v:imagedata r:id="rId46" o:title=""/>
          </v:shape>
          <o:OLEObject Type="Embed" ProgID="Equation.DSMT4" ShapeID="_x0000_i1035" DrawAspect="Content" ObjectID="_1257596403" r:id="rId47"/>
        </w:object>
      </w:r>
      <w:r w:rsidRPr="00A20F75">
        <w:t> » par « </w:t>
      </w:r>
      <w:r w:rsidRPr="00A20F75">
        <w:rPr>
          <w:position w:val="-14"/>
        </w:rPr>
        <w:object w:dxaOrig="1200" w:dyaOrig="380" w14:anchorId="4EC72A68">
          <v:shape id="_x0000_i1036" type="#_x0000_t75" style="width:60.25pt;height:19.2pt" o:ole="" o:bordertopcolor="this" o:borderleftcolor="this" o:borderbottomcolor="this" o:borderrightcolor="this">
            <v:imagedata r:id="rId48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36" DrawAspect="Content" ObjectID="_1257596404" r:id="rId49"/>
        </w:object>
      </w:r>
      <w:r w:rsidRPr="00A20F75">
        <w:t> »</w:t>
      </w:r>
    </w:p>
    <w:p w14:paraId="4F457E13" w14:textId="77777777" w:rsidR="00BF0E8D" w:rsidRDefault="00BF0E8D">
      <w:pPr>
        <w:tabs>
          <w:tab w:val="num" w:pos="1260"/>
        </w:tabs>
        <w:ind w:right="48"/>
        <w:jc w:val="both"/>
        <w:rPr>
          <w:b/>
        </w:rPr>
      </w:pPr>
    </w:p>
    <w:p w14:paraId="38027BBD" w14:textId="7294874B" w:rsidR="00BF0E8D" w:rsidRPr="00A20F75" w:rsidRDefault="009F045F">
      <w:pPr>
        <w:ind w:right="48"/>
        <w:outlineLvl w:val="0"/>
        <w:rPr>
          <w:b/>
          <w:color w:val="FF0000"/>
          <w:u w:val="single"/>
        </w:rPr>
      </w:pPr>
      <w:r>
        <w:rPr>
          <w:b/>
          <w:color w:val="FF0000"/>
        </w:rPr>
        <w:t>II</w:t>
      </w:r>
      <w:r w:rsidR="00C46D34">
        <w:rPr>
          <w:b/>
          <w:color w:val="FF0000"/>
        </w:rPr>
        <w:t xml:space="preserve"> </w:t>
      </w:r>
      <w:r w:rsidR="00BF0E8D" w:rsidRPr="00A20F75">
        <w:rPr>
          <w:b/>
          <w:color w:val="FF0000"/>
        </w:rPr>
        <w:t xml:space="preserve">– </w:t>
      </w:r>
      <w:r w:rsidR="00BF0E8D" w:rsidRPr="00A20F75">
        <w:rPr>
          <w:b/>
          <w:color w:val="FF0000"/>
          <w:u w:val="single"/>
        </w:rPr>
        <w:t>Intersections de droites et de plans</w:t>
      </w:r>
    </w:p>
    <w:p w14:paraId="5251DD85" w14:textId="77777777" w:rsidR="00BF0E8D" w:rsidRPr="00A20F75" w:rsidRDefault="00BF0E8D">
      <w:pPr>
        <w:ind w:right="48"/>
      </w:pPr>
    </w:p>
    <w:p w14:paraId="29AC2BAF" w14:textId="77777777" w:rsidR="00BF0E8D" w:rsidRPr="00A20F75" w:rsidRDefault="00BF0E8D">
      <w:pPr>
        <w:numPr>
          <w:ilvl w:val="0"/>
          <w:numId w:val="11"/>
        </w:numPr>
        <w:ind w:right="48"/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t>Intersection de deux plans (P</w:t>
      </w:r>
      <w:r w:rsidRPr="00A20F75">
        <w:rPr>
          <w:b/>
          <w:color w:val="008000"/>
          <w:u w:val="single"/>
          <w:vertAlign w:val="subscript"/>
        </w:rPr>
        <w:t>1</w:t>
      </w:r>
      <w:r w:rsidRPr="00A20F75">
        <w:rPr>
          <w:b/>
          <w:color w:val="008000"/>
          <w:u w:val="single"/>
        </w:rPr>
        <w:t>) et (P</w:t>
      </w:r>
      <w:r w:rsidRPr="00A20F75">
        <w:rPr>
          <w:b/>
          <w:color w:val="008000"/>
          <w:u w:val="single"/>
          <w:vertAlign w:val="subscript"/>
        </w:rPr>
        <w:t>2</w:t>
      </w:r>
      <w:r w:rsidRPr="00A20F75">
        <w:rPr>
          <w:b/>
          <w:color w:val="008000"/>
          <w:u w:val="single"/>
        </w:rPr>
        <w:t>)</w:t>
      </w:r>
    </w:p>
    <w:p w14:paraId="4D148F6C" w14:textId="77777777" w:rsidR="00BF0E8D" w:rsidRPr="00A20F75" w:rsidRDefault="00BF0E8D">
      <w:pPr>
        <w:numPr>
          <w:ilvl w:val="1"/>
          <w:numId w:val="11"/>
        </w:numPr>
        <w:tabs>
          <w:tab w:val="left" w:pos="1080"/>
        </w:tabs>
        <w:ind w:right="48"/>
        <w:rPr>
          <w:b/>
          <w:u w:val="single"/>
        </w:rPr>
      </w:pPr>
      <w:r w:rsidRPr="00A20F75">
        <w:rPr>
          <w:b/>
          <w:u w:val="single"/>
        </w:rPr>
        <w:t>Le point de vue géométrique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3780"/>
        <w:gridCol w:w="2520"/>
      </w:tblGrid>
      <w:tr w:rsidR="00BF0E8D" w:rsidRPr="00A20F75" w14:paraId="3CD9BBEB" w14:textId="77777777">
        <w:tc>
          <w:tcPr>
            <w:tcW w:w="2520" w:type="dxa"/>
          </w:tcPr>
          <w:p w14:paraId="28CEFA94" w14:textId="77777777" w:rsidR="00BF0E8D" w:rsidRPr="00A20F75" w:rsidRDefault="00BF0E8D">
            <w:pPr>
              <w:tabs>
                <w:tab w:val="left" w:pos="1440"/>
              </w:tabs>
              <w:ind w:right="-170"/>
            </w:pPr>
            <w:r w:rsidRPr="00A20F75">
              <w:t>(P</w:t>
            </w:r>
            <w:r w:rsidRPr="00A20F75">
              <w:rPr>
                <w:vertAlign w:val="subscript"/>
              </w:rPr>
              <w:t>1</w:t>
            </w:r>
            <w:r w:rsidRPr="00A20F75">
              <w:t>) et (P</w:t>
            </w:r>
            <w:r w:rsidRPr="00A20F75">
              <w:rPr>
                <w:vertAlign w:val="subscript"/>
              </w:rPr>
              <w:t>2</w:t>
            </w:r>
            <w:r w:rsidRPr="00A20F75">
              <w:t>) confondus</w:t>
            </w:r>
          </w:p>
        </w:tc>
        <w:tc>
          <w:tcPr>
            <w:tcW w:w="3780" w:type="dxa"/>
          </w:tcPr>
          <w:p w14:paraId="276FB92A" w14:textId="77777777" w:rsidR="00BF0E8D" w:rsidRPr="00A20F75" w:rsidRDefault="00BF0E8D">
            <w:pPr>
              <w:tabs>
                <w:tab w:val="left" w:pos="1440"/>
              </w:tabs>
              <w:ind w:right="48"/>
            </w:pPr>
            <w:r w:rsidRPr="00A20F75">
              <w:t>(P</w:t>
            </w:r>
            <w:r w:rsidRPr="00A20F75">
              <w:rPr>
                <w:vertAlign w:val="subscript"/>
              </w:rPr>
              <w:t>1</w:t>
            </w:r>
            <w:r w:rsidRPr="00A20F75">
              <w:t>) et (P</w:t>
            </w:r>
            <w:r w:rsidRPr="00A20F75">
              <w:rPr>
                <w:vertAlign w:val="subscript"/>
              </w:rPr>
              <w:t>2</w:t>
            </w:r>
            <w:r w:rsidRPr="00A20F75">
              <w:t>) strictement parallèles</w:t>
            </w:r>
          </w:p>
        </w:tc>
        <w:tc>
          <w:tcPr>
            <w:tcW w:w="2520" w:type="dxa"/>
          </w:tcPr>
          <w:p w14:paraId="041F38FC" w14:textId="77777777" w:rsidR="00BF0E8D" w:rsidRPr="00A20F75" w:rsidRDefault="005B61DB">
            <w:pPr>
              <w:tabs>
                <w:tab w:val="left" w:pos="1440"/>
              </w:tabs>
              <w:ind w:right="48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49B2BE82" wp14:editId="69435C30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161290</wp:posOffset>
                      </wp:positionV>
                      <wp:extent cx="342900" cy="1370330"/>
                      <wp:effectExtent l="0" t="21590" r="1905" b="30480"/>
                      <wp:wrapNone/>
                      <wp:docPr id="5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1480000" flipH="1">
                                <a:off x="0" y="0"/>
                                <a:ext cx="342900" cy="137033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3" o:spid="_x0000_s1026" style="position:absolute;rotation:2;flip:x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5pt,12.7pt" to="63.85pt,120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" strokeweight="1pt"/>
                  </w:pict>
                </mc:Fallback>
              </mc:AlternateContent>
            </w:r>
            <w:r w:rsidR="00BF0E8D" w:rsidRPr="00A20F75">
              <w:t>(P</w:t>
            </w:r>
            <w:r w:rsidR="00BF0E8D" w:rsidRPr="00A20F75">
              <w:rPr>
                <w:vertAlign w:val="subscript"/>
              </w:rPr>
              <w:t>1</w:t>
            </w:r>
            <w:r w:rsidR="00BF0E8D" w:rsidRPr="00A20F75">
              <w:t>) et (P</w:t>
            </w:r>
            <w:r w:rsidR="00BF0E8D" w:rsidRPr="00A20F75">
              <w:rPr>
                <w:vertAlign w:val="subscript"/>
              </w:rPr>
              <w:t>2</w:t>
            </w:r>
            <w:r w:rsidR="00BF0E8D" w:rsidRPr="00A20F75">
              <w:t>) sécants</w:t>
            </w:r>
          </w:p>
        </w:tc>
      </w:tr>
      <w:tr w:rsidR="00BF0E8D" w:rsidRPr="00A20F75" w14:paraId="5C156EFD" w14:textId="77777777">
        <w:trPr>
          <w:trHeight w:val="2266"/>
        </w:trPr>
        <w:tc>
          <w:tcPr>
            <w:tcW w:w="2520" w:type="dxa"/>
          </w:tcPr>
          <w:p w14:paraId="080AEBD5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26060C78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51191303" w14:textId="77777777" w:rsidR="00BF0E8D" w:rsidRPr="00A20F75" w:rsidRDefault="005B61DB">
            <w:pPr>
              <w:tabs>
                <w:tab w:val="left" w:pos="144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8348AE8" wp14:editId="72C1CE9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27940</wp:posOffset>
                      </wp:positionV>
                      <wp:extent cx="1329055" cy="805815"/>
                      <wp:effectExtent l="45720" t="53340" r="47625" b="55245"/>
                      <wp:wrapNone/>
                      <wp:docPr id="5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055" cy="805815"/>
                              </a:xfrm>
                              <a:prstGeom prst="parallelogram">
                                <a:avLst>
                                  <a:gd name="adj" fmla="val 412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0l0,21600@1,21600,21600,0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AutoShape 8" o:spid="_x0000_s1026" type="#_x0000_t7" style="position:absolute;margin-left:3.6pt;margin-top:2.2pt;width:104.65pt;height:63.4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"/>
                  </w:pict>
                </mc:Fallback>
              </mc:AlternateContent>
            </w:r>
          </w:p>
          <w:p w14:paraId="49FB3581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4540606B" w14:textId="77777777" w:rsidR="00BF0E8D" w:rsidRPr="00A20F75" w:rsidRDefault="005B61DB">
            <w:pPr>
              <w:tabs>
                <w:tab w:val="left" w:pos="144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101EFDFA" wp14:editId="10021D31">
                      <wp:simplePos x="0" y="0"/>
                      <wp:positionH relativeFrom="character">
                        <wp:posOffset>-1905</wp:posOffset>
                      </wp:positionH>
                      <wp:positionV relativeFrom="paragraph">
                        <wp:posOffset>181610</wp:posOffset>
                      </wp:positionV>
                      <wp:extent cx="869950" cy="334010"/>
                      <wp:effectExtent l="0" t="3810" r="0" b="5080"/>
                      <wp:wrapNone/>
                      <wp:docPr id="5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9950" cy="334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9983C4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 xml:space="preserve">    (P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) = (P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4" o:spid="_x0000_s1026" style="position:absolute;margin-left:-.1pt;margin-top:14.3pt;width:68.5pt;height:26.3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" filled="f" stroked="f">
                      <v:shadow opacity="49150f"/>
                      <v:textbox inset="1pt,1pt,1pt,1pt">
                        <w:txbxContent>
                          <w:p w14:paraId="7C9983C4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 xml:space="preserve">    (P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) = (P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1BFB872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4313C382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</w:tc>
        <w:tc>
          <w:tcPr>
            <w:tcW w:w="3780" w:type="dxa"/>
          </w:tcPr>
          <w:p w14:paraId="684020C0" w14:textId="77777777" w:rsidR="00BF0E8D" w:rsidRPr="00A20F75" w:rsidRDefault="005B61DB">
            <w:pPr>
              <w:tabs>
                <w:tab w:val="left" w:pos="1440"/>
              </w:tabs>
              <w:ind w:right="4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C268B36" wp14:editId="2DB7691D">
                      <wp:extent cx="2171700" cy="1257300"/>
                      <wp:effectExtent l="0" t="0" r="0" b="0"/>
                      <wp:docPr id="49" name="Group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171700" cy="1257300"/>
                                <a:chOff x="2355" y="5524"/>
                                <a:chExt cx="7200" cy="4320"/>
                              </a:xfrm>
                            </wpg:grpSpPr>
                            <wps:wsp>
                              <wps:cNvPr id="50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355" y="5524"/>
                                  <a:ext cx="7200" cy="4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29" y="7095"/>
                                  <a:ext cx="4406" cy="1754"/>
                                </a:xfrm>
                                <a:prstGeom prst="parallelogram">
                                  <a:avLst>
                                    <a:gd name="adj" fmla="val 62799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71" y="6309"/>
                                  <a:ext cx="4547" cy="1571"/>
                                </a:xfrm>
                                <a:prstGeom prst="parallelogram">
                                  <a:avLst>
                                    <a:gd name="adj" fmla="val 72358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92" y="7095"/>
                                  <a:ext cx="2402" cy="10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91F1972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(P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54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50" y="8273"/>
                                  <a:ext cx="2402" cy="10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AA9764C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(P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  <w:vertAlign w:val="subscript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7" style="width:171pt;height:99pt;mso-position-horizontal-relative:char;mso-position-vertical-relative:line" coordorigin="2355,5524" coordsize="7200,43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">
                      <o:lock v:ext="edit" aspectratio="t"/>
                      <v:rect id="AutoShape 3" o:spid="_x0000_s1028" style="position:absolute;left:2355;top:5524;width:7200;height:43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Zk7fwgAA&#10;ANsAAAAPAAAAZHJzL2Rvd25yZXYueG1sRE9Na4NAEL0H+h+WKeQS4ppCSzCuUgIlEgqhps15cKcq&#10;dWeNu1X777uHQI6P953ms+nESINrLSvYRDEI4srqlmsFn+e39RaE88gaO8uk4I8c5NnDIsVE24k/&#10;aCx9LUIIuwQVNN73iZSuasigi2xPHLhvOxj0AQ611ANOIdx08imOX6TBlkNDgz3tG6p+yl+jYKpO&#10;4+X8fpCn1aWwfC2u+/LrqNTycX7dgfA0+7v45i60guewPnwJP0B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lmTt/CAAAA2wAAAA8AAAAAAAAAAAAAAAAAlwIAAGRycy9kb3du&#10;cmV2LnhtbFBLBQYAAAAABAAEAPUAAACGAwAAAAA=&#10;" filled="f" stroked="f">
                        <o:lock v:ext="edit" aspectratio="t" text="t"/>
                      </v:rect>
                      <v:shape id="AutoShape 4" o:spid="_x0000_s1029" type="#_x0000_t7" style="position:absolute;left:4629;top:7095;width:4406;height:1754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1pX4wgAA&#10;ANsAAAAPAAAAZHJzL2Rvd25yZXYueG1sRI9BawIxFITvBf9DeEIvRbMWWuxqlCq09Vqt9+fmmSxu&#10;Xrabp27/fVMoeBxm5htmvuxDoy7UpTqygcm4AEVcRVuzM/C1extNQSVBtthEJgM/lGC5GNzNsbTx&#10;yp902YpTGcKpRANepC21TpWngGkcW+LsHWMXULLsnLYdXjM8NPqxKJ51wJrzgseW1p6q0/YcDATx&#10;3/tds6lfDg97+VhV7vx+dMbcD/vXGSihXm7h//bGGniawN+X/AP04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fWlfjCAAAA2wAAAA8AAAAAAAAAAAAAAAAAlwIAAGRycy9kb3du&#10;cmV2LnhtbFBLBQYAAAAABAAEAPUAAACGAwAAAAA=&#10;" fillcolor="#ff9"/>
                      <v:shape id="AutoShape 5" o:spid="_x0000_s1030" type="#_x0000_t7" style="position:absolute;left:3871;top:6309;width:4547;height:15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6MP5xQAA&#10;ANsAAAAPAAAAZHJzL2Rvd25yZXYueG1sRI9PawIxFMTvhX6H8ARvNau1oqtRSkH00IN/Knh8bJ6b&#10;bTcv6yZq/PaNUOhxmJnfMLNFtLW4Uusrxwr6vQwEceF0xaWCr/3yZQzCB2SNtWNScCcPi/nz0wxz&#10;7W68pesulCJB2OeowITQ5FL6wpBF33MNcfJOrrUYkmxLqVu8Jbit5SDLRtJixWnBYEMfhoqf3cUq&#10;WE425rKKke+fI3N+/d4Pq/PhqFS3E9+nIALF8B/+a6+1grcBPL6kHyDn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bow/nFAAAA2wAAAA8AAAAAAAAAAAAAAAAAlwIAAGRycy9k&#10;b3ducmV2LnhtbFBLBQYAAAAABAAEAPUAAACJAwAAAAA=&#10;" fillcolor="#cff"/>
                      <v:rect id="Rectangle 6" o:spid="_x0000_s1031" style="position:absolute;left:3492;top:7095;width:2402;height:106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P2ZxAAA&#10;ANsAAAAPAAAAZHJzL2Rvd25yZXYueG1sRI/NasMwEITvgb6D2EAvoZbTkqQ4VkJbKISSS34g18Xa&#10;2CbWylhrx337qlDocZiZb5h8O7pGDdSF2rOBeZKCIi68rbk0cD59Pr2CCoJssfFMBr4pwHbzMMkx&#10;s/7OBxqOUqoI4ZChgUqkzbQORUUOQ+Jb4uhdfedQouxKbTu8R7hr9HOaLrXDmuNChS19VFTcjr0z&#10;MFwu+3c693o+oKxmu69e6iUZ8zgd39aghEb5D/+1d9bA4gV+v8QfoD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Vz9mcQAAADbAAAADwAAAAAAAAAAAAAAAACXAgAAZHJzL2Rv&#10;d25yZXYueG1sUEsFBgAAAAAEAAQA9QAAAIgDAAAAAA==&#10;" filled="f" stroked="f">
                        <v:textbox inset="1pt,1pt,1pt,1pt">
                          <w:txbxContent>
                            <w:p w14:paraId="291F1972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(P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7" o:spid="_x0000_s1032" style="position:absolute;left:4250;top:8273;width:2402;height:10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tWXtxAAA&#10;ANsAAAAPAAAAZHJzL2Rvd25yZXYueG1sRI/NasMwEITvgb6D2EAvoZZTmqQ4VkJbKISSS34g18Xa&#10;2CbWylhrx337qlDocZiZb5h8O7pGDdSF2rOBeZKCIi68rbk0cD59Pr2CCoJssfFMBr4pwHbzMMkx&#10;s/7OBxqOUqoI4ZChgUqkzbQORUUOQ+Jb4uhdfedQouxKbTu8R7hr9HOaLrXDmuNChS19VFTcjr0z&#10;MFwu+3c693o+oKxmu69e6iUZ8zgd39aghEb5D/+1d9bA4gV+v8QfoD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rVl7cQAAADbAAAADwAAAAAAAAAAAAAAAACXAgAAZHJzL2Rv&#10;d25yZXYueG1sUEsFBgAAAAAEAAQA9QAAAIgDAAAAAA==&#10;" filled="f" stroked="f">
                        <v:textbox inset="1pt,1pt,1pt,1pt">
                          <w:txbxContent>
                            <w:p w14:paraId="4AA9764C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(P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0" w:type="dxa"/>
          </w:tcPr>
          <w:p w14:paraId="7F354D5F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3AE63DBB" w14:textId="77777777" w:rsidR="00BF0E8D" w:rsidRPr="00A20F75" w:rsidRDefault="005B61DB">
            <w:pPr>
              <w:tabs>
                <w:tab w:val="left" w:pos="144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04856D9" wp14:editId="2238B074">
                      <wp:simplePos x="0" y="0"/>
                      <wp:positionH relativeFrom="column">
                        <wp:posOffset>1058545</wp:posOffset>
                      </wp:positionH>
                      <wp:positionV relativeFrom="paragraph">
                        <wp:posOffset>280670</wp:posOffset>
                      </wp:positionV>
                      <wp:extent cx="114300" cy="799465"/>
                      <wp:effectExtent l="42545" t="13970" r="59055" b="24765"/>
                      <wp:wrapNone/>
                      <wp:docPr id="4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40000" flipH="1">
                                <a:off x="0" y="0"/>
                                <a:ext cx="114300" cy="799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1" o:spid="_x0000_s1026" style="position:absolute;rotation:-4;flip:x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35pt,22.1pt" to="92.35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73D62216" wp14:editId="78E69EEC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53340</wp:posOffset>
                      </wp:positionV>
                      <wp:extent cx="457200" cy="228600"/>
                      <wp:effectExtent l="7620" t="15240" r="30480" b="22860"/>
                      <wp:wrapNone/>
                      <wp:docPr id="47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0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4.2pt" to="93.6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426BCA88" wp14:editId="3C45948E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53340</wp:posOffset>
                      </wp:positionV>
                      <wp:extent cx="685800" cy="800100"/>
                      <wp:effectExtent l="45720" t="53340" r="55880" b="48260"/>
                      <wp:wrapNone/>
                      <wp:docPr id="4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800100"/>
                              </a:xfrm>
                              <a:prstGeom prst="parallelogram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o:spid="_x0000_s1026" type="#_x0000_t7" style="position:absolute;margin-left:3.6pt;margin-top:4.2pt;width:54pt;height:6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" fillcolor="#ff9"/>
                  </w:pict>
                </mc:Fallback>
              </mc:AlternateContent>
            </w:r>
          </w:p>
          <w:p w14:paraId="2DDB1177" w14:textId="77777777" w:rsidR="00BF0E8D" w:rsidRPr="00A20F75" w:rsidRDefault="00BF0E8D"/>
          <w:p w14:paraId="4839D699" w14:textId="77777777" w:rsidR="00BF0E8D" w:rsidRPr="00A20F75" w:rsidRDefault="00BF0E8D"/>
          <w:p w14:paraId="6DEA99A6" w14:textId="77777777" w:rsidR="00BF0E8D" w:rsidRPr="00A20F75" w:rsidRDefault="005B61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460DA8F" wp14:editId="22AD8B06">
                      <wp:simplePos x="0" y="0"/>
                      <wp:positionH relativeFrom="character">
                        <wp:posOffset>-685800</wp:posOffset>
                      </wp:positionH>
                      <wp:positionV relativeFrom="paragraph">
                        <wp:posOffset>383540</wp:posOffset>
                      </wp:positionV>
                      <wp:extent cx="724535" cy="219710"/>
                      <wp:effectExtent l="0" t="2540" r="0" b="6350"/>
                      <wp:wrapNone/>
                      <wp:docPr id="4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219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FE10B10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(d)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" o:spid="_x0000_s1033" style="position:absolute;margin-left:-53.95pt;margin-top:30.2pt;width:57.05pt;height:17.3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" filled="f" stroked="f">
                      <v:shadow opacity="49150f"/>
                      <v:textbox inset="1pt,1pt,1pt,1pt">
                        <w:txbxContent>
                          <w:p w14:paraId="4FE10B10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(d)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6BB2E4F" wp14:editId="05EC7155">
                      <wp:simplePos x="0" y="0"/>
                      <wp:positionH relativeFrom="character">
                        <wp:posOffset>-227330</wp:posOffset>
                      </wp:positionH>
                      <wp:positionV relativeFrom="paragraph">
                        <wp:posOffset>163830</wp:posOffset>
                      </wp:positionV>
                      <wp:extent cx="724535" cy="309245"/>
                      <wp:effectExtent l="1270" t="0" r="0" b="0"/>
                      <wp:wrapNone/>
                      <wp:docPr id="4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59535EF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(P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6" o:spid="_x0000_s1034" style="position:absolute;margin-left:-17.85pt;margin-top:12.9pt;width:57.05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" filled="f" stroked="f">
                      <v:shadow opacity="49150f"/>
                      <v:textbox inset="1pt,1pt,1pt,1pt">
                        <w:txbxContent>
                          <w:p w14:paraId="459535EF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(P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5AC47B41" wp14:editId="3EB9615A">
                      <wp:simplePos x="0" y="0"/>
                      <wp:positionH relativeFrom="character">
                        <wp:posOffset>-798830</wp:posOffset>
                      </wp:positionH>
                      <wp:positionV relativeFrom="paragraph">
                        <wp:posOffset>49530</wp:posOffset>
                      </wp:positionV>
                      <wp:extent cx="724535" cy="309245"/>
                      <wp:effectExtent l="1270" t="0" r="0" b="0"/>
                      <wp:wrapNone/>
                      <wp:docPr id="4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A604A0C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(P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5" o:spid="_x0000_s1035" style="position:absolute;margin-left:-62.85pt;margin-top:3.9pt;width:57.05pt;height:24.35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" filled="f" stroked="f">
                      <v:shadow opacity="49150f"/>
                      <v:textbox inset="1pt,1pt,1pt,1pt">
                        <w:txbxContent>
                          <w:p w14:paraId="0A604A0C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(P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8D89362" wp14:editId="579B00B3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269240</wp:posOffset>
                      </wp:positionV>
                      <wp:extent cx="457200" cy="228600"/>
                      <wp:effectExtent l="12065" t="15240" r="26035" b="22860"/>
                      <wp:wrapNone/>
                      <wp:docPr id="4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1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21.2pt" to="79.95pt,3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"/>
                  </w:pict>
                </mc:Fallback>
              </mc:AlternateContent>
            </w:r>
          </w:p>
        </w:tc>
      </w:tr>
    </w:tbl>
    <w:p w14:paraId="3D4FB926" w14:textId="77777777" w:rsidR="00BF0E8D" w:rsidRPr="00A20F75" w:rsidRDefault="00BF0E8D">
      <w:pPr>
        <w:tabs>
          <w:tab w:val="left" w:pos="1440"/>
        </w:tabs>
        <w:ind w:right="48"/>
      </w:pPr>
    </w:p>
    <w:p w14:paraId="367ECD75" w14:textId="77777777" w:rsidR="00BF0E8D" w:rsidRPr="00A20F75" w:rsidRDefault="00BF0E8D">
      <w:pPr>
        <w:numPr>
          <w:ilvl w:val="1"/>
          <w:numId w:val="11"/>
        </w:numPr>
        <w:tabs>
          <w:tab w:val="left" w:pos="1440"/>
        </w:tabs>
        <w:ind w:right="48"/>
        <w:rPr>
          <w:b/>
          <w:u w:val="single"/>
        </w:rPr>
      </w:pPr>
      <w:r w:rsidRPr="00A20F75">
        <w:rPr>
          <w:b/>
          <w:u w:val="single"/>
        </w:rPr>
        <w:t>Le point de vue algébrique</w:t>
      </w:r>
    </w:p>
    <w:p w14:paraId="399CD580" w14:textId="77777777" w:rsidR="00BF0E8D" w:rsidRPr="00A20F75" w:rsidRDefault="00BF0E8D">
      <w:pPr>
        <w:pStyle w:val="Texte"/>
        <w:rPr>
          <w:rFonts w:ascii="Times New Roman" w:hAnsi="Times New Roman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Deux plans d'équations  </w:t>
      </w:r>
      <w:proofErr w:type="spellStart"/>
      <w:r w:rsidRPr="00A20F75">
        <w:rPr>
          <w:rFonts w:ascii="Times New Roman" w:hAnsi="Times New Roman"/>
          <w:noProof w:val="0"/>
          <w:sz w:val="24"/>
          <w:szCs w:val="24"/>
        </w:rPr>
        <w:t>ax</w:t>
      </w:r>
      <w:proofErr w:type="spellEnd"/>
      <w:r w:rsidRPr="00A20F75">
        <w:rPr>
          <w:rFonts w:ascii="Times New Roman" w:hAnsi="Times New Roman"/>
          <w:noProof w:val="0"/>
          <w:sz w:val="24"/>
          <w:szCs w:val="24"/>
        </w:rPr>
        <w:t xml:space="preserve"> + by +cz + d = 0 </w:t>
      </w:r>
      <w:r w:rsidRPr="00A20F75">
        <w:rPr>
          <w:rFonts w:ascii="Times New Roman" w:hAnsi="Times New Roman"/>
          <w:sz w:val="24"/>
          <w:szCs w:val="24"/>
        </w:rPr>
        <w:t xml:space="preserve">  et  </w:t>
      </w:r>
      <w:proofErr w:type="spellStart"/>
      <w:r w:rsidRPr="00A20F75">
        <w:rPr>
          <w:rFonts w:ascii="Times New Roman" w:hAnsi="Times New Roman"/>
          <w:noProof w:val="0"/>
          <w:sz w:val="24"/>
          <w:szCs w:val="24"/>
        </w:rPr>
        <w:t>a'x</w:t>
      </w:r>
      <w:proofErr w:type="spellEnd"/>
      <w:r w:rsidRPr="00A20F75">
        <w:rPr>
          <w:rFonts w:ascii="Times New Roman" w:hAnsi="Times New Roman"/>
          <w:noProof w:val="0"/>
          <w:sz w:val="24"/>
          <w:szCs w:val="24"/>
        </w:rPr>
        <w:t xml:space="preserve"> + </w:t>
      </w:r>
      <w:proofErr w:type="spellStart"/>
      <w:r w:rsidRPr="00A20F75">
        <w:rPr>
          <w:rFonts w:ascii="Times New Roman" w:hAnsi="Times New Roman"/>
          <w:noProof w:val="0"/>
          <w:sz w:val="24"/>
          <w:szCs w:val="24"/>
        </w:rPr>
        <w:t>b'y</w:t>
      </w:r>
      <w:proofErr w:type="spellEnd"/>
      <w:r w:rsidRPr="00A20F75">
        <w:rPr>
          <w:rFonts w:ascii="Times New Roman" w:hAnsi="Times New Roman"/>
          <w:noProof w:val="0"/>
          <w:sz w:val="24"/>
          <w:szCs w:val="24"/>
        </w:rPr>
        <w:t xml:space="preserve"> +c'z + d' = 0  sont parallèles lorsque leurs vecteurs normaux sont colinéaires, c'est-à-dire lorsque les triplets (</w:t>
      </w:r>
      <w:r w:rsidRPr="00A20F75">
        <w:rPr>
          <w:rFonts w:ascii="Times New Roman" w:hAnsi="Times New Roman"/>
          <w:sz w:val="24"/>
          <w:szCs w:val="24"/>
        </w:rPr>
        <w:t>a ; b ; c)    et   (a' ; b' ; c')  sont proportionnels.</w:t>
      </w:r>
    </w:p>
    <w:p w14:paraId="50B75ABA" w14:textId="77777777" w:rsidR="00BF0E8D" w:rsidRPr="00A20F75" w:rsidRDefault="00BF0E8D">
      <w:pPr>
        <w:pStyle w:val="Texte"/>
        <w:rPr>
          <w:rFonts w:ascii="Times New Roman" w:hAnsi="Times New Roman"/>
          <w:color w:val="008000"/>
          <w:sz w:val="24"/>
          <w:szCs w:val="24"/>
        </w:rPr>
      </w:pPr>
      <w:r w:rsidRPr="00A20F75">
        <w:rPr>
          <w:rFonts w:ascii="Times New Roman" w:hAnsi="Times New Roman"/>
          <w:noProof w:val="0"/>
          <w:sz w:val="24"/>
          <w:szCs w:val="24"/>
        </w:rPr>
        <w:t xml:space="preserve">Une droite pourra être définie par intersection de deux plans, c'est-à-dire par un système de deux équations cartésiennes : </w:t>
      </w:r>
      <w:r w:rsidRPr="00A20F75">
        <w:rPr>
          <w:rFonts w:ascii="Times New Roman" w:hAnsi="Times New Roman"/>
          <w:position w:val="-32"/>
          <w:sz w:val="24"/>
          <w:szCs w:val="24"/>
        </w:rPr>
        <w:object w:dxaOrig="2860" w:dyaOrig="740" w14:anchorId="7076B4A8">
          <v:shape id="_x0000_i1037" type="#_x0000_t75" style="width:142.95pt;height:36.8pt" o:ole="">
            <v:imagedata r:id="rId50" o:title=""/>
          </v:shape>
          <o:OLEObject Type="Embed" ProgID="Equation.DSMT4" ShapeID="_x0000_i1037" DrawAspect="Content" ObjectID="_1257596405" r:id="rId51"/>
        </w:object>
      </w:r>
      <w:r w:rsidRPr="00A20F75">
        <w:rPr>
          <w:rFonts w:ascii="Times New Roman" w:hAnsi="Times New Roman"/>
          <w:sz w:val="24"/>
          <w:szCs w:val="24"/>
        </w:rPr>
        <w:t xml:space="preserve">  avec  (a ; b ; c) </w:t>
      </w:r>
      <w:r w:rsidR="00CF42B8">
        <w:rPr>
          <w:rFonts w:ascii="Times New Roman" w:hAnsi="Times New Roman"/>
          <w:sz w:val="24"/>
          <w:szCs w:val="24"/>
        </w:rPr>
        <w:t>e</w:t>
      </w:r>
      <w:r w:rsidRPr="00A20F75">
        <w:rPr>
          <w:rFonts w:ascii="Times New Roman" w:hAnsi="Times New Roman"/>
          <w:sz w:val="24"/>
          <w:szCs w:val="24"/>
        </w:rPr>
        <w:t>t   (a' ; b' ; c')   non proportionnels.</w:t>
      </w:r>
    </w:p>
    <w:p w14:paraId="2520797F" w14:textId="77777777" w:rsidR="00BF0E8D" w:rsidRPr="00A20F75" w:rsidRDefault="00BF0E8D">
      <w:pPr>
        <w:tabs>
          <w:tab w:val="left" w:pos="1440"/>
        </w:tabs>
        <w:ind w:left="1080" w:right="48"/>
        <w:rPr>
          <w:b/>
          <w:u w:val="single"/>
        </w:rPr>
      </w:pPr>
    </w:p>
    <w:p w14:paraId="69E1D480" w14:textId="3D9EA332" w:rsidR="00BF0E8D" w:rsidRPr="00A20F75" w:rsidRDefault="00BF0E8D">
      <w:pPr>
        <w:tabs>
          <w:tab w:val="left" w:pos="1440"/>
        </w:tabs>
        <w:ind w:right="48"/>
        <w:jc w:val="both"/>
        <w:outlineLvl w:val="0"/>
      </w:pPr>
      <w:r w:rsidRPr="00A20F75">
        <w:rPr>
          <w:bCs/>
          <w:u w:val="single"/>
        </w:rPr>
        <w:t>Exercice</w:t>
      </w:r>
      <w:r w:rsidR="00865FA3">
        <w:rPr>
          <w:bCs/>
          <w:u w:val="single"/>
        </w:rPr>
        <w:t xml:space="preserve"> 4</w:t>
      </w:r>
      <w:r w:rsidRPr="00A20F75">
        <w:rPr>
          <w:bCs/>
          <w:u w:val="single"/>
        </w:rPr>
        <w:t xml:space="preserve"> : </w:t>
      </w:r>
      <w:r w:rsidRPr="00A20F75">
        <w:t>Considérons les plans d’équations :</w:t>
      </w:r>
    </w:p>
    <w:p w14:paraId="17A22AC3" w14:textId="77777777" w:rsidR="00BF0E8D" w:rsidRPr="00A20F75" w:rsidRDefault="00BF0E8D">
      <w:pPr>
        <w:tabs>
          <w:tab w:val="left" w:pos="1440"/>
          <w:tab w:val="left" w:pos="2160"/>
        </w:tabs>
        <w:ind w:left="360" w:right="48"/>
        <w:jc w:val="center"/>
      </w:pPr>
      <w:r w:rsidRPr="00A20F75">
        <w:rPr>
          <w:position w:val="-14"/>
        </w:rPr>
        <w:object w:dxaOrig="5000" w:dyaOrig="380" w14:anchorId="14FD84E0">
          <v:shape id="_x0000_i1038" type="#_x0000_t75" style="width:250.15pt;height:19.2pt" o:ole="">
            <v:imagedata r:id="rId52" o:title=""/>
          </v:shape>
          <o:OLEObject Type="Embed" ProgID="Equation.DSMT4" ShapeID="_x0000_i1038" DrawAspect="Content" ObjectID="_1257596406" r:id="rId53"/>
        </w:object>
      </w:r>
      <w:r w:rsidRPr="00A20F75">
        <w:t>.</w:t>
      </w:r>
    </w:p>
    <w:p w14:paraId="434F42C5" w14:textId="77777777" w:rsidR="00BF0E8D" w:rsidRPr="00A20F75" w:rsidRDefault="00BF0E8D">
      <w:pPr>
        <w:ind w:right="48"/>
        <w:rPr>
          <w:b/>
        </w:rPr>
      </w:pPr>
      <w:r w:rsidRPr="00A20F75">
        <w:t xml:space="preserve">Démontrer que les deux plans sont sécants. </w:t>
      </w:r>
    </w:p>
    <w:p w14:paraId="52C167CA" w14:textId="77777777" w:rsidR="00BF0E8D" w:rsidRPr="00A20F75" w:rsidRDefault="00BF0E8D">
      <w:pPr>
        <w:ind w:right="48"/>
        <w:jc w:val="both"/>
      </w:pPr>
      <w:r w:rsidRPr="00A20F75">
        <w:t>Donner une représentation paramétrique de la droite (d), intersection de ces deux plans.</w:t>
      </w:r>
    </w:p>
    <w:p w14:paraId="60B7A39F" w14:textId="77777777" w:rsidR="00BF0E8D" w:rsidRDefault="00BF0E8D">
      <w:pPr>
        <w:ind w:right="48"/>
        <w:jc w:val="both"/>
      </w:pPr>
    </w:p>
    <w:p w14:paraId="09E78C3C" w14:textId="77777777" w:rsidR="00865FA3" w:rsidRDefault="00865FA3">
      <w:pPr>
        <w:ind w:right="48"/>
        <w:jc w:val="both"/>
      </w:pPr>
    </w:p>
    <w:p w14:paraId="000CF28B" w14:textId="77777777" w:rsidR="00BF0E8D" w:rsidRDefault="00BF0E8D">
      <w:pPr>
        <w:numPr>
          <w:ilvl w:val="0"/>
          <w:numId w:val="11"/>
        </w:numPr>
        <w:ind w:right="48"/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t>Intersection d’un plan (P) et d’une droite (</w:t>
      </w:r>
      <w:r w:rsidR="00863022">
        <w:rPr>
          <w:b/>
          <w:color w:val="008000"/>
          <w:u w:val="single"/>
        </w:rPr>
        <w:t>d</w:t>
      </w:r>
      <w:r w:rsidRPr="00A20F75">
        <w:rPr>
          <w:b/>
          <w:color w:val="008000"/>
          <w:u w:val="single"/>
        </w:rPr>
        <w:t>)</w:t>
      </w:r>
    </w:p>
    <w:p w14:paraId="727BF969" w14:textId="77777777" w:rsidR="007331CC" w:rsidRPr="00A20F75" w:rsidRDefault="007331CC" w:rsidP="007331CC">
      <w:pPr>
        <w:ind w:left="720" w:right="48"/>
        <w:rPr>
          <w:b/>
          <w:color w:val="008000"/>
          <w:u w:val="single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2628"/>
      </w:tblGrid>
      <w:tr w:rsidR="00BF0E8D" w:rsidRPr="00A20F75" w14:paraId="7DFD417C" w14:textId="77777777">
        <w:tc>
          <w:tcPr>
            <w:tcW w:w="2880" w:type="dxa"/>
          </w:tcPr>
          <w:p w14:paraId="0BC16191" w14:textId="77777777" w:rsidR="00BF0E8D" w:rsidRPr="00A20F75" w:rsidRDefault="00BF0E8D">
            <w:pPr>
              <w:tabs>
                <w:tab w:val="left" w:pos="900"/>
              </w:tabs>
              <w:ind w:right="48"/>
              <w:jc w:val="center"/>
              <w:rPr>
                <w:b/>
              </w:rPr>
            </w:pPr>
            <w:r w:rsidRPr="00A20F75">
              <w:rPr>
                <w:b/>
              </w:rPr>
              <w:t>(</w:t>
            </w:r>
            <w:r w:rsidR="00863022">
              <w:rPr>
                <w:b/>
              </w:rPr>
              <w:t>d</w:t>
            </w:r>
            <w:r w:rsidRPr="00A20F75">
              <w:rPr>
                <w:b/>
              </w:rPr>
              <w:t>) est contenue dans (P)</w:t>
            </w:r>
          </w:p>
        </w:tc>
        <w:tc>
          <w:tcPr>
            <w:tcW w:w="3780" w:type="dxa"/>
          </w:tcPr>
          <w:p w14:paraId="14C8AB75" w14:textId="77777777" w:rsidR="00BF0E8D" w:rsidRPr="00A20F75" w:rsidRDefault="00BF0E8D">
            <w:pPr>
              <w:tabs>
                <w:tab w:val="left" w:pos="900"/>
              </w:tabs>
              <w:ind w:right="48"/>
              <w:jc w:val="center"/>
              <w:rPr>
                <w:b/>
              </w:rPr>
            </w:pPr>
            <w:r w:rsidRPr="00A20F75">
              <w:rPr>
                <w:b/>
              </w:rPr>
              <w:t>(</w:t>
            </w:r>
            <w:r w:rsidR="00863022">
              <w:rPr>
                <w:b/>
              </w:rPr>
              <w:t>d</w:t>
            </w:r>
            <w:r w:rsidRPr="00A20F75">
              <w:rPr>
                <w:b/>
              </w:rPr>
              <w:t>) est strictement parallèle à (P)</w:t>
            </w:r>
          </w:p>
        </w:tc>
        <w:tc>
          <w:tcPr>
            <w:tcW w:w="2628" w:type="dxa"/>
          </w:tcPr>
          <w:p w14:paraId="716655FA" w14:textId="77777777" w:rsidR="00BF0E8D" w:rsidRPr="00A20F75" w:rsidRDefault="00BF0E8D">
            <w:pPr>
              <w:tabs>
                <w:tab w:val="left" w:pos="900"/>
              </w:tabs>
              <w:ind w:right="48"/>
              <w:jc w:val="center"/>
              <w:rPr>
                <w:b/>
              </w:rPr>
            </w:pPr>
            <w:r w:rsidRPr="00A20F75">
              <w:rPr>
                <w:b/>
              </w:rPr>
              <w:t>(</w:t>
            </w:r>
            <w:r w:rsidR="00863022">
              <w:rPr>
                <w:b/>
              </w:rPr>
              <w:t>d</w:t>
            </w:r>
            <w:r w:rsidRPr="00A20F75">
              <w:rPr>
                <w:b/>
              </w:rPr>
              <w:t>) et (P) sont sécants en un point</w:t>
            </w:r>
          </w:p>
        </w:tc>
      </w:tr>
      <w:tr w:rsidR="00BF0E8D" w:rsidRPr="00A20F75" w14:paraId="65A23AF2" w14:textId="77777777">
        <w:trPr>
          <w:trHeight w:val="1914"/>
        </w:trPr>
        <w:tc>
          <w:tcPr>
            <w:tcW w:w="2880" w:type="dxa"/>
          </w:tcPr>
          <w:p w14:paraId="77C62ECD" w14:textId="77777777" w:rsidR="00BF0E8D" w:rsidRPr="00A20F75" w:rsidRDefault="005B61DB">
            <w:pPr>
              <w:tabs>
                <w:tab w:val="left" w:pos="90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DF31F5" wp14:editId="798C60C3">
                      <wp:simplePos x="0" y="0"/>
                      <wp:positionH relativeFrom="character">
                        <wp:posOffset>67945</wp:posOffset>
                      </wp:positionH>
                      <wp:positionV relativeFrom="paragraph">
                        <wp:posOffset>728980</wp:posOffset>
                      </wp:positionV>
                      <wp:extent cx="724535" cy="162560"/>
                      <wp:effectExtent l="4445" t="5080" r="0" b="0"/>
                      <wp:wrapNone/>
                      <wp:docPr id="4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16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69B9688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(P)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36" style="position:absolute;margin-left:5.35pt;margin-top:57.4pt;width:57.05pt;height:12.8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" filled="f" stroked="f">
                      <v:shadow opacity="49150f"/>
                      <v:textbox inset="1pt,1pt,1pt,1pt">
                        <w:txbxContent>
                          <w:p w14:paraId="069B9688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(P)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8FE58F3" w14:textId="77777777" w:rsidR="00BF0E8D" w:rsidRPr="00A20F75" w:rsidRDefault="005B61DB">
            <w:pPr>
              <w:tabs>
                <w:tab w:val="left" w:pos="90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19691419" wp14:editId="6F34D547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157480</wp:posOffset>
                      </wp:positionV>
                      <wp:extent cx="1257300" cy="571500"/>
                      <wp:effectExtent l="48895" t="55880" r="52705" b="45720"/>
                      <wp:wrapNone/>
                      <wp:docPr id="4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571500"/>
                              </a:xfrm>
                              <a:prstGeom prst="parallelogram">
                                <a:avLst>
                                  <a:gd name="adj" fmla="val 5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7" style="position:absolute;margin-left:21.85pt;margin-top:12.4pt;width:99pt;height:4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"/>
                  </w:pict>
                </mc:Fallback>
              </mc:AlternateContent>
            </w:r>
          </w:p>
          <w:p w14:paraId="20A71A1A" w14:textId="77777777" w:rsidR="00BF0E8D" w:rsidRPr="00A20F75" w:rsidRDefault="005B61DB">
            <w:pPr>
              <w:tabs>
                <w:tab w:val="left" w:pos="90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58E6E899" wp14:editId="2D760D53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76835</wp:posOffset>
                      </wp:positionV>
                      <wp:extent cx="685800" cy="228600"/>
                      <wp:effectExtent l="10795" t="13335" r="27305" b="24765"/>
                      <wp:wrapNone/>
                      <wp:docPr id="39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858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9" o:spid="_x0000_s1026" style="position:absolute;flip:y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85pt,6.05pt" to="102.85pt,24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"/>
                  </w:pict>
                </mc:Fallback>
              </mc:AlternateContent>
            </w:r>
            <w:r w:rsidR="00BF0E8D" w:rsidRPr="00A20F75">
              <w:t xml:space="preserve">         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4E9F788" wp14:editId="3EC9CFBC">
                      <wp:simplePos x="0" y="0"/>
                      <wp:positionH relativeFrom="character">
                        <wp:posOffset>-46355</wp:posOffset>
                      </wp:positionH>
                      <wp:positionV relativeFrom="paragraph">
                        <wp:posOffset>-3175</wp:posOffset>
                      </wp:positionV>
                      <wp:extent cx="724535" cy="162560"/>
                      <wp:effectExtent l="4445" t="0" r="0" b="5715"/>
                      <wp:wrapNone/>
                      <wp:docPr id="38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162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1FC21B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Pr="00863022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37" style="position:absolute;margin-left:-3.6pt;margin-top:-.2pt;width:57.05pt;height:12.8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" filled="f" stroked="f">
                      <v:shadow opacity="49150f"/>
                      <v:textbox inset="1pt,1pt,1pt,1pt">
                        <w:txbxContent>
                          <w:p w14:paraId="591FC21B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</w:t>
                            </w:r>
                            <w:r w:rsidR="00863022" w:rsidRPr="00863022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0E8D" w:rsidRPr="00A20F75">
              <w:t xml:space="preserve">      </w:t>
            </w:r>
          </w:p>
          <w:p w14:paraId="45A11749" w14:textId="77777777" w:rsidR="00BF0E8D" w:rsidRPr="00A20F75" w:rsidRDefault="00BF0E8D">
            <w:pPr>
              <w:tabs>
                <w:tab w:val="left" w:pos="900"/>
              </w:tabs>
              <w:ind w:right="48"/>
            </w:pPr>
          </w:p>
          <w:p w14:paraId="50071C11" w14:textId="77777777" w:rsidR="002A7584" w:rsidRDefault="002A7584">
            <w:pPr>
              <w:tabs>
                <w:tab w:val="left" w:pos="900"/>
              </w:tabs>
              <w:ind w:right="48"/>
            </w:pPr>
          </w:p>
          <w:p w14:paraId="3BCC9C21" w14:textId="77777777" w:rsidR="00BF0E8D" w:rsidRPr="002A7584" w:rsidRDefault="00BF0E8D" w:rsidP="002A7584"/>
        </w:tc>
        <w:tc>
          <w:tcPr>
            <w:tcW w:w="3780" w:type="dxa"/>
          </w:tcPr>
          <w:p w14:paraId="338E83AB" w14:textId="77777777" w:rsidR="00BF0E8D" w:rsidRPr="00A20F75" w:rsidRDefault="005B61DB">
            <w:pPr>
              <w:tabs>
                <w:tab w:val="left" w:pos="900"/>
              </w:tabs>
              <w:ind w:right="48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1" locked="0" layoutInCell="1" allowOverlap="1" wp14:anchorId="5F332308" wp14:editId="47D3CB8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988820" cy="914400"/>
                      <wp:effectExtent l="0" t="0" r="5080" b="12700"/>
                      <wp:wrapNone/>
                      <wp:docPr id="33" name="Group 3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988820" cy="914400"/>
                                <a:chOff x="2355" y="7114"/>
                                <a:chExt cx="6594" cy="3142"/>
                              </a:xfrm>
                            </wpg:grpSpPr>
                            <wps:wsp>
                              <wps:cNvPr id="34" name="AutoShape 31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2355" y="7114"/>
                                  <a:ext cx="6594" cy="31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71" y="8685"/>
                                  <a:ext cx="4926" cy="1571"/>
                                </a:xfrm>
                                <a:prstGeom prst="parallelogram">
                                  <a:avLst>
                                    <a:gd name="adj" fmla="val 7839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Line 33"/>
                              <wps:cNvCnPr/>
                              <wps:spPr bwMode="auto">
                                <a:xfrm>
                                  <a:off x="3871" y="7899"/>
                                  <a:ext cx="4547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Rectangl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64" y="9603"/>
                                  <a:ext cx="2403" cy="5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E55FF1F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(P)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" o:spid="_x0000_s1038" style="position:absolute;margin-left:0;margin-top:0;width:156.6pt;height:1in;z-index:-251661312;mso-position-horizontal-relative:text;mso-position-vertical-relative:text" coordorigin="2355,7114" coordsize="6594,314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">
                      <o:lock v:ext="edit" aspectratio="t"/>
                      <v:rect id="AutoShape 31" o:spid="_x0000_s1039" style="position:absolute;left:2355;top:7114;width:6594;height:3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gq18xAAA&#10;ANsAAAAPAAAAZHJzL2Rvd25yZXYueG1sRI9Ba8JAFITvBf/D8gQvohttEUldRQQxSEGM1vMj+5qE&#10;Zt/G7Jqk/75bEHocZuYbZrXpTSVaalxpWcFsGoEgzqwuOVdwvewnSxDOI2usLJOCH3KwWQ9eVhhr&#10;2/GZ2tTnIkDYxaig8L6OpXRZQQbd1NbEwfuyjUEfZJNL3WAX4KaS8yhaSIMlh4UCa9oVlH2nD6Og&#10;y07t7fJxkKfxLbF8T+679POo1GjYb99BeOr9f/jZTrSC1zf4+xJ+gFz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4KtfMQAAADbAAAADwAAAAAAAAAAAAAAAACXAgAAZHJzL2Rv&#10;d25yZXYueG1sUEsFBgAAAAAEAAQA9QAAAIgDAAAAAA==&#10;" filled="f" stroked="f">
                        <o:lock v:ext="edit" aspectratio="t" text="t"/>
                      </v:rect>
                      <v:shape id="AutoShape 32" o:spid="_x0000_s1040" type="#_x0000_t7" style="position:absolute;left:3871;top:8685;width:4926;height:157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PGDKxAAA&#10;ANsAAAAPAAAAZHJzL2Rvd25yZXYueG1sRI/BasMwEETvhf6D2EJvjWwnjYsbJbQFQ8ilxPUHLNbW&#10;NpVWxlId5++jQCDHYWbeMJvdbI2YaPS9YwXpIgFB3Djdc6ug/ilf3kD4gKzROCYFZ/Kw2z4+bLDQ&#10;7sRHmqrQighhX6CCLoShkNI3HVn0CzcQR+/XjRZDlGMr9YinCLdGZkmylhZ7jgsdDvTVUfNX/VsF&#10;K39O68N3+emXdZrnTWYOpTFKPT/NH+8gAs3hHr6191rB8hWuX+IPkN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zxgysQAAADbAAAADwAAAAAAAAAAAAAAAACXAgAAZHJzL2Rv&#10;d25yZXYueG1sUEsFBgAAAAAEAAQA9QAAAIgDAAAAAA==&#10;"/>
                      <v:line id="Line 33" o:spid="_x0000_s1041" style="position:absolute;visibility:visible;mso-wrap-style:square" from="3871,7899" to="8418,79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TV14cMAAADbAAAADwAAAGRycy9kb3ducmV2LnhtbESPQWvCQBSE7wX/w/IEb3VjBSnRVURQ&#10;i7emInh7ZJ9JTPZt3N1o/PduodDjMDPfMItVbxpxJ+crywom4wQEcW51xYWC48/2/ROED8gaG8uk&#10;4EkeVsvB2wJTbR/8TfcsFCJC2KeooAyhTaX0eUkG/di2xNG7WGcwROkKqR0+Itw08iNJZtJgxXGh&#10;xJY2JeV11hkFpy7j87Xeuga73X5/Od1qPz0oNRr26zmIQH34D/+1v7SC6Qx+v8QfIJ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U1deHDAAAA2wAAAA8AAAAAAAAAAAAA&#10;AAAAoQIAAGRycy9kb3ducmV2LnhtbFBLBQYAAAAABAAEAPkAAACRAwAAAAA=&#10;" strokeweight="1.5pt"/>
                      <v:rect id="Rectangle 34" o:spid="_x0000_s1042" style="position:absolute;left:3264;top:9603;width:2403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uB46wgAA&#10;ANsAAAAPAAAAZHJzL2Rvd25yZXYueG1sRI9Ba8JAFITvBf/D8oReim5UUImuYguCFC9Vwesj+0yC&#10;2bch+xLTf98VhB6HmfmGWW97V6mOmlB6NjAZJ6CIM29Lzg1czvvRElQQZIuVZzLwSwG2m8HbGlPr&#10;H/xD3UlyFSEcUjRQiNSp1iEryGEY+5o4ejffOJQom1zbBh8R7io9TZK5dlhyXCiwpq+CsvupdQa6&#10;6/X4SZdWTzqUxcfhu5VyTsa8D/vdCpRQL//hV/tgDcwW8PwSf4De/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4HjrCAAAA2wAAAA8AAAAAAAAAAAAAAAAAlwIAAGRycy9kb3du&#10;cmV2LnhtbFBLBQYAAAAABAAEAPUAAACGAwAAAAA=&#10;" filled="f" stroked="f">
                        <v:textbox inset="1pt,1pt,1pt,1pt">
                          <w:txbxContent>
                            <w:p w14:paraId="1E55FF1F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(P)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14:paraId="7D5DFD40" w14:textId="77777777" w:rsidR="00BF0E8D" w:rsidRPr="00A20F75" w:rsidRDefault="00BF0E8D">
            <w:pPr>
              <w:jc w:val="center"/>
            </w:pPr>
            <w:r w:rsidRPr="00A20F75">
              <w:t xml:space="preserve">                                      (</w:t>
            </w:r>
            <w:r w:rsidR="00863022">
              <w:t>d</w:t>
            </w:r>
            <w:r w:rsidRPr="00A20F75">
              <w:t>)</w:t>
            </w:r>
          </w:p>
          <w:p w14:paraId="19C9810E" w14:textId="77777777" w:rsidR="00BF0E8D" w:rsidRPr="00A20F75" w:rsidRDefault="00BF0E8D">
            <w:r w:rsidRPr="00A20F75">
              <w:t xml:space="preserve">  </w:t>
            </w:r>
          </w:p>
        </w:tc>
        <w:tc>
          <w:tcPr>
            <w:tcW w:w="2628" w:type="dxa"/>
          </w:tcPr>
          <w:p w14:paraId="6268B2DA" w14:textId="77777777" w:rsidR="00BF0E8D" w:rsidRPr="00A20F75" w:rsidRDefault="005B61DB"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3343A9C" wp14:editId="25B94578">
                      <wp:extent cx="1143000" cy="1143000"/>
                      <wp:effectExtent l="0" t="0" r="12700" b="12700"/>
                      <wp:docPr id="23" name="Group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143000" cy="1143000"/>
                                <a:chOff x="3463" y="4999"/>
                                <a:chExt cx="5538" cy="5400"/>
                              </a:xfrm>
                            </wpg:grpSpPr>
                            <wps:wsp>
                              <wps:cNvPr id="24" name="AutoShape 19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3463" y="4999"/>
                                  <a:ext cx="5538" cy="5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63" y="7159"/>
                                  <a:ext cx="5538" cy="2160"/>
                                </a:xfrm>
                                <a:prstGeom prst="parallelogram">
                                  <a:avLst>
                                    <a:gd name="adj" fmla="val 6409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Line 21"/>
                              <wps:cNvCnPr/>
                              <wps:spPr bwMode="auto">
                                <a:xfrm>
                                  <a:off x="5678" y="5539"/>
                                  <a:ext cx="554" cy="2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2"/>
                              <wps:cNvCnPr/>
                              <wps:spPr bwMode="auto">
                                <a:xfrm rot="21420000">
                                  <a:off x="6260" y="8239"/>
                                  <a:ext cx="144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3"/>
                              <wps:cNvCnPr/>
                              <wps:spPr bwMode="auto">
                                <a:xfrm rot="21000000">
                                  <a:off x="6540" y="9319"/>
                                  <a:ext cx="1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63" y="8239"/>
                                  <a:ext cx="2215" cy="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819BC1D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(P)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70" y="4999"/>
                                  <a:ext cx="3511" cy="7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8B694E0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(</w:t>
                                    </w:r>
                                    <w:r w:rsidRPr="00863022">
                                      <w:rPr>
                                        <w:sz w:val="20"/>
                                        <w:szCs w:val="20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1" name="Rectangl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70" y="7699"/>
                                  <a:ext cx="3323" cy="1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A336808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>x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32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7" y="7699"/>
                                  <a:ext cx="4984" cy="10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DA474F3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 xml:space="preserve"> A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8" o:spid="_x0000_s1043" style="width:90pt;height:90pt;mso-position-horizontal-relative:char;mso-position-vertical-relative:line" coordorigin="3463,4999" coordsize="5538,54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">
                      <o:lock v:ext="edit" aspectratio="t"/>
                      <v:rect id="AutoShape 19" o:spid="_x0000_s1044" style="position:absolute;left:3463;top:4999;width:5538;height:54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WzuhxAAA&#10;ANsAAAAPAAAAZHJzL2Rvd25yZXYueG1sRI9Ba8JAFITvhf6H5RW8FN1USikxGylCMYggjdXzI/tM&#10;QrNvY3ZN4r/vCoLHYWa+YZLlaBrRU+dqywreZhEI4sLqmksFv/vv6ScI55E1NpZJwZUcLNPnpwRj&#10;bQf+oT73pQgQdjEqqLxvYyldUZFBN7MtcfBOtjPog+xKqTscAtw0ch5FH9JgzWGhwpZWFRV/+cUo&#10;GIpdf9xv13L3eswsn7PzKj9slJq8jF8LEJ5G/wjf25lWMH+H25fwA2T6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s7ocQAAADbAAAADwAAAAAAAAAAAAAAAACXAgAAZHJzL2Rv&#10;d25yZXYueG1sUEsFBgAAAAAEAAQA9QAAAIgDAAAAAA==&#10;" filled="f" stroked="f">
                        <o:lock v:ext="edit" aspectratio="t" text="t"/>
                      </v:rect>
                      <v:shape id="AutoShape 20" o:spid="_x0000_s1045" type="#_x0000_t7" style="position:absolute;left:3463;top:7159;width:5538;height:216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5fYXwwAA&#10;ANsAAAAPAAAAZHJzL2Rvd25yZXYueG1sRI/RasJAFETfC/7DcgXf6iaxVYmuYgsB8aWo+YBL9poE&#10;d++G7Krx791CoY/DzJxh1tvBGnGn3reOFaTTBARx5XTLtYLyXLwvQfiArNE4JgVP8rDdjN7WmGv3&#10;4CPdT6EWEcI+RwVNCF0upa8asuinriOO3sX1FkOUfS11j48It0ZmSTKXFluOCw129N1QdT3drIIP&#10;/0zLw0/x5WdlulhUmTkUxig1GQ+7FYhAQ/gP/7X3WkH2Cb9f4g+Qm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5fYXwwAAANsAAAAPAAAAAAAAAAAAAAAAAJcCAABkcnMvZG93&#10;bnJldi54bWxQSwUGAAAAAAQABAD1AAAAhwMAAAAA&#10;"/>
                      <v:line id="Line 21" o:spid="_x0000_s1046" style="position:absolute;visibility:visible;mso-wrap-style:square" from="5678,5539" to="6232,823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OzjPM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TOfw+yX+ALn6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CDs4zzDAAAA2wAAAA8AAAAAAAAAAAAA&#10;AAAAoQIAAGRycy9kb3ducmV2LnhtbFBLBQYAAAAABAAEAPkAAACRAwAAAAA=&#10;" strokeweight="1.5pt"/>
                      <v:line id="Line 22" o:spid="_x0000_s1047" style="position:absolute;rotation:-3;visibility:visible;mso-wrap-style:square" from="6260,8239" to="6404,931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+f9rMQAAADbAAAADwAAAGRycy9kb3ducmV2LnhtbESPzYrCQBCE78K+w9AL3nRiDv5ER8kK&#10;K+JFjPsAvZk2icn0hMyo2bffEQSPRVV9Ra02vWnEnTpXWVYwGUcgiHOrKy4U/Jy/R3MQziNrbCyT&#10;gj9ysFl/DFaYaPvgE90zX4gAYZeggtL7NpHS5SUZdGPbEgfvYjuDPsiukLrDR4CbRsZRNJUGKw4L&#10;Jba0LSmvs5tR8PV7umzT4khxfdsd0kV9PR/kVanhZ58uQXjq/Tv8au+1gngGzy/hB8j1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35/2sxAAAANsAAAAPAAAAAAAAAAAA&#10;AAAAAKECAABkcnMvZG93bnJldi54bWxQSwUGAAAAAAQABAD5AAAAkgMAAAAA&#10;" strokeweight="1.5pt">
                        <v:stroke dashstyle="1 1"/>
                      </v:line>
                      <v:line id="Line 23" o:spid="_x0000_s1048" style="position:absolute;rotation:-10;visibility:visible;mso-wrap-style:square" from="6540,9319" to="6541,1039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kCrS70AAADbAAAADwAAAGRycy9kb3ducmV2LnhtbERPSwrCMBDdC94hjOBO07oQqUYRRVDq&#10;xs8BxmZsi82kNLFWT28WgsvH+y9WnalES40rLSuIxxEI4szqknMF18tuNAPhPLLGyjIpeJOD1bLf&#10;W2Ci7YtP1J59LkIIuwQVFN7XiZQuK8igG9uaOHB32xj0ATa51A2+Qrip5CSKptJgyaGhwJo2BWWP&#10;89MoOLKMPxsbpenjcEh3ur3E3W2r1HDQrecgPHX+L/6591rBJIwNX8IPkMsvAA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LJAq0u9AAAA2wAAAA8AAAAAAAAAAAAAAAAAoQIA&#10;AGRycy9kb3ducmV2LnhtbFBLBQYAAAAABAAEAPkAAACLAwAAAAA=&#10;" strokeweight="1.5pt"/>
                      <v:rect id="Rectangle 24" o:spid="_x0000_s1049" style="position:absolute;left:3463;top:8239;width:2215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srkOwwAA&#10;ANsAAAAPAAAAZHJzL2Rvd25yZXYueG1sRI9Li8JAEITvC/sfhl7Yy7JO9OAj6ygqCLJ48QFem0yb&#10;BDM9IdOJ2X+/Iwgei6r6ipove1epjppQejYwHCSgiDNvS84NnE/b7ymoIMgWK89k4I8CLBfvb3NM&#10;rb/zgbqj5CpCOKRooBCpU61DVpDDMPA1cfSuvnEoUTa5tg3eI9xVepQkY+2w5LhQYE2bgrLbsXUG&#10;ustlv6Zzq4cdyuRr99tKOSZjPj/61Q8ooV5e4Wd7Zw2MZvD4En+AXv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0srkOwwAAANsAAAAPAAAAAAAAAAAAAAAAAJcCAABkcnMvZG93&#10;bnJldi54bWxQSwUGAAAAAAQABAD1AAAAhwMAAAAA&#10;" filled="f" stroked="f">
                        <v:textbox inset="1pt,1pt,1pt,1pt">
                          <w:txbxContent>
                            <w:p w14:paraId="1819BC1D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(P)</w:t>
                              </w:r>
                            </w:p>
                          </w:txbxContent>
                        </v:textbox>
                      </v:rect>
                      <v:rect id="Rectangle 25" o:spid="_x0000_s1050" style="position:absolute;left:4570;top:4999;width:3511;height:76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UYZOwAAA&#10;ANsAAAAPAAAAZHJzL2Rvd25yZXYueG1sRE9Na8JAEL0X/A/LCF5K3cSCSuoatFCQ0ktjwOuQnSah&#10;2dmQncT033cPhR4f7/uQz65TEw2h9WwgXSegiCtvW64NlNe3pz2oIMgWO89k4IcC5MfFwwEz6+/8&#10;SVMhtYohHDI00Ij0mdahashhWPueOHJffnAoEQ61tgPeY7jr9CZJttphy7GhwZ5eG6q+i9EZmG63&#10;jzOVo04nlN3j5X2UdkvGrJbz6QWU0Cz/4j/3xRp4juvjl/gD9PE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gUYZOwAAAANsAAAAPAAAAAAAAAAAAAAAAAJcCAABkcnMvZG93bnJl&#10;di54bWxQSwUGAAAAAAQABAD1AAAAhAMAAAAA&#10;" filled="f" stroked="f">
                        <v:textbox inset="1pt,1pt,1pt,1pt">
                          <w:txbxContent>
                            <w:p w14:paraId="28B694E0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(</w:t>
                              </w:r>
                              <w:r w:rsidR="00863022" w:rsidRPr="00863022">
                                <w:rPr>
                                  <w:sz w:val="20"/>
                                  <w:szCs w:val="20"/>
                                </w:rPr>
                                <w:t>d</w:t>
                              </w: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26" o:spid="_x0000_s1051" style="position:absolute;left:4570;top:7699;width:3323;height:16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HSPVwgAA&#10;ANsAAAAPAAAAZHJzL2Rvd25yZXYueG1sRI9Ba8JAFITvBf/D8oReim6iYCW6ii0IUrzUCl4f2WcS&#10;zL4N2ZeY/vuuIPQ4zMw3zHo7uFr11IbKs4F0moAizr2tuDBw/tlPlqCCIFusPZOBXwqw3Yxe1phZ&#10;f+dv6k9SqAjhkKGBUqTJtA55SQ7D1DfE0bv61qFE2RbatniPcFfrWZIstMOK40KJDX2WlN9OnTPQ&#10;Xy7HDzp3Ou1R3t8OX51UCzLmdTzsVqCEBvkPP9sHa2CewuNL/AF68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8dI9XCAAAA2wAAAA8AAAAAAAAAAAAAAAAAlwIAAGRycy9kb3du&#10;cmV2LnhtbFBLBQYAAAAABAAEAPUAAACGAwAAAAA=&#10;" filled="f" stroked="f">
                        <v:textbox inset="1pt,1pt,1pt,1pt">
                          <w:txbxContent>
                            <w:p w14:paraId="0A336808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27" o:spid="_x0000_s1052" style="position:absolute;left:4017;top:7699;width:4984;height:10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z72iwgAA&#10;ANsAAAAPAAAAZHJzL2Rvd25yZXYueG1sRI9Ba8JAFITvQv/D8gq9SN2ooJK6igqCFC9Vwesj+0yC&#10;2bch+xLTf98VhB6HmfmGWa57V6mOmlB6NjAeJaCIM29Lzg1czvvPBaggyBYrz2TglwKsV2+DJabW&#10;P/iHupPkKkI4pGigEKlTrUNWkMMw8jVx9G6+cShRNrm2DT4i3FV6kiQz7bDkuFBgTbuCsvupdQa6&#10;6/W4pUurxx3KfHj4bqWckTEf7/3mC5RQL//hV/tgDUwn8PwSf4Be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/PvaLCAAAA2wAAAA8AAAAAAAAAAAAAAAAAlwIAAGRycy9kb3du&#10;cmV2LnhtbFBLBQYAAAAABAAEAPUAAACGAwAAAAA=&#10;" filled="f" stroked="f">
                        <v:textbox inset="1pt,1pt,1pt,1pt">
                          <w:txbxContent>
                            <w:p w14:paraId="0DA474F3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 xml:space="preserve"> A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</w:tbl>
    <w:p w14:paraId="1B965D0A" w14:textId="77777777" w:rsidR="007331CC" w:rsidRDefault="007331CC" w:rsidP="00CF3CBF">
      <w:pPr>
        <w:tabs>
          <w:tab w:val="left" w:pos="900"/>
        </w:tabs>
        <w:ind w:right="48"/>
        <w:rPr>
          <w:b/>
          <w:bCs/>
          <w:u w:val="single"/>
        </w:rPr>
      </w:pPr>
    </w:p>
    <w:p w14:paraId="1BBC4962" w14:textId="77777777" w:rsidR="00CF3CBF" w:rsidRPr="00A20F75" w:rsidRDefault="00BF0E8D" w:rsidP="00CF3CBF">
      <w:pPr>
        <w:tabs>
          <w:tab w:val="left" w:pos="900"/>
        </w:tabs>
        <w:ind w:right="48"/>
      </w:pPr>
      <w:r w:rsidRPr="00A20F75">
        <w:rPr>
          <w:b/>
          <w:bCs/>
          <w:u w:val="single"/>
        </w:rPr>
        <w:lastRenderedPageBreak/>
        <w:t xml:space="preserve">Propriété </w:t>
      </w:r>
      <w:r w:rsidRPr="00A20F75">
        <w:t xml:space="preserve">:Le plan (P) d'équation    </w:t>
      </w:r>
      <w:proofErr w:type="spellStart"/>
      <w:r w:rsidRPr="00A20F75">
        <w:t>ax</w:t>
      </w:r>
      <w:proofErr w:type="spellEnd"/>
      <w:r w:rsidRPr="00A20F75">
        <w:t xml:space="preserve"> + by + cz +d = 0 et  la droite (d) passant par un point A et de vecteur directeur </w:t>
      </w:r>
      <w:r w:rsidR="00865FA3" w:rsidRPr="00865FA3">
        <w:rPr>
          <w:position w:val="-16"/>
        </w:rPr>
        <w:object w:dxaOrig="1020" w:dyaOrig="440" w14:anchorId="4FAADB6B">
          <v:shape id="_x0000_i1039" type="#_x0000_t75" style="width:51.2pt;height:21.85pt" o:ole="">
            <v:imagedata r:id="rId54" o:title=""/>
          </v:shape>
          <o:OLEObject Type="Embed" ProgID="Equation.DSMT4" ShapeID="_x0000_i1039" DrawAspect="Content" ObjectID="_1257596407" r:id="rId55"/>
        </w:object>
      </w:r>
      <w:r w:rsidRPr="00A20F75">
        <w:t xml:space="preserve"> sont sécant si le vecteur normal du plan (P) n'est pas orthogonal au vecteur directeur de (d) donc si  </w:t>
      </w:r>
      <w:r w:rsidR="00865FA3" w:rsidRPr="00A20F75">
        <w:rPr>
          <w:position w:val="-10"/>
        </w:rPr>
        <w:object w:dxaOrig="840" w:dyaOrig="340" w14:anchorId="68B07501">
          <v:shape id="_x0000_i1040" type="#_x0000_t75" style="width:42.15pt;height:17.05pt" o:ole="">
            <v:imagedata r:id="rId56" o:title=""/>
          </v:shape>
          <o:OLEObject Type="Embed" ProgID="Equation.DSMT4" ShapeID="_x0000_i1040" DrawAspect="Content" ObjectID="_1257596408" r:id="rId57"/>
        </w:object>
      </w:r>
      <w:r w:rsidRPr="00A20F75">
        <w:t xml:space="preserve">   c'est à dire si  </w:t>
      </w:r>
      <w:r w:rsidR="00865FA3" w:rsidRPr="00A20F75">
        <w:rPr>
          <w:position w:val="-10"/>
        </w:rPr>
        <w:object w:dxaOrig="1540" w:dyaOrig="320" w14:anchorId="54859F19">
          <v:shape id="_x0000_i1041" type="#_x0000_t75" style="width:76.8pt;height:16pt" o:ole="">
            <v:imagedata r:id="rId58" o:title=""/>
          </v:shape>
          <o:OLEObject Type="Embed" ProgID="Equation.DSMT4" ShapeID="_x0000_i1041" DrawAspect="Content" ObjectID="_1257596409" r:id="rId59"/>
        </w:object>
      </w:r>
    </w:p>
    <w:p w14:paraId="2157E48F" w14:textId="77777777" w:rsidR="009146F5" w:rsidRDefault="009146F5" w:rsidP="00A604BB">
      <w:pPr>
        <w:tabs>
          <w:tab w:val="left" w:pos="0"/>
        </w:tabs>
        <w:ind w:right="48"/>
        <w:rPr>
          <w:bCs/>
          <w:u w:val="single"/>
        </w:rPr>
      </w:pPr>
    </w:p>
    <w:p w14:paraId="43E7FF04" w14:textId="711E32B9" w:rsidR="00A604BB" w:rsidRDefault="00E16020" w:rsidP="00A604BB">
      <w:pPr>
        <w:tabs>
          <w:tab w:val="left" w:pos="0"/>
        </w:tabs>
        <w:ind w:right="48"/>
      </w:pPr>
      <w:r w:rsidRPr="00A20F75">
        <w:rPr>
          <w:bCs/>
          <w:u w:val="single"/>
        </w:rPr>
        <w:t>Exercice</w:t>
      </w:r>
      <w:r w:rsidR="00863022">
        <w:rPr>
          <w:bCs/>
          <w:u w:val="single"/>
        </w:rPr>
        <w:t xml:space="preserve"> </w:t>
      </w:r>
      <w:r w:rsidR="00865FA3">
        <w:rPr>
          <w:bCs/>
          <w:u w:val="single"/>
        </w:rPr>
        <w:t>5</w:t>
      </w:r>
      <w:r w:rsidRPr="00A20F75">
        <w:rPr>
          <w:bCs/>
        </w:rPr>
        <w:t> :</w:t>
      </w:r>
      <w:r w:rsidR="00865FA3">
        <w:rPr>
          <w:bCs/>
        </w:rPr>
        <w:t xml:space="preserve"> </w:t>
      </w:r>
      <w:r w:rsidRPr="00A20F75">
        <w:t>Dans un repère orthonormé</w:t>
      </w:r>
      <w:r w:rsidR="00A604BB" w:rsidRPr="00A20F75">
        <w:t xml:space="preserve"> </w:t>
      </w:r>
      <w:r w:rsidR="00865FA3" w:rsidRPr="00865FA3">
        <w:rPr>
          <w:position w:val="-24"/>
        </w:rPr>
        <w:object w:dxaOrig="1020" w:dyaOrig="580" w14:anchorId="253565F7">
          <v:shape id="_x0000_i1042" type="#_x0000_t75" style="width:51.2pt;height:28.8pt" o:ole="">
            <v:imagedata r:id="rId60" o:title=""/>
          </v:shape>
          <o:OLEObject Type="Embed" ProgID="Equation.DSMT4" ShapeID="_x0000_i1042" DrawAspect="Content" ObjectID="_1257596410" r:id="rId61"/>
        </w:object>
      </w:r>
      <w:r w:rsidR="00A604BB" w:rsidRPr="00A20F75">
        <w:t xml:space="preserve"> </w:t>
      </w:r>
      <w:r w:rsidRPr="00A20F75">
        <w:t xml:space="preserve">le plan (P) a pour équation : </w:t>
      </w:r>
      <w:r w:rsidR="00A604BB" w:rsidRPr="00A20F75">
        <w:t xml:space="preserve">5x + y </w:t>
      </w:r>
      <w:r w:rsidR="00A604BB" w:rsidRPr="00A20F75">
        <w:sym w:font="Symbol" w:char="F02D"/>
      </w:r>
      <w:r w:rsidR="00A604BB" w:rsidRPr="00A20F75">
        <w:t xml:space="preserve"> z + 3 = 0 </w:t>
      </w:r>
      <w:r w:rsidRPr="00A20F75">
        <w:t xml:space="preserve">et la droite (d) pour représentation paramétrique : </w:t>
      </w:r>
      <w:r w:rsidR="00A604BB" w:rsidRPr="00A20F75">
        <w:fldChar w:fldCharType="begin"/>
      </w:r>
      <w:r w:rsidR="00A604BB" w:rsidRPr="00A20F75">
        <w:instrText>EQ \b\lc\{(\a\al(</w:instrText>
      </w:r>
      <w:r w:rsidR="00A604BB" w:rsidRPr="00A20F75">
        <w:rPr>
          <w:i/>
        </w:rPr>
        <w:instrText>x</w:instrText>
      </w:r>
      <w:r w:rsidR="00A604BB" w:rsidRPr="00A20F75">
        <w:instrText xml:space="preserve"> = </w:instrText>
      </w:r>
      <w:r w:rsidR="00A604BB" w:rsidRPr="00A20F75">
        <w:rPr>
          <w:i/>
        </w:rPr>
        <w:instrText>t</w:instrText>
      </w:r>
      <w:r w:rsidR="00A604BB" w:rsidRPr="00A20F75">
        <w:instrText>;</w:instrText>
      </w:r>
      <w:r w:rsidR="00A604BB" w:rsidRPr="00A20F75">
        <w:rPr>
          <w:i/>
        </w:rPr>
        <w:instrText>y</w:instrText>
      </w:r>
      <w:r w:rsidR="00A604BB" w:rsidRPr="00A20F75">
        <w:instrText xml:space="preserve"> = 1 − 6</w:instrText>
      </w:r>
      <w:r w:rsidR="00A604BB" w:rsidRPr="00A20F75">
        <w:rPr>
          <w:i/>
        </w:rPr>
        <w:instrText>t</w:instrText>
      </w:r>
      <w:r w:rsidR="00A604BB" w:rsidRPr="00A20F75">
        <w:instrText>;</w:instrText>
      </w:r>
      <w:r w:rsidR="00A604BB" w:rsidRPr="00A20F75">
        <w:rPr>
          <w:i/>
        </w:rPr>
        <w:instrText>z</w:instrText>
      </w:r>
      <w:r w:rsidR="00A604BB" w:rsidRPr="00A20F75">
        <w:instrText xml:space="preserve"> = 3 − </w:instrText>
      </w:r>
      <w:r w:rsidR="00A604BB" w:rsidRPr="00A20F75">
        <w:rPr>
          <w:i/>
        </w:rPr>
        <w:instrText>t</w:instrText>
      </w:r>
      <w:r w:rsidR="00A604BB" w:rsidRPr="00A20F75">
        <w:instrText>))</w:instrText>
      </w:r>
      <w:r w:rsidR="00A604BB" w:rsidRPr="00A20F75">
        <w:fldChar w:fldCharType="end"/>
      </w:r>
      <w:r w:rsidR="00A604BB" w:rsidRPr="00A20F75">
        <w:t xml:space="preserve">   t  </w:t>
      </w:r>
      <w:r w:rsidR="00A604BB" w:rsidRPr="00A20F75">
        <w:sym w:font="Symbol" w:char="F0CE"/>
      </w:r>
      <w:r w:rsidR="00A604BB" w:rsidRPr="00A20F75">
        <w:t xml:space="preserve">  </w:t>
      </w:r>
      <w:r w:rsidR="00865FA3" w:rsidRPr="002A7584">
        <w:rPr>
          <w:position w:val="-4"/>
        </w:rPr>
        <w:object w:dxaOrig="260" w:dyaOrig="260" w14:anchorId="0C956D14">
          <v:shape id="_x0000_i1043" type="#_x0000_t75" style="width:12.8pt;height:12.8pt" o:ole="">
            <v:imagedata r:id="rId62" o:title=""/>
          </v:shape>
          <o:OLEObject Type="Embed" ProgID="Equation.DSMT4" ShapeID="_x0000_i1043" DrawAspect="Content" ObjectID="_1257596411" r:id="rId63"/>
        </w:object>
      </w:r>
      <w:r w:rsidR="00A604BB" w:rsidRPr="00A20F75">
        <w:t xml:space="preserve">  .</w:t>
      </w:r>
    </w:p>
    <w:p w14:paraId="433B67AB" w14:textId="77777777" w:rsidR="00865FA3" w:rsidRPr="00A20F75" w:rsidRDefault="00865FA3" w:rsidP="00A604BB">
      <w:pPr>
        <w:tabs>
          <w:tab w:val="left" w:pos="0"/>
        </w:tabs>
        <w:ind w:right="48"/>
      </w:pPr>
    </w:p>
    <w:p w14:paraId="362F17B7" w14:textId="77777777" w:rsidR="00863022" w:rsidRDefault="00E16020" w:rsidP="00A604BB">
      <w:pPr>
        <w:tabs>
          <w:tab w:val="left" w:pos="0"/>
        </w:tabs>
        <w:ind w:right="48"/>
      </w:pPr>
      <w:r w:rsidRPr="00A20F75">
        <w:t>Étudier position de la droite (d) et du plan (P).</w:t>
      </w:r>
    </w:p>
    <w:p w14:paraId="6FBD7BB3" w14:textId="77777777" w:rsidR="00865FA3" w:rsidRPr="00A20F75" w:rsidRDefault="00865FA3" w:rsidP="00A604BB">
      <w:pPr>
        <w:tabs>
          <w:tab w:val="left" w:pos="0"/>
        </w:tabs>
        <w:ind w:right="48"/>
      </w:pPr>
    </w:p>
    <w:p w14:paraId="6C7148AE" w14:textId="77777777" w:rsidR="00E16020" w:rsidRPr="00A20F75" w:rsidRDefault="00E16020" w:rsidP="00CF3CBF">
      <w:pPr>
        <w:framePr w:hSpace="141" w:wrap="around" w:vAnchor="page" w:hAnchor="margin" w:x="468" w:y="1032"/>
        <w:ind w:right="48"/>
      </w:pPr>
    </w:p>
    <w:p w14:paraId="50FE36EB" w14:textId="60E4B0BC" w:rsidR="00E16020" w:rsidRPr="00A20F75" w:rsidRDefault="00C46D34" w:rsidP="00E16020">
      <w:pPr>
        <w:ind w:right="48"/>
        <w:outlineLvl w:val="0"/>
        <w:rPr>
          <w:b/>
          <w:color w:val="FF0000"/>
          <w:u w:val="single"/>
        </w:rPr>
      </w:pPr>
      <w:r>
        <w:rPr>
          <w:b/>
          <w:color w:val="FF0000"/>
          <w:u w:val="single"/>
        </w:rPr>
        <w:t>III</w:t>
      </w:r>
      <w:r w:rsidR="00E16020" w:rsidRPr="00A20F75">
        <w:rPr>
          <w:b/>
          <w:color w:val="FF0000"/>
          <w:u w:val="single"/>
        </w:rPr>
        <w:t xml:space="preserve"> - Intersection de trois plans</w:t>
      </w:r>
    </w:p>
    <w:p w14:paraId="438DAB04" w14:textId="77777777" w:rsidR="00E16020" w:rsidRPr="00A20F75" w:rsidRDefault="00E16020" w:rsidP="00E16020">
      <w:pPr>
        <w:ind w:right="48"/>
      </w:pPr>
    </w:p>
    <w:p w14:paraId="2CE68388" w14:textId="77777777" w:rsidR="00E16020" w:rsidRPr="00E13FAE" w:rsidRDefault="00E16020" w:rsidP="00E13FAE">
      <w:pPr>
        <w:numPr>
          <w:ilvl w:val="0"/>
          <w:numId w:val="13"/>
        </w:numPr>
        <w:ind w:right="48"/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t>Le point de vue géométrique</w:t>
      </w:r>
      <w:r w:rsidRPr="00A20F75">
        <w:t xml:space="preserve">   </w:t>
      </w:r>
    </w:p>
    <w:p w14:paraId="2250D266" w14:textId="77777777" w:rsidR="008038D6" w:rsidRPr="00A20F75" w:rsidRDefault="00E16020" w:rsidP="00863022">
      <w:pPr>
        <w:ind w:right="48"/>
      </w:pPr>
      <w:r w:rsidRPr="00A20F75">
        <w:t>(P), (Q) et (R) sont trois plans de l’espace.</w:t>
      </w:r>
    </w:p>
    <w:p w14:paraId="11A44C4E" w14:textId="77777777" w:rsidR="008038D6" w:rsidRPr="00A20F75" w:rsidRDefault="008038D6" w:rsidP="00E13FAE">
      <w:pPr>
        <w:ind w:right="48"/>
      </w:pPr>
      <w:r w:rsidRPr="00A20F75">
        <w:t xml:space="preserve">Soit : </w:t>
      </w:r>
      <w:r w:rsidRPr="00A20F75">
        <w:rPr>
          <w:b/>
          <w:bCs/>
        </w:rPr>
        <w:t xml:space="preserve">ils n'ont aucun point commun ( 3 cas) </w:t>
      </w:r>
      <w:r w:rsidRPr="00A20F75">
        <w:t xml:space="preserve">(3 parallèles, 2 parallèles et 1 sécant ; sécants 2 à 2); </w:t>
      </w:r>
    </w:p>
    <w:p w14:paraId="670FF71E" w14:textId="77777777" w:rsidR="00BF0E8D" w:rsidRPr="00A20F75" w:rsidRDefault="00863022" w:rsidP="00863022">
      <w:pPr>
        <w:ind w:right="48"/>
      </w:pPr>
      <w:r>
        <w:t>S</w:t>
      </w:r>
      <w:r w:rsidR="008038D6" w:rsidRPr="00A20F75">
        <w:t xml:space="preserve">oit </w:t>
      </w: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3780"/>
        <w:gridCol w:w="3060"/>
      </w:tblGrid>
      <w:tr w:rsidR="00BF0E8D" w:rsidRPr="00A20F75" w14:paraId="156F40B6" w14:textId="77777777">
        <w:tc>
          <w:tcPr>
            <w:tcW w:w="2700" w:type="dxa"/>
          </w:tcPr>
          <w:p w14:paraId="6A882F3C" w14:textId="77777777" w:rsidR="00BF0E8D" w:rsidRPr="00A20F75" w:rsidRDefault="00BF0E8D">
            <w:pPr>
              <w:tabs>
                <w:tab w:val="left" w:pos="252"/>
              </w:tabs>
              <w:ind w:left="252" w:right="180"/>
              <w:jc w:val="center"/>
              <w:rPr>
                <w:b/>
              </w:rPr>
            </w:pPr>
            <w:r w:rsidRPr="00A20F75">
              <w:rPr>
                <w:b/>
              </w:rPr>
              <w:t>Ils ont un seul point commun</w:t>
            </w:r>
          </w:p>
        </w:tc>
        <w:tc>
          <w:tcPr>
            <w:tcW w:w="3780" w:type="dxa"/>
          </w:tcPr>
          <w:p w14:paraId="0588FBE0" w14:textId="77777777" w:rsidR="00BF0E8D" w:rsidRPr="00A20F75" w:rsidRDefault="00BF0E8D">
            <w:pPr>
              <w:tabs>
                <w:tab w:val="left" w:pos="252"/>
              </w:tabs>
              <w:ind w:left="252" w:right="180"/>
              <w:jc w:val="center"/>
              <w:rPr>
                <w:b/>
              </w:rPr>
            </w:pPr>
            <w:r w:rsidRPr="00A20F75">
              <w:rPr>
                <w:b/>
              </w:rPr>
              <w:t>Leur intersection est une droite</w:t>
            </w:r>
          </w:p>
        </w:tc>
        <w:tc>
          <w:tcPr>
            <w:tcW w:w="3060" w:type="dxa"/>
          </w:tcPr>
          <w:p w14:paraId="73336324" w14:textId="77777777" w:rsidR="00BF0E8D" w:rsidRPr="00A20F75" w:rsidRDefault="00BF0E8D">
            <w:pPr>
              <w:tabs>
                <w:tab w:val="left" w:pos="252"/>
              </w:tabs>
              <w:ind w:left="252" w:right="180"/>
              <w:jc w:val="center"/>
              <w:rPr>
                <w:b/>
              </w:rPr>
            </w:pPr>
            <w:r w:rsidRPr="00A20F75">
              <w:rPr>
                <w:b/>
              </w:rPr>
              <w:t>Leur intersection est un plan</w:t>
            </w:r>
          </w:p>
        </w:tc>
      </w:tr>
      <w:tr w:rsidR="00BF0E8D" w:rsidRPr="00A20F75" w14:paraId="3350F924" w14:textId="77777777">
        <w:tc>
          <w:tcPr>
            <w:tcW w:w="2700" w:type="dxa"/>
          </w:tcPr>
          <w:p w14:paraId="6812377E" w14:textId="77777777" w:rsidR="00BF0E8D" w:rsidRPr="00A20F75" w:rsidRDefault="00BF0E8D">
            <w:pPr>
              <w:tabs>
                <w:tab w:val="left" w:pos="1440"/>
              </w:tabs>
              <w:ind w:right="48"/>
            </w:pPr>
          </w:p>
          <w:p w14:paraId="1DE7D184" w14:textId="77777777" w:rsidR="00BF0E8D" w:rsidRPr="00A20F75" w:rsidRDefault="005B61DB">
            <w:pPr>
              <w:tabs>
                <w:tab w:val="left" w:pos="1440"/>
              </w:tabs>
              <w:ind w:right="4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866285" wp14:editId="4D7E6261">
                      <wp:simplePos x="0" y="0"/>
                      <wp:positionH relativeFrom="column">
                        <wp:posOffset>175260</wp:posOffset>
                      </wp:positionH>
                      <wp:positionV relativeFrom="paragraph">
                        <wp:posOffset>376555</wp:posOffset>
                      </wp:positionV>
                      <wp:extent cx="889635" cy="457200"/>
                      <wp:effectExtent l="290195" t="121920" r="281305" b="118745"/>
                      <wp:wrapNone/>
                      <wp:docPr id="22" name="AutoShap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3283547">
                                <a:off x="0" y="0"/>
                                <a:ext cx="889635" cy="457200"/>
                              </a:xfrm>
                              <a:prstGeom prst="parallelogram">
                                <a:avLst>
                                  <a:gd name="adj" fmla="val 56663"/>
                                </a:avLst>
                              </a:prstGeom>
                              <a:solidFill>
                                <a:srgbClr val="FFFF99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2" o:spid="_x0000_s1026" type="#_x0000_t7" style="position:absolute;margin-left:13.8pt;margin-top:29.65pt;width:70.05pt;height:36pt;rotation:3586509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" adj="6290" fillcolor="#ff9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9109D2" wp14:editId="4B3263F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45720</wp:posOffset>
                      </wp:positionV>
                      <wp:extent cx="685800" cy="800100"/>
                      <wp:effectExtent l="48895" t="45720" r="52705" b="55880"/>
                      <wp:wrapNone/>
                      <wp:docPr id="21" name="AutoShap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800100"/>
                              </a:xfrm>
                              <a:prstGeom prst="parallelogram">
                                <a:avLst>
                                  <a:gd name="adj" fmla="val 25000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4" o:spid="_x0000_s1026" type="#_x0000_t7" style="position:absolute;margin-left:3.85pt;margin-top:3.6pt;width:54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" fillcolor="#cff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3156FD" wp14:editId="6AE30F7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19685</wp:posOffset>
                      </wp:positionV>
                      <wp:extent cx="228600" cy="1143000"/>
                      <wp:effectExtent l="23495" t="19685" r="40005" b="43815"/>
                      <wp:wrapNone/>
                      <wp:docPr id="20" name="Lin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8600" cy="114300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1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85pt,1.55pt" to="57.85pt,9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" strokeweight="1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D4FCC2" wp14:editId="3CF15EB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53340</wp:posOffset>
                      </wp:positionV>
                      <wp:extent cx="457200" cy="228600"/>
                      <wp:effectExtent l="7620" t="15240" r="30480" b="22860"/>
                      <wp:wrapNone/>
                      <wp:docPr id="19" name="Lin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4.2pt" to="93.6pt,22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2CA7955" wp14:editId="7C9D5ADC">
                      <wp:simplePos x="0" y="0"/>
                      <wp:positionH relativeFrom="character">
                        <wp:posOffset>318770</wp:posOffset>
                      </wp:positionH>
                      <wp:positionV relativeFrom="paragraph">
                        <wp:posOffset>-3810</wp:posOffset>
                      </wp:positionV>
                      <wp:extent cx="390525" cy="342900"/>
                      <wp:effectExtent l="1270" t="0" r="1905" b="3810"/>
                      <wp:wrapNone/>
                      <wp:docPr id="18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53CEDA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4335257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  <w:t xml:space="preserve">      A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4" o:spid="_x0000_s1053" style="position:absolute;margin-left:25.1pt;margin-top:-.25pt;width:30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" filled="f" stroked="f">
                      <v:shadow opacity="49150f"/>
                      <v:textbox inset="1pt,1pt,1pt,1pt">
                        <w:txbxContent>
                          <w:p w14:paraId="3253CEDA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</w:p>
                          <w:p w14:paraId="54335257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 xml:space="preserve">      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15D6847" w14:textId="77777777" w:rsidR="00BF0E8D" w:rsidRPr="00A20F75" w:rsidRDefault="005B61D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B3B7D6" wp14:editId="78A067C7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90170</wp:posOffset>
                      </wp:positionV>
                      <wp:extent cx="114300" cy="799465"/>
                      <wp:effectExtent l="40640" t="13970" r="48260" b="24765"/>
                      <wp:wrapNone/>
                      <wp:docPr id="17" name="Lin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240000" flipH="1">
                                <a:off x="0" y="0"/>
                                <a:ext cx="114300" cy="7994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6" o:spid="_x0000_s1026" style="position:absolute;rotation:-4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2pt,7.1pt" to="91.2pt,70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CBA31BB" wp14:editId="4E12B743">
                      <wp:simplePos x="0" y="0"/>
                      <wp:positionH relativeFrom="character">
                        <wp:posOffset>639445</wp:posOffset>
                      </wp:positionH>
                      <wp:positionV relativeFrom="paragraph">
                        <wp:posOffset>53975</wp:posOffset>
                      </wp:positionV>
                      <wp:extent cx="724535" cy="309245"/>
                      <wp:effectExtent l="4445" t="3175" r="0" b="5080"/>
                      <wp:wrapNone/>
                      <wp:docPr id="16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2BB09F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(Q)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9" o:spid="_x0000_s1054" style="position:absolute;margin-left:50.35pt;margin-top:4.25pt;width:57.05pt;height:24.35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" filled="f" stroked="f">
                      <v:shadow opacity="49150f"/>
                      <v:textbox inset="1pt,1pt,1pt,1pt">
                        <w:txbxContent>
                          <w:p w14:paraId="7D2BB09F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(Q)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577655E4" w14:textId="77777777" w:rsidR="00BF0E8D" w:rsidRPr="00A20F75" w:rsidRDefault="005B61D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0D677F" wp14:editId="00484B08">
                      <wp:simplePos x="0" y="0"/>
                      <wp:positionH relativeFrom="character">
                        <wp:posOffset>-68580</wp:posOffset>
                      </wp:positionH>
                      <wp:positionV relativeFrom="paragraph">
                        <wp:posOffset>176530</wp:posOffset>
                      </wp:positionV>
                      <wp:extent cx="577215" cy="309245"/>
                      <wp:effectExtent l="0" t="0" r="0" b="0"/>
                      <wp:wrapNone/>
                      <wp:docPr id="15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7215" cy="3092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4A0A93E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(P)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8" o:spid="_x0000_s1055" style="position:absolute;margin-left:-5.35pt;margin-top:13.9pt;width:45.45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" filled="f" stroked="f">
                      <v:shadow opacity="49150f"/>
                      <v:textbox inset="1pt,1pt,1pt,1pt">
                        <w:txbxContent>
                          <w:p w14:paraId="44A0A93E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(P)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BF0E8D" w:rsidRPr="00A20F75">
              <w:t xml:space="preserve"> </w:t>
            </w:r>
          </w:p>
          <w:p w14:paraId="71C9ED75" w14:textId="77777777" w:rsidR="00BF0E8D" w:rsidRPr="00A20F75" w:rsidRDefault="005B61D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7327DA" wp14:editId="0CCCCE03">
                      <wp:simplePos x="0" y="0"/>
                      <wp:positionH relativeFrom="character">
                        <wp:posOffset>-513080</wp:posOffset>
                      </wp:positionH>
                      <wp:positionV relativeFrom="paragraph">
                        <wp:posOffset>326390</wp:posOffset>
                      </wp:positionV>
                      <wp:extent cx="724535" cy="219710"/>
                      <wp:effectExtent l="0" t="0" r="4445" b="0"/>
                      <wp:wrapNone/>
                      <wp:docPr id="14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4535" cy="2197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1142A35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(d)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0" o:spid="_x0000_s1056" style="position:absolute;margin-left:-40.35pt;margin-top:25.7pt;width:57.05pt;height:17.3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" filled="f" stroked="f">
                      <v:shadow opacity="49150f"/>
                      <v:textbox inset="1pt,1pt,1pt,1pt">
                        <w:txbxContent>
                          <w:p w14:paraId="51142A35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(d)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07F5AD" wp14:editId="5468A43F">
                      <wp:simplePos x="0" y="0"/>
                      <wp:positionH relativeFrom="character">
                        <wp:posOffset>-513080</wp:posOffset>
                      </wp:positionH>
                      <wp:positionV relativeFrom="paragraph">
                        <wp:posOffset>97790</wp:posOffset>
                      </wp:positionV>
                      <wp:extent cx="777875" cy="228600"/>
                      <wp:effectExtent l="0" t="0" r="1905" b="3810"/>
                      <wp:wrapNone/>
                      <wp:docPr id="1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787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blurRad="63500" dist="38099" dir="2700000" algn="ctr" rotWithShape="0">
                                        <a:srgbClr val="000000">
                                          <a:alpha val="74998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2F7C89" w14:textId="77777777" w:rsidR="00C46D34" w:rsidRDefault="00C46D3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(R)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3" o:spid="_x0000_s1057" style="position:absolute;margin-left:-40.35pt;margin-top:7.7pt;width:61.2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" filled="f" stroked="f">
                      <v:shadow opacity="49150f"/>
                      <v:textbox inset="1pt,1pt,1pt,1pt">
                        <w:txbxContent>
                          <w:p w14:paraId="6A2F7C89" w14:textId="77777777" w:rsidR="00BF0E8D" w:rsidRDefault="00BF0E8D">
                            <w:pPr>
                              <w:jc w:val="center"/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(R)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71D9C8" wp14:editId="23BC9FC8">
                      <wp:simplePos x="0" y="0"/>
                      <wp:positionH relativeFrom="column">
                        <wp:posOffset>558165</wp:posOffset>
                      </wp:positionH>
                      <wp:positionV relativeFrom="paragraph">
                        <wp:posOffset>269240</wp:posOffset>
                      </wp:positionV>
                      <wp:extent cx="457200" cy="228600"/>
                      <wp:effectExtent l="12065" t="15240" r="26035" b="22860"/>
                      <wp:wrapNone/>
                      <wp:docPr id="12" name="Lin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95pt,21.2pt" to="79.95pt,3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"/>
                  </w:pict>
                </mc:Fallback>
              </mc:AlternateContent>
            </w:r>
          </w:p>
        </w:tc>
        <w:tc>
          <w:tcPr>
            <w:tcW w:w="3780" w:type="dxa"/>
          </w:tcPr>
          <w:p w14:paraId="6AA79557" w14:textId="77777777" w:rsidR="00BF0E8D" w:rsidRPr="00A20F75" w:rsidRDefault="005B61DB">
            <w:pPr>
              <w:tabs>
                <w:tab w:val="left" w:pos="252"/>
              </w:tabs>
              <w:ind w:left="252" w:right="18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64A7222" wp14:editId="410937DA">
                      <wp:extent cx="1714500" cy="1440815"/>
                      <wp:effectExtent l="0" t="0" r="0" b="0"/>
                      <wp:docPr id="2" name="Group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1714500" cy="1440815"/>
                                <a:chOff x="1955" y="1713"/>
                                <a:chExt cx="6000" cy="4951"/>
                              </a:xfrm>
                            </wpg:grpSpPr>
                            <wps:wsp>
                              <wps:cNvPr id="3" name="AutoShape 46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1955" y="1713"/>
                                  <a:ext cx="6000" cy="49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AutoShap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55" y="2737"/>
                                  <a:ext cx="2400" cy="1963"/>
                                </a:xfrm>
                                <a:prstGeom prst="parallelogram">
                                  <a:avLst>
                                    <a:gd name="adj" fmla="val 30565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48"/>
                              <wps:cNvSpPr>
                                <a:spLocks noChangeArrowheads="1"/>
                              </wps:cNvSpPr>
                              <wps:spPr bwMode="auto">
                                <a:xfrm rot="17234952" flipH="1">
                                  <a:off x="2959" y="3599"/>
                                  <a:ext cx="2924" cy="797"/>
                                </a:xfrm>
                                <a:prstGeom prst="parallelogram">
                                  <a:avLst>
                                    <a:gd name="adj" fmla="val 106954"/>
                                  </a:avLst>
                                </a:prstGeom>
                                <a:solidFill>
                                  <a:srgbClr val="CC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49"/>
                              <wps:cNvSpPr>
                                <a:spLocks noChangeArrowheads="1"/>
                              </wps:cNvSpPr>
                              <wps:spPr bwMode="auto">
                                <a:xfrm rot="6420000" flipV="1">
                                  <a:off x="4609" y="2910"/>
                                  <a:ext cx="2381" cy="1907"/>
                                </a:xfrm>
                                <a:prstGeom prst="parallelogram">
                                  <a:avLst>
                                    <a:gd name="adj" fmla="val 14792"/>
                                  </a:avLst>
                                </a:prstGeom>
                                <a:solidFill>
                                  <a:srgbClr val="FFFF99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Line 50"/>
                              <wps:cNvCnPr/>
                              <wps:spPr bwMode="auto">
                                <a:xfrm flipH="1">
                                  <a:off x="4117" y="2132"/>
                                  <a:ext cx="1200" cy="39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Rectangl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95" y="4321"/>
                                  <a:ext cx="2536" cy="5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E30D7D0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(R)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9" name="Rectangle 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95" y="4321"/>
                                  <a:ext cx="2240" cy="6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3558E43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(Q)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10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5" y="5553"/>
                                  <a:ext cx="2536" cy="5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6AE7574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16"/>
                                      </w:rPr>
                                      <w:t>(d)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  <wps:wsp>
                              <wps:cNvPr id="11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55" y="2891"/>
                                  <a:ext cx="2000" cy="8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215225F" w14:textId="77777777" w:rsidR="00C46D34" w:rsidRDefault="00C46D34">
                                    <w:pPr>
                                      <w:jc w:val="center"/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Comic Sans MS" w:hAnsi="Comic Sans MS"/>
                                        <w:sz w:val="20"/>
                                        <w:szCs w:val="20"/>
                                      </w:rPr>
                                      <w:t xml:space="preserve">    </w:t>
                                    </w:r>
                                    <w:r>
                                      <w:rPr>
                                        <w:rFonts w:ascii="Comic Sans MS" w:hAnsi="Comic Sans MS"/>
                                        <w:sz w:val="16"/>
                                        <w:szCs w:val="16"/>
                                      </w:rPr>
                                      <w:t>(P)</w:t>
                                    </w:r>
                                  </w:p>
                                </w:txbxContent>
                              </wps:txbx>
                              <wps:bodyPr rot="0" vert="horz" wrap="square" lIns="12700" tIns="12700" rIns="12700" bIns="127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45" o:spid="_x0000_s1058" style="width:135pt;height:113.45pt;mso-position-horizontal-relative:char;mso-position-vertical-relative:line" coordorigin="1955,1713" coordsize="6000,495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">
                      <o:lock v:ext="edit" aspectratio="t"/>
                      <v:rect id="AutoShape 46" o:spid="_x0000_s1059" style="position:absolute;left:1955;top:1713;width:6000;height:495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jdjywwAA&#10;ANoAAAAPAAAAZHJzL2Rvd25yZXYueG1sRI9Ba8JAFITvgv9heUIvoptWkBKzERGkoRTE2Hp+ZF+T&#10;0OzbmN0m6b93BaHHYWa+YZLtaBrRU+dqywqelxEI4sLqmksFn+fD4hWE88gaG8uk4I8cbNPpJMFY&#10;24FP1Oe+FAHCLkYFlfdtLKUrKjLolrYlDt637Qz6ILtS6g6HADeNfImitTRYc1iosKV9RcVP/msU&#10;DMWxv5w/3uRxfsksX7PrPv96V+ppNu42IDyN/j/8aGdawQruV8INkOk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jdjywwAAANoAAAAPAAAAAAAAAAAAAAAAAJcCAABkcnMvZG93&#10;bnJldi54bWxQSwUGAAAAAAQABAD1AAAAhwMAAAAA&#10;" filled="f" stroked="f">
                        <o:lock v:ext="edit" aspectratio="t" text="t"/>
                      </v:rect>
                      <v:shape id="AutoShape 47" o:spid="_x0000_s1060" type="#_x0000_t7" style="position:absolute;left:2755;top:2737;width:2400;height:19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xl3swAAA&#10;ANoAAAAPAAAAZHJzL2Rvd25yZXYueG1sRI/RisIwFETfF/yHcAXf1rQq61KNokJBfBHdfsClubbF&#10;5KY0UevfG0HYx2HmzDDLdW+NuFPnG8cK0nECgrh0uuFKQfGXf/+C8AFZo3FMCp7kYb0afC0x0+7B&#10;J7qfQyViCfsMFdQhtJmUvqzJoh+7ljh6F9dZDFF2ldQdPmK5NXKSJD/SYsNxocaWdjWV1/PNKpj5&#10;Z1ocjvnWT4t0Pi8n5pAbo9Ro2G8WIAL14T/8ofc6cvC+Em+AXL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qxl3swAAAANoAAAAPAAAAAAAAAAAAAAAAAJcCAABkcnMvZG93bnJl&#10;di54bWxQSwUGAAAAAAQABAD1AAAAhAMAAAAA&#10;"/>
                      <v:shape id="AutoShape 48" o:spid="_x0000_s1061" type="#_x0000_t7" style="position:absolute;left:2959;top:3599;width:2924;height:797;rotation:4767796fd;flip:x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DIwvwQAA&#10;ANoAAAAPAAAAZHJzL2Rvd25yZXYueG1sRI9Ba8JAFITvQv/D8gq9mY0BtaSu0ooFjxpLz4/saxLM&#10;vk13VxP99a4geBxm5htmsRpMK87kfGNZwSRJQRCXVjdcKfg5fI/fQfiArLG1TAou5GG1fBktMNe2&#10;5z2di1CJCGGfo4I6hC6X0pc1GfSJ7Yij92edwRClq6R22Ee4aWWWpjNpsOG4UGNH65rKY3EyCn6/&#10;Bpxm6XGznrtrNin6mdnxv1Jvr8PnB4hAQ3iGH+2tVjCF+5V4A+Ty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AyML8EAAADaAAAADwAAAAAAAAAAAAAAAACXAgAAZHJzL2Rvd25y&#10;ZXYueG1sUEsFBgAAAAAEAAQA9QAAAIUDAAAAAA==&#10;" adj="6297" fillcolor="#cff"/>
                      <v:shape id="AutoShape 49" o:spid="_x0000_s1062" type="#_x0000_t7" style="position:absolute;left:4609;top:2910;width:2381;height:1907;rotation:-107;flip:y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iy+ywgAA&#10;ANoAAAAPAAAAZHJzL2Rvd25yZXYueG1sRI9BawIxFITvBf9DeEJvNavgUlejiFAQi9Dq4vmZPHcX&#10;Ny9Lkur6702h0OMwM98wi1VvW3EjHxrHCsajDASxdqbhSkF5/Hh7BxEissHWMSl4UIDVcvCywMK4&#10;O3/T7RArkSAcClRQx9gVUgZdk8Uwch1x8i7OW4xJ+koaj/cEt62cZFkuLTacFmrsaFOTvh5+rILt&#10;58SWM8p35Umfs6lu9usvv1fqddiv5yAi9fE//NfeGgU5/F5JN0Au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mLL7LCAAAA2gAAAA8AAAAAAAAAAAAAAAAAlwIAAGRycy9kb3du&#10;cmV2LnhtbFBLBQYAAAAABAAEAPUAAACGAwAAAAA=&#10;" adj="2559" fillcolor="#ff9"/>
                      <v:line id="Line 50" o:spid="_x0000_s1063" style="position:absolute;flip:x;visibility:visible;mso-wrap-style:square" from="4117,2132" to="5317,60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/l++MUAAADaAAAADwAAAGRycy9kb3ducmV2LnhtbESPQWsCMRSE7wX/Q3hCL6VmLaXa1Sgi&#10;CB68VGWlt9fNc7Ps5mVNom7/fVMo9DjMzDfMfNnbVtzIh9qxgvEoA0FcOl1zpeB42DxPQYSIrLF1&#10;TAq+KcByMXiYY67dnT/oto+VSBAOOSowMXa5lKE0ZDGMXEecvLPzFmOSvpLa4z3BbStfsuxNWqw5&#10;LRjsaG2obPZXq0BOd08Xv/p6bYrmdHo3RVl0nzulHof9agYiUh//w3/trVYwgd8r6QbIxQ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/l++MUAAADaAAAADwAAAAAAAAAA&#10;AAAAAAChAgAAZHJzL2Rvd25yZXYueG1sUEsFBgAAAAAEAAQA+QAAAJMDAAAAAA==&#10;"/>
                      <v:rect id="Rectangle 51" o:spid="_x0000_s1064" style="position:absolute;left:4995;top:4321;width:2536;height:5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4izAvgAA&#10;ANoAAAAPAAAAZHJzL2Rvd25yZXYueG1sRE9Ni8IwEL0L+x/CLOxF1tQ9qHSNsisIIl7UgtehGdti&#10;MynNtNZ/bw6Cx8f7Xq4HV6ue2lB5NjCdJKCIc28rLgxk5+33AlQQZIu1ZzLwoADr1cdoian1dz5S&#10;f5JCxRAOKRooRZpU65CX5DBMfEMcuatvHUqEbaFti/cY7mr9kyQz7bDi2FBiQ5uS8tupcwb6y+Xw&#10;T1mnpz3KfLzbd1LNyJivz+HvF5TQIG/xy72zBuLWeCXeAL16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uIswL4AAADaAAAADwAAAAAAAAAAAAAAAACXAgAAZHJzL2Rvd25yZXYu&#10;eG1sUEsFBgAAAAAEAAQA9QAAAIIDAAAAAA==&#10;" filled="f" stroked="f">
                        <v:textbox inset="1pt,1pt,1pt,1pt">
                          <w:txbxContent>
                            <w:p w14:paraId="5E30D7D0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(R)</w:t>
                              </w:r>
                            </w:p>
                          </w:txbxContent>
                        </v:textbox>
                      </v:rect>
                      <v:rect id="Rectangle 52" o:spid="_x0000_s1065" style="position:absolute;left:2995;top:4321;width:2240;height:6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rolbwgAA&#10;ANoAAAAPAAAAZHJzL2Rvd25yZXYueG1sRI9Ba8JAFITvQv/D8gq9SN3Yg9rUTWgLBREvRsHrI/ua&#10;hGbfhuxLTP+9Wyh4HGbmG2abT65VI/Wh8WxguUhAEZfeNlwZOJ++njeggiBbbD2TgV8KkGcPsy2m&#10;1l/5SGMhlYoQDikaqEW6VOtQ1uQwLHxHHL1v3zuUKPtK2x6vEe5a/ZIkK+2w4bhQY0efNZU/xeAM&#10;jJfL4YPOg16OKOv5bj9IsyJjnh6n9zdQQpPcw//tnTXwCn9X4g3Q2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WuiVvCAAAA2gAAAA8AAAAAAAAAAAAAAAAAlwIAAGRycy9kb3du&#10;cmV2LnhtbFBLBQYAAAAABAAEAPUAAACGAwAAAAA=&#10;" filled="f" stroked="f">
                        <v:textbox inset="1pt,1pt,1pt,1pt">
                          <w:txbxContent>
                            <w:p w14:paraId="73558E43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(Q)</w:t>
                              </w:r>
                            </w:p>
                          </w:txbxContent>
                        </v:textbox>
                      </v:rect>
                      <v:rect id="Rectangle 53" o:spid="_x0000_s1066" style="position:absolute;left:3395;top:5553;width:2536;height:55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5NouwwAA&#10;ANsAAAAPAAAAZHJzL2Rvd25yZXYueG1sRI9Ba8JAEIXvQv/DMoVepG7swUrqKm2hINJLNeB1yI5J&#10;MDsbspOY/vvOQehthvfmvW82uym0ZqQ+NZEdLBcZGOIy+oYrB8Xp63kNJgmyxzYyOfilBLvtw2yD&#10;uY83/qHxKJXREE45OqhFutzaVNYUMC1iR6zaJfYBRde+sr7Hm4aH1r5k2coGbFgbauzos6byehyC&#10;g/F8/v6gYrDLEeV1vj8M0qzIuafH6f0NjNAk/+b79d4rvtLrLzqA3f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5NouwwAAANsAAAAPAAAAAAAAAAAAAAAAAJcCAABkcnMvZG93&#10;bnJldi54bWxQSwUGAAAAAAQABAD1AAAAhwMAAAAA&#10;" filled="f" stroked="f">
                        <v:textbox inset="1pt,1pt,1pt,1pt">
                          <w:txbxContent>
                            <w:p w14:paraId="06AE7574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16"/>
                                </w:rPr>
                                <w:t>(d)</w:t>
                              </w:r>
                            </w:p>
                          </w:txbxContent>
                        </v:textbox>
                      </v:rect>
                      <v:rect id="Rectangle 54" o:spid="_x0000_s1067" style="position:absolute;left:2355;top:2891;width:2000;height:89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qH+1wAAA&#10;ANsAAAAPAAAAZHJzL2Rvd25yZXYueG1sRE9Na8JAEL0X/A/LCF6KbtKDlegqKhREeqkKXofsmASz&#10;syE7ifHfu4VCb/N4n7PaDK5WPbWh8mwgnSWgiHNvKy4MXM5f0wWoIMgWa89k4EkBNuvR2woz6x/8&#10;Q/1JChVDOGRooBRpMq1DXpLDMPMNceRuvnUoEbaFti0+Yrir9UeSzLXDimNDiQ3tS8rvp84Z6K/X&#10;7x1dOp32KJ/vh2Mn1ZyMmYyH7RKU0CD/4j/3wcb5Kfz+Eg/Q6x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EqH+1wAAAANsAAAAPAAAAAAAAAAAAAAAAAJcCAABkcnMvZG93bnJl&#10;di54bWxQSwUGAAAAAAQABAD1AAAAhAMAAAAA&#10;" filled="f" stroked="f">
                        <v:textbox inset="1pt,1pt,1pt,1pt">
                          <w:txbxContent>
                            <w:p w14:paraId="4215225F" w14:textId="77777777" w:rsidR="00BF0E8D" w:rsidRDefault="00BF0E8D">
                              <w:pPr>
                                <w:jc w:val="center"/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omic Sans MS" w:hAnsi="Comic Sans MS"/>
                                  <w:sz w:val="16"/>
                                  <w:szCs w:val="16"/>
                                </w:rPr>
                                <w:t>(P)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060" w:type="dxa"/>
          </w:tcPr>
          <w:p w14:paraId="3A1923EA" w14:textId="77777777" w:rsidR="00BF0E8D" w:rsidRPr="00A20F75" w:rsidRDefault="00BF0E8D">
            <w:pPr>
              <w:tabs>
                <w:tab w:val="left" w:pos="252"/>
              </w:tabs>
              <w:ind w:left="252" w:right="180"/>
            </w:pPr>
          </w:p>
          <w:p w14:paraId="7183A4C4" w14:textId="77777777" w:rsidR="00BF0E8D" w:rsidRPr="00A20F75" w:rsidRDefault="005B61DB">
            <w:pPr>
              <w:tabs>
                <w:tab w:val="left" w:pos="252"/>
              </w:tabs>
              <w:ind w:left="252" w:right="18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07433" wp14:editId="21667F6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106680</wp:posOffset>
                      </wp:positionV>
                      <wp:extent cx="1214755" cy="571500"/>
                      <wp:effectExtent l="45720" t="55880" r="47625" b="45720"/>
                      <wp:wrapNone/>
                      <wp:docPr id="1" name="AutoShap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14755" cy="571500"/>
                              </a:xfrm>
                              <a:prstGeom prst="parallelogram">
                                <a:avLst>
                                  <a:gd name="adj" fmla="val 53139"/>
                                </a:avLst>
                              </a:prstGeom>
                              <a:solidFill>
                                <a:srgbClr val="CC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3" o:spid="_x0000_s1026" type="#_x0000_t7" style="position:absolute;margin-left:12.6pt;margin-top:8.4pt;width:95.6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" fillcolor="#cff"/>
                  </w:pict>
                </mc:Fallback>
              </mc:AlternateContent>
            </w:r>
          </w:p>
          <w:p w14:paraId="6254EE75" w14:textId="77777777" w:rsidR="00BF0E8D" w:rsidRPr="00A20F75" w:rsidRDefault="00BF0E8D">
            <w:pPr>
              <w:tabs>
                <w:tab w:val="left" w:pos="252"/>
              </w:tabs>
              <w:ind w:left="252" w:right="180"/>
            </w:pPr>
          </w:p>
          <w:p w14:paraId="6F4CF710" w14:textId="77777777" w:rsidR="00BF0E8D" w:rsidRPr="00A20F75" w:rsidRDefault="00BF0E8D">
            <w:pPr>
              <w:tabs>
                <w:tab w:val="left" w:pos="252"/>
              </w:tabs>
              <w:ind w:left="252" w:right="180"/>
            </w:pPr>
          </w:p>
          <w:p w14:paraId="76AF049D" w14:textId="77777777" w:rsidR="00BF0E8D" w:rsidRPr="00A20F75" w:rsidRDefault="00BF0E8D">
            <w:pPr>
              <w:tabs>
                <w:tab w:val="left" w:pos="252"/>
              </w:tabs>
              <w:ind w:left="252" w:right="180"/>
            </w:pPr>
          </w:p>
        </w:tc>
      </w:tr>
    </w:tbl>
    <w:p w14:paraId="4472A887" w14:textId="77777777" w:rsidR="008239BC" w:rsidRDefault="008239BC">
      <w:pPr>
        <w:pStyle w:val="Texte"/>
        <w:rPr>
          <w:rFonts w:ascii="Times New Roman" w:hAnsi="Times New Roman"/>
          <w:noProof w:val="0"/>
          <w:color w:val="0000FF"/>
          <w:sz w:val="24"/>
          <w:szCs w:val="24"/>
        </w:rPr>
      </w:pPr>
    </w:p>
    <w:p w14:paraId="7DB823B2" w14:textId="77777777" w:rsidR="00BF0E8D" w:rsidRPr="00A20F75" w:rsidRDefault="00BF0E8D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A20F75">
        <w:rPr>
          <w:rFonts w:ascii="Times New Roman" w:hAnsi="Times New Roman"/>
          <w:noProof w:val="0"/>
          <w:color w:val="0000FF"/>
          <w:sz w:val="24"/>
          <w:szCs w:val="24"/>
        </w:rPr>
        <w:t>L'intersection de trois plans peut être : l'ensemble vide, un point, une droite ou un plan.</w:t>
      </w:r>
    </w:p>
    <w:p w14:paraId="1C3E7002" w14:textId="77777777" w:rsidR="008239BC" w:rsidRDefault="008239BC">
      <w:pPr>
        <w:pStyle w:val="Corpsdetexte"/>
      </w:pPr>
    </w:p>
    <w:p w14:paraId="225BB872" w14:textId="77777777" w:rsidR="00BF0E8D" w:rsidRDefault="00BF0E8D">
      <w:pPr>
        <w:pStyle w:val="Corpsdetexte"/>
      </w:pPr>
      <w:r w:rsidRPr="00A20F75">
        <w:t>(On pourra déterminer ces intersections en écrivant les systèmes formés avec les équations cartésiennes des plans.)</w:t>
      </w:r>
    </w:p>
    <w:p w14:paraId="33BFBE56" w14:textId="77777777" w:rsidR="008239BC" w:rsidRPr="00A20F75" w:rsidRDefault="008239BC">
      <w:pPr>
        <w:pStyle w:val="Corpsdetexte"/>
        <w:rPr>
          <w:color w:val="0000FF"/>
        </w:rPr>
      </w:pPr>
    </w:p>
    <w:p w14:paraId="5DF5C9AC" w14:textId="77777777" w:rsidR="00BF0E8D" w:rsidRPr="00A20F75" w:rsidRDefault="00BF0E8D">
      <w:pPr>
        <w:numPr>
          <w:ilvl w:val="0"/>
          <w:numId w:val="13"/>
        </w:numPr>
        <w:spacing w:line="360" w:lineRule="auto"/>
        <w:ind w:right="48"/>
        <w:rPr>
          <w:b/>
          <w:color w:val="008000"/>
          <w:u w:val="single"/>
        </w:rPr>
      </w:pPr>
      <w:r w:rsidRPr="00A20F75">
        <w:rPr>
          <w:b/>
          <w:color w:val="008000"/>
          <w:u w:val="single"/>
        </w:rPr>
        <w:t>Le point de vue algébrique</w:t>
      </w:r>
    </w:p>
    <w:p w14:paraId="3946C2EC" w14:textId="77777777" w:rsidR="00BF0E8D" w:rsidRPr="00A20F75" w:rsidRDefault="00BF0E8D">
      <w:pPr>
        <w:tabs>
          <w:tab w:val="left" w:pos="9720"/>
        </w:tabs>
        <w:jc w:val="both"/>
      </w:pPr>
      <w:r w:rsidRPr="00A20F75">
        <w:t xml:space="preserve">Dans un repère </w:t>
      </w:r>
      <w:proofErr w:type="gramStart"/>
      <w:r w:rsidRPr="00A20F75">
        <w:t xml:space="preserve">orthonormé </w:t>
      </w:r>
      <w:proofErr w:type="gramEnd"/>
      <w:r w:rsidR="00865FA3" w:rsidRPr="00865FA3">
        <w:rPr>
          <w:position w:val="-24"/>
        </w:rPr>
        <w:object w:dxaOrig="1020" w:dyaOrig="580" w14:anchorId="74315E36">
          <v:shape id="_x0000_i1044" type="#_x0000_t75" style="width:51.2pt;height:28.8pt" o:ole="">
            <v:imagedata r:id="rId64" o:title=""/>
          </v:shape>
          <o:OLEObject Type="Embed" ProgID="Equation.DSMT4" ShapeID="_x0000_i1044" DrawAspect="Content" ObjectID="_1257596412" r:id="rId65"/>
        </w:object>
      </w:r>
      <w:r w:rsidRPr="00A20F75">
        <w:t xml:space="preserve">, les plans (P), (Q) et (R) ont respectivement pour équations cartésiennes  </w:t>
      </w:r>
      <w:r w:rsidR="00865FA3" w:rsidRPr="00865FA3">
        <w:rPr>
          <w:position w:val="-10"/>
        </w:rPr>
        <w:object w:dxaOrig="6220" w:dyaOrig="300" w14:anchorId="24F843BE">
          <v:shape id="_x0000_i1045" type="#_x0000_t75" style="width:310.95pt;height:14.95pt" o:ole="">
            <v:imagedata r:id="rId66" o:title=""/>
          </v:shape>
          <o:OLEObject Type="Embed" ProgID="Equation.DSMT4" ShapeID="_x0000_i1045" DrawAspect="Content" ObjectID="_1257596413" r:id="rId67"/>
        </w:object>
      </w:r>
      <w:r w:rsidRPr="00A20F75">
        <w:t>, où a, b, c puis a’, b’, c’ puis a’’, b’’, c’’ ne sont pas tous les trois nuls. Pour étudier l’intersection des trois plans, on peut résoudre le système </w:t>
      </w:r>
      <w:proofErr w:type="gramStart"/>
      <w:r w:rsidRPr="00A20F75">
        <w:t xml:space="preserve">:   </w:t>
      </w:r>
      <w:r w:rsidR="00865FA3" w:rsidRPr="00865FA3">
        <w:rPr>
          <w:position w:val="-46"/>
        </w:rPr>
        <w:object w:dxaOrig="2300" w:dyaOrig="1040" w14:anchorId="634B88E4">
          <v:shape id="_x0000_i1046" type="#_x0000_t75" style="width:115.2pt;height:52.25pt" o:ole="">
            <v:imagedata r:id="rId68" o:title=""/>
          </v:shape>
          <o:OLEObject Type="Embed" ProgID="Equation.DSMT4" ShapeID="_x0000_i1046" DrawAspect="Content" ObjectID="_1257596414" r:id="rId69"/>
        </w:object>
      </w:r>
      <w:r w:rsidRPr="00A20F75">
        <w:t>.</w:t>
      </w:r>
      <w:proofErr w:type="gramEnd"/>
      <w:r w:rsidR="00333058">
        <w:t xml:space="preserve"> </w:t>
      </w:r>
      <w:r w:rsidRPr="00A20F75">
        <w:t>Ce système, d’après le point de vue géométrique, a soit aucun triplet solution, soit un triplet solution, soit une infinité de triplets solutions.</w:t>
      </w:r>
    </w:p>
    <w:p w14:paraId="6AB09FBD" w14:textId="77777777" w:rsidR="009146F5" w:rsidRDefault="009146F5">
      <w:pPr>
        <w:tabs>
          <w:tab w:val="left" w:pos="1440"/>
        </w:tabs>
        <w:ind w:right="48"/>
        <w:jc w:val="both"/>
        <w:rPr>
          <w:u w:val="single"/>
        </w:rPr>
      </w:pPr>
    </w:p>
    <w:p w14:paraId="14ED04DB" w14:textId="40F020A1" w:rsidR="00BF0E8D" w:rsidRPr="00A20F75" w:rsidRDefault="00BF0E8D">
      <w:pPr>
        <w:tabs>
          <w:tab w:val="left" w:pos="1440"/>
        </w:tabs>
        <w:ind w:right="48"/>
        <w:jc w:val="both"/>
        <w:rPr>
          <w:b/>
        </w:rPr>
      </w:pPr>
      <w:r w:rsidRPr="00A20F75">
        <w:rPr>
          <w:u w:val="single"/>
        </w:rPr>
        <w:t>Exercice</w:t>
      </w:r>
      <w:r w:rsidRPr="00863022">
        <w:rPr>
          <w:u w:val="single"/>
        </w:rPr>
        <w:t xml:space="preserve"> </w:t>
      </w:r>
      <w:r w:rsidR="00865FA3">
        <w:rPr>
          <w:u w:val="single"/>
        </w:rPr>
        <w:t>6</w:t>
      </w:r>
      <w:r w:rsidRPr="00A20F75">
        <w:t xml:space="preserve"> : Dans un repère </w:t>
      </w:r>
      <w:proofErr w:type="gramStart"/>
      <w:r w:rsidRPr="00A20F75">
        <w:t xml:space="preserve">orthonormé </w:t>
      </w:r>
      <w:proofErr w:type="gramEnd"/>
      <w:r w:rsidR="00865FA3" w:rsidRPr="00865FA3">
        <w:rPr>
          <w:position w:val="-24"/>
        </w:rPr>
        <w:object w:dxaOrig="1020" w:dyaOrig="580" w14:anchorId="63CF8DDC">
          <v:shape id="_x0000_i1047" type="#_x0000_t75" style="width:51.2pt;height:28.8pt" o:ole="">
            <v:imagedata r:id="rId70" o:title=""/>
          </v:shape>
          <o:OLEObject Type="Embed" ProgID="Equation.DSMT4" ShapeID="_x0000_i1047" DrawAspect="Content" ObjectID="_1257596415" r:id="rId71"/>
        </w:object>
      </w:r>
      <w:r w:rsidRPr="00A20F75">
        <w:t xml:space="preserve">, le plan (P) a pour équation : </w:t>
      </w:r>
      <w:r w:rsidR="00865FA3" w:rsidRPr="00865FA3">
        <w:rPr>
          <w:position w:val="-10"/>
        </w:rPr>
        <w:object w:dxaOrig="1560" w:dyaOrig="300" w14:anchorId="2C821481">
          <v:shape id="_x0000_i1048" type="#_x0000_t75" style="width:77.85pt;height:14.95pt" o:ole="">
            <v:imagedata r:id="rId72" o:title=""/>
          </v:shape>
          <o:OLEObject Type="Embed" ProgID="Equation.DSMT4" ShapeID="_x0000_i1048" DrawAspect="Content" ObjectID="_1257596416" r:id="rId73"/>
        </w:object>
      </w:r>
      <w:r w:rsidRPr="00A20F75">
        <w:t xml:space="preserve">, le </w:t>
      </w:r>
    </w:p>
    <w:p w14:paraId="63E00E50" w14:textId="77777777" w:rsidR="00BF0E8D" w:rsidRPr="00A20F75" w:rsidRDefault="00BF0E8D">
      <w:pPr>
        <w:tabs>
          <w:tab w:val="left" w:pos="2160"/>
          <w:tab w:val="left" w:pos="2340"/>
          <w:tab w:val="left" w:pos="9720"/>
        </w:tabs>
        <w:jc w:val="both"/>
      </w:pPr>
      <w:proofErr w:type="gramStart"/>
      <w:r w:rsidRPr="00A20F75">
        <w:t>plan</w:t>
      </w:r>
      <w:proofErr w:type="gramEnd"/>
      <w:r w:rsidRPr="00A20F75">
        <w:t xml:space="preserve"> (Q) a pour équation : </w:t>
      </w:r>
      <w:r w:rsidR="00865FA3" w:rsidRPr="00865FA3">
        <w:rPr>
          <w:position w:val="-10"/>
        </w:rPr>
        <w:object w:dxaOrig="1560" w:dyaOrig="300" w14:anchorId="15595BB4">
          <v:shape id="_x0000_i1049" type="#_x0000_t75" style="width:77.85pt;height:14.95pt" o:ole="">
            <v:imagedata r:id="rId74" o:title=""/>
          </v:shape>
          <o:OLEObject Type="Embed" ProgID="Equation.DSMT4" ShapeID="_x0000_i1049" DrawAspect="Content" ObjectID="_1257596417" r:id="rId75"/>
        </w:object>
      </w:r>
      <w:r w:rsidRPr="00A20F75">
        <w:t xml:space="preserve">, le plan (R) a pour équation : </w:t>
      </w:r>
      <w:r w:rsidR="00865FA3" w:rsidRPr="00865FA3">
        <w:rPr>
          <w:position w:val="-10"/>
        </w:rPr>
        <w:object w:dxaOrig="1760" w:dyaOrig="300" w14:anchorId="201FBCC5">
          <v:shape id="_x0000_i1050" type="#_x0000_t75" style="width:88pt;height:14.95pt" o:ole="">
            <v:imagedata r:id="rId76" o:title=""/>
          </v:shape>
          <o:OLEObject Type="Embed" ProgID="Equation.DSMT4" ShapeID="_x0000_i1050" DrawAspect="Content" ObjectID="_1257596418" r:id="rId77"/>
        </w:object>
      </w:r>
      <w:r w:rsidRPr="00A20F75">
        <w:t>.</w:t>
      </w:r>
    </w:p>
    <w:p w14:paraId="2591FB37" w14:textId="77777777" w:rsidR="00BF0E8D" w:rsidRPr="00A20F75" w:rsidRDefault="00BF0E8D" w:rsidP="00A62A50">
      <w:pPr>
        <w:tabs>
          <w:tab w:val="left" w:pos="1080"/>
          <w:tab w:val="num" w:pos="1260"/>
          <w:tab w:val="left" w:pos="2340"/>
          <w:tab w:val="left" w:pos="9720"/>
        </w:tabs>
        <w:spacing w:line="360" w:lineRule="auto"/>
        <w:ind w:left="360" w:right="48"/>
        <w:jc w:val="both"/>
      </w:pPr>
      <w:r w:rsidRPr="00A20F75">
        <w:tab/>
      </w:r>
      <w:bookmarkStart w:id="0" w:name="_GoBack"/>
      <w:bookmarkEnd w:id="0"/>
      <w:r w:rsidRPr="00A20F75">
        <w:t>Étudier l’intersection de ces trois plans.</w:t>
      </w:r>
    </w:p>
    <w:sectPr w:rsidR="00BF0E8D" w:rsidRPr="00A20F75" w:rsidSect="00440891">
      <w:pgSz w:w="11906" w:h="16838"/>
      <w:pgMar w:top="719" w:right="926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206"/>
    <w:multiLevelType w:val="hybridMultilevel"/>
    <w:tmpl w:val="7786DF8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A040F0"/>
    <w:multiLevelType w:val="hybridMultilevel"/>
    <w:tmpl w:val="F3E64CA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A6AB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653D2"/>
    <w:multiLevelType w:val="hybridMultilevel"/>
    <w:tmpl w:val="2BDE294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2D3E6D"/>
    <w:multiLevelType w:val="hybridMultilevel"/>
    <w:tmpl w:val="1450A596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B1C2AA3"/>
    <w:multiLevelType w:val="hybridMultilevel"/>
    <w:tmpl w:val="2FF8C05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7E5757"/>
    <w:multiLevelType w:val="hybridMultilevel"/>
    <w:tmpl w:val="BEC2C43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BC166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9CB030A"/>
    <w:multiLevelType w:val="hybridMultilevel"/>
    <w:tmpl w:val="8F0E6E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A1DD4"/>
    <w:multiLevelType w:val="hybridMultilevel"/>
    <w:tmpl w:val="F3BAC2B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D11D84"/>
    <w:multiLevelType w:val="hybridMultilevel"/>
    <w:tmpl w:val="1DBAC1F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006FC"/>
    <w:multiLevelType w:val="multilevel"/>
    <w:tmpl w:val="BEC2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FD10C8"/>
    <w:multiLevelType w:val="hybridMultilevel"/>
    <w:tmpl w:val="8C7881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AD6C04"/>
    <w:multiLevelType w:val="hybridMultilevel"/>
    <w:tmpl w:val="23CEDE00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62563F7"/>
    <w:multiLevelType w:val="hybridMultilevel"/>
    <w:tmpl w:val="61DCB6D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70246B"/>
    <w:multiLevelType w:val="hybridMultilevel"/>
    <w:tmpl w:val="9DDC73CC"/>
    <w:lvl w:ilvl="0" w:tplc="040C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5">
    <w:nsid w:val="6ECC4583"/>
    <w:multiLevelType w:val="hybridMultilevel"/>
    <w:tmpl w:val="3156F6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104320"/>
    <w:multiLevelType w:val="hybridMultilevel"/>
    <w:tmpl w:val="EF428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905987"/>
    <w:multiLevelType w:val="hybridMultilevel"/>
    <w:tmpl w:val="36361D0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8CD96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hint="default"/>
        <w:u w:val="none"/>
      </w:rPr>
    </w:lvl>
    <w:lvl w:ilvl="2" w:tplc="040C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11"/>
  </w:num>
  <w:num w:numId="6">
    <w:abstractNumId w:val="12"/>
  </w:num>
  <w:num w:numId="7">
    <w:abstractNumId w:val="3"/>
  </w:num>
  <w:num w:numId="8">
    <w:abstractNumId w:val="15"/>
  </w:num>
  <w:num w:numId="9">
    <w:abstractNumId w:val="2"/>
  </w:num>
  <w:num w:numId="10">
    <w:abstractNumId w:val="1"/>
  </w:num>
  <w:num w:numId="11">
    <w:abstractNumId w:val="17"/>
  </w:num>
  <w:num w:numId="12">
    <w:abstractNumId w:val="13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DE"/>
    <w:rsid w:val="00235330"/>
    <w:rsid w:val="00283F3A"/>
    <w:rsid w:val="002962A6"/>
    <w:rsid w:val="002A4324"/>
    <w:rsid w:val="002A7584"/>
    <w:rsid w:val="002C7543"/>
    <w:rsid w:val="003174DE"/>
    <w:rsid w:val="00333058"/>
    <w:rsid w:val="003B7865"/>
    <w:rsid w:val="00430A8D"/>
    <w:rsid w:val="00440891"/>
    <w:rsid w:val="00490C76"/>
    <w:rsid w:val="004A77D4"/>
    <w:rsid w:val="005B61DB"/>
    <w:rsid w:val="006971BB"/>
    <w:rsid w:val="006F02FA"/>
    <w:rsid w:val="007331CC"/>
    <w:rsid w:val="007A0176"/>
    <w:rsid w:val="008038D6"/>
    <w:rsid w:val="008239BC"/>
    <w:rsid w:val="00824B42"/>
    <w:rsid w:val="00863022"/>
    <w:rsid w:val="00865FA3"/>
    <w:rsid w:val="009146F5"/>
    <w:rsid w:val="009301DA"/>
    <w:rsid w:val="009A1EBD"/>
    <w:rsid w:val="009F045F"/>
    <w:rsid w:val="00A20F75"/>
    <w:rsid w:val="00A604BB"/>
    <w:rsid w:val="00A62A50"/>
    <w:rsid w:val="00A66595"/>
    <w:rsid w:val="00A72EC7"/>
    <w:rsid w:val="00AB4023"/>
    <w:rsid w:val="00B16DBE"/>
    <w:rsid w:val="00B75C49"/>
    <w:rsid w:val="00BF0E8D"/>
    <w:rsid w:val="00C46D34"/>
    <w:rsid w:val="00CA609F"/>
    <w:rsid w:val="00CF3CBF"/>
    <w:rsid w:val="00CF42B8"/>
    <w:rsid w:val="00DB6187"/>
    <w:rsid w:val="00E13FAE"/>
    <w:rsid w:val="00E16020"/>
    <w:rsid w:val="00F5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0D3547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styleId="Corpsdetexte">
    <w:name w:val="Body Text"/>
    <w:basedOn w:val="Normal"/>
    <w:pPr>
      <w:ind w:right="48"/>
    </w:pPr>
  </w:style>
  <w:style w:type="paragraph" w:customStyle="1" w:styleId="Gdmath">
    <w:name w:val="Gdmath"/>
    <w:basedOn w:val="Texte"/>
    <w:rsid w:val="00430A8D"/>
    <w:rPr>
      <w:noProof w:val="0"/>
      <w:color w:val="000000"/>
    </w:rPr>
  </w:style>
  <w:style w:type="paragraph" w:styleId="Textedebulles">
    <w:name w:val="Balloon Text"/>
    <w:basedOn w:val="Normal"/>
    <w:semiHidden/>
    <w:rsid w:val="002A432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2E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paragraph" w:styleId="Corpsdetexte">
    <w:name w:val="Body Text"/>
    <w:basedOn w:val="Normal"/>
    <w:pPr>
      <w:ind w:right="48"/>
    </w:pPr>
  </w:style>
  <w:style w:type="paragraph" w:customStyle="1" w:styleId="Gdmath">
    <w:name w:val="Gdmath"/>
    <w:basedOn w:val="Texte"/>
    <w:rsid w:val="00430A8D"/>
    <w:rPr>
      <w:noProof w:val="0"/>
      <w:color w:val="000000"/>
    </w:rPr>
  </w:style>
  <w:style w:type="paragraph" w:styleId="Textedebulles">
    <w:name w:val="Balloon Text"/>
    <w:basedOn w:val="Normal"/>
    <w:semiHidden/>
    <w:rsid w:val="002A432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2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4" Type="http://schemas.openxmlformats.org/officeDocument/2006/relationships/image" Target="media/image5.emf"/><Relationship Id="rId15" Type="http://schemas.openxmlformats.org/officeDocument/2006/relationships/oleObject" Target="embeddings/oleObject5.bin"/><Relationship Id="rId16" Type="http://schemas.openxmlformats.org/officeDocument/2006/relationships/image" Target="media/image6.emf"/><Relationship Id="rId17" Type="http://schemas.openxmlformats.org/officeDocument/2006/relationships/oleObject" Target="embeddings/oleObject6.bin"/><Relationship Id="rId18" Type="http://schemas.openxmlformats.org/officeDocument/2006/relationships/image" Target="media/image7.emf"/><Relationship Id="rId19" Type="http://schemas.openxmlformats.org/officeDocument/2006/relationships/oleObject" Target="embeddings/oleObject7.bin"/><Relationship Id="rId63" Type="http://schemas.openxmlformats.org/officeDocument/2006/relationships/oleObject" Target="embeddings/oleObject29.bin"/><Relationship Id="rId64" Type="http://schemas.openxmlformats.org/officeDocument/2006/relationships/image" Target="media/image30.e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e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emf"/><Relationship Id="rId69" Type="http://schemas.openxmlformats.org/officeDocument/2006/relationships/oleObject" Target="embeddings/oleObject32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e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e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emf"/><Relationship Id="rId59" Type="http://schemas.openxmlformats.org/officeDocument/2006/relationships/oleObject" Target="embeddings/oleObject27.bin"/><Relationship Id="rId40" Type="http://schemas.openxmlformats.org/officeDocument/2006/relationships/image" Target="media/image18.e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e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e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e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e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70" Type="http://schemas.openxmlformats.org/officeDocument/2006/relationships/image" Target="media/image33.e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emf"/><Relationship Id="rId20" Type="http://schemas.openxmlformats.org/officeDocument/2006/relationships/image" Target="media/image8.emf"/><Relationship Id="rId21" Type="http://schemas.openxmlformats.org/officeDocument/2006/relationships/oleObject" Target="embeddings/oleObject8.bin"/><Relationship Id="rId22" Type="http://schemas.openxmlformats.org/officeDocument/2006/relationships/image" Target="media/image9.emf"/><Relationship Id="rId23" Type="http://schemas.openxmlformats.org/officeDocument/2006/relationships/oleObject" Target="embeddings/oleObject9.bin"/><Relationship Id="rId24" Type="http://schemas.openxmlformats.org/officeDocument/2006/relationships/image" Target="media/image10.e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e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emf"/><Relationship Id="rId29" Type="http://schemas.openxmlformats.org/officeDocument/2006/relationships/oleObject" Target="embeddings/oleObject12.bin"/><Relationship Id="rId73" Type="http://schemas.openxmlformats.org/officeDocument/2006/relationships/oleObject" Target="embeddings/oleObject34.bin"/><Relationship Id="rId74" Type="http://schemas.openxmlformats.org/officeDocument/2006/relationships/image" Target="media/image35.e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emf"/><Relationship Id="rId77" Type="http://schemas.openxmlformats.org/officeDocument/2006/relationships/oleObject" Target="embeddings/oleObject36.bin"/><Relationship Id="rId78" Type="http://schemas.openxmlformats.org/officeDocument/2006/relationships/fontTable" Target="fontTable.xml"/><Relationship Id="rId79" Type="http://schemas.openxmlformats.org/officeDocument/2006/relationships/theme" Target="theme/theme1.xml"/><Relationship Id="rId60" Type="http://schemas.openxmlformats.org/officeDocument/2006/relationships/image" Target="media/image28.e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emf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GNOT%20J&#234;rome\Application%20Data\Microsoft\Mod&#232;les\gdmat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Settings\MIGNOT Jêrome\Application Data\Microsoft\Modèles\gdmath.dot</Template>
  <TotalTime>46</TotalTime>
  <Pages>3</Pages>
  <Words>913</Words>
  <Characters>5027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MIGNOT Nathalie</dc:creator>
  <cp:keywords/>
  <dc:description>barycentre,équation paramétrique, intersection plan</dc:description>
  <cp:lastModifiedBy>Nathalie Mignot</cp:lastModifiedBy>
  <cp:revision>9</cp:revision>
  <cp:lastPrinted>2008-12-15T20:48:00Z</cp:lastPrinted>
  <dcterms:created xsi:type="dcterms:W3CDTF">2011-11-25T00:09:00Z</dcterms:created>
  <dcterms:modified xsi:type="dcterms:W3CDTF">2011-11-25T04:32:00Z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