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BD" w:rsidRPr="005D3228" w:rsidRDefault="00B75DEE" w:rsidP="00BE5830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-509270</wp:posOffset>
                </wp:positionH>
                <wp:positionV relativeFrom="paragraph">
                  <wp:posOffset>0</wp:posOffset>
                </wp:positionV>
                <wp:extent cx="6858000" cy="0"/>
                <wp:effectExtent l="0" t="0" r="0" b="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E109E" id="Line 17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1pt,0" to="499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5dC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"/>
            </w:pict>
          </mc:Fallback>
        </mc:AlternateContent>
      </w:r>
    </w:p>
    <w:p w:rsidR="00701BFF" w:rsidRPr="005D3228" w:rsidRDefault="001E16D3" w:rsidP="00296B44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mathématiques :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>• PGCD de deux nombres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Somme </w:t>
      </w:r>
      <w:r w:rsidR="0013667C">
        <w:rPr>
          <w:rFonts w:ascii="Bookman Old Style" w:hAnsi="Bookman Old Style" w:cs="Tahoma"/>
          <w:sz w:val="22"/>
          <w:szCs w:val="22"/>
        </w:rPr>
        <w:t xml:space="preserve">et produit </w:t>
      </w:r>
      <w:r w:rsidRPr="005D3228">
        <w:rPr>
          <w:rFonts w:ascii="Bookman Old Style" w:hAnsi="Bookman Old Style" w:cs="Tahoma"/>
          <w:sz w:val="22"/>
          <w:szCs w:val="22"/>
        </w:rPr>
        <w:t>de deux fractions</w:t>
      </w:r>
    </w:p>
    <w:p w:rsidR="001E16D3" w:rsidRPr="005D3228" w:rsidRDefault="001E16D3" w:rsidP="001E16D3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13667C">
        <w:rPr>
          <w:rFonts w:ascii="Bookman Old Style" w:hAnsi="Bookman Old Style" w:cs="Tahoma"/>
          <w:sz w:val="22"/>
          <w:szCs w:val="22"/>
        </w:rPr>
        <w:t>Priorités opératoires</w:t>
      </w:r>
    </w:p>
    <w:p w:rsidR="00896F15" w:rsidRPr="005D3228" w:rsidRDefault="00896F15" w:rsidP="00896F15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>
        <w:rPr>
          <w:rFonts w:ascii="Bookman Old Style" w:hAnsi="Bookman Old Style" w:cs="Tahoma"/>
          <w:b/>
          <w:sz w:val="22"/>
          <w:szCs w:val="22"/>
        </w:rPr>
        <w:t>Compétences en algorithmique</w:t>
      </w:r>
      <w:r w:rsidRPr="005D3228">
        <w:rPr>
          <w:rFonts w:ascii="Bookman Old Style" w:hAnsi="Bookman Old Style" w:cs="Tahoma"/>
          <w:b/>
          <w:sz w:val="22"/>
          <w:szCs w:val="22"/>
        </w:rPr>
        <w:t> :</w:t>
      </w:r>
    </w:p>
    <w:p w:rsidR="003B1600" w:rsidRPr="005D3228" w:rsidRDefault="003B1600" w:rsidP="003B1600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>
        <w:rPr>
          <w:rFonts w:ascii="Bookman Old Style" w:hAnsi="Bookman Old Style" w:cs="Tahoma"/>
          <w:sz w:val="22"/>
          <w:szCs w:val="22"/>
        </w:rPr>
        <w:t>Découper un problème en sous problèmes</w:t>
      </w:r>
    </w:p>
    <w:p w:rsidR="00896F15" w:rsidRPr="005D3228" w:rsidRDefault="00896F15" w:rsidP="00896F15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>
        <w:rPr>
          <w:rFonts w:ascii="Bookman Old Style" w:hAnsi="Bookman Old Style" w:cs="Tahoma"/>
          <w:sz w:val="22"/>
          <w:szCs w:val="22"/>
        </w:rPr>
        <w:t>Reconnaître des schémas</w:t>
      </w:r>
    </w:p>
    <w:p w:rsidR="00896F15" w:rsidRPr="005D3228" w:rsidRDefault="00896F15" w:rsidP="00896F15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D77BB0">
        <w:rPr>
          <w:rFonts w:ascii="Bookman Old Style" w:hAnsi="Bookman Old Style" w:cs="Tahoma"/>
          <w:sz w:val="22"/>
          <w:szCs w:val="22"/>
        </w:rPr>
        <w:t>Réutiliser des algorithmes déjà programmés</w:t>
      </w:r>
    </w:p>
    <w:p w:rsidR="001E16D3" w:rsidRPr="005D3228" w:rsidRDefault="001E16D3" w:rsidP="00296B44">
      <w:pPr>
        <w:spacing w:line="276" w:lineRule="auto"/>
        <w:ind w:left="-540" w:right="-851"/>
        <w:rPr>
          <w:rFonts w:ascii="Bookman Old Style" w:hAnsi="Bookman Old Style" w:cs="Tahoma"/>
          <w:b/>
          <w:sz w:val="22"/>
          <w:szCs w:val="22"/>
        </w:rPr>
      </w:pPr>
      <w:r w:rsidRPr="005D3228">
        <w:rPr>
          <w:rFonts w:ascii="Bookman Old Style" w:hAnsi="Bookman Old Style" w:cs="Tahoma"/>
          <w:b/>
          <w:sz w:val="22"/>
          <w:szCs w:val="22"/>
        </w:rPr>
        <w:t>Contenus en Python :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>• Création et utilisation de fonctions en Python avec paramètres</w:t>
      </w:r>
    </w:p>
    <w:p w:rsidR="001E16D3" w:rsidRPr="005D3228" w:rsidRDefault="001E16D3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870119">
        <w:rPr>
          <w:rFonts w:ascii="Bookman Old Style" w:hAnsi="Bookman Old Style" w:cs="Tahoma"/>
          <w:sz w:val="22"/>
          <w:szCs w:val="22"/>
        </w:rPr>
        <w:t>Boucles</w:t>
      </w:r>
    </w:p>
    <w:p w:rsidR="001E16D3" w:rsidRPr="005D3228" w:rsidRDefault="00F0128E" w:rsidP="005D3228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5E737B" wp14:editId="77810242">
                <wp:simplePos x="0" y="0"/>
                <wp:positionH relativeFrom="column">
                  <wp:posOffset>-508635</wp:posOffset>
                </wp:positionH>
                <wp:positionV relativeFrom="paragraph">
                  <wp:posOffset>206111</wp:posOffset>
                </wp:positionV>
                <wp:extent cx="6858000" cy="0"/>
                <wp:effectExtent l="0" t="0" r="19050" b="1905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79D42" id="Line 1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05pt,16.25pt" to="499.9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RZGg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"/>
            </w:pict>
          </mc:Fallback>
        </mc:AlternateContent>
      </w:r>
      <w:r w:rsidR="001E16D3" w:rsidRPr="005D3228">
        <w:rPr>
          <w:rFonts w:ascii="Bookman Old Style" w:hAnsi="Bookman Old Style" w:cs="Tahoma"/>
          <w:sz w:val="22"/>
          <w:szCs w:val="22"/>
        </w:rPr>
        <w:tab/>
        <w:t xml:space="preserve">• </w:t>
      </w:r>
      <w:r w:rsidR="00870119">
        <w:rPr>
          <w:rFonts w:ascii="Bookman Old Style" w:hAnsi="Bookman Old Style" w:cs="Tahoma"/>
          <w:sz w:val="22"/>
          <w:szCs w:val="22"/>
        </w:rPr>
        <w:t>Utilisation de listes</w:t>
      </w:r>
    </w:p>
    <w:p w:rsidR="0008722D" w:rsidRPr="005D3228" w:rsidRDefault="0008722D" w:rsidP="00701BFF">
      <w:pPr>
        <w:ind w:left="-540" w:right="-851"/>
        <w:rPr>
          <w:rFonts w:ascii="Bookman Old Style" w:hAnsi="Bookman Old Style" w:cs="Tahoma"/>
          <w:sz w:val="22"/>
          <w:szCs w:val="22"/>
        </w:rPr>
      </w:pPr>
    </w:p>
    <w:p w:rsidR="001E16D3" w:rsidRPr="005D3228" w:rsidRDefault="001E16D3" w:rsidP="00296B44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1/ Somme et produit de deux fractions</w:t>
      </w:r>
      <w:r w:rsidR="000E71E0"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1E16D3" w:rsidRPr="005D3228" w:rsidRDefault="00621C51" w:rsidP="00DD00A5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</m:oMath>
      <w:r w:rsidR="001E16D3" w:rsidRPr="005D3228">
        <w:rPr>
          <w:rFonts w:ascii="Bookman Old Style" w:hAnsi="Bookman Old Style" w:cs="Tahoma"/>
          <w:sz w:val="22"/>
          <w:szCs w:val="22"/>
        </w:rPr>
        <w:t xml:space="preserve"> et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1E16D3" w:rsidRPr="005D3228">
        <w:rPr>
          <w:rFonts w:ascii="Bookman Old Style" w:hAnsi="Bookman Old Style" w:cs="Tahoma"/>
          <w:sz w:val="22"/>
          <w:szCs w:val="22"/>
        </w:rPr>
        <w:t xml:space="preserve"> étant deux fractions (b ≠ 0 et d ≠ 0), </w:t>
      </w:r>
      <w:r w:rsidR="00296B44" w:rsidRPr="005D3228">
        <w:rPr>
          <w:rFonts w:ascii="Bookman Old Style" w:hAnsi="Bookman Old Style" w:cs="Tahoma"/>
          <w:sz w:val="22"/>
          <w:szCs w:val="22"/>
        </w:rPr>
        <w:t xml:space="preserve">écrire sous la forme d’une seule fraction </w:t>
      </w:r>
    </w:p>
    <w:p w:rsidR="00296B44" w:rsidRPr="005D3228" w:rsidRDefault="00DD00A5" w:rsidP="00DD00A5">
      <w:pPr>
        <w:pStyle w:val="Paragraphedeliste"/>
        <w:ind w:left="528" w:right="-851" w:firstLine="888"/>
        <w:rPr>
          <w:rFonts w:ascii="Bookman Old Style" w:hAnsi="Bookman Old Style" w:cs="Tahoma"/>
          <w:b/>
          <w:sz w:val="22"/>
          <w:szCs w:val="22"/>
        </w:rPr>
      </w:pPr>
      <w:r w:rsidRPr="00DD00A5">
        <w:rPr>
          <w:rFonts w:ascii="Bookman Old Style" w:hAnsi="Bookman Old Style" w:cs="Tahoma"/>
          <w:sz w:val="22"/>
          <w:szCs w:val="22"/>
        </w:rPr>
        <w:t>La somme :</w:t>
      </w:r>
      <w:r w:rsidRPr="00DD00A5">
        <w:rPr>
          <w:rFonts w:ascii="Bookman Old Style" w:hAnsi="Bookman Old Style" w:cs="Tahoma"/>
          <w:sz w:val="22"/>
          <w:szCs w:val="22"/>
        </w:rPr>
        <w:tab/>
      </w:r>
      <m:oMath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296B44" w:rsidRPr="005D3228">
        <w:rPr>
          <w:rFonts w:ascii="Bookman Old Style" w:hAnsi="Bookman Old Style" w:cs="Tahoma"/>
          <w:b/>
          <w:sz w:val="22"/>
          <w:szCs w:val="22"/>
        </w:rPr>
        <w:t xml:space="preserve"> = </w:t>
      </w:r>
      <w:r w:rsidR="00296B44" w:rsidRPr="005D3228">
        <w:rPr>
          <w:rFonts w:ascii="Bookman Old Style" w:hAnsi="Bookman Old Style" w:cs="Tahoma"/>
          <w:b/>
          <w:sz w:val="22"/>
          <w:szCs w:val="22"/>
        </w:rPr>
        <w:tab/>
      </w:r>
      <w:r w:rsidR="00296B44" w:rsidRPr="005D3228">
        <w:rPr>
          <w:rFonts w:ascii="Bookman Old Style" w:hAnsi="Bookman Old Style" w:cs="Tahoma"/>
          <w:b/>
          <w:sz w:val="22"/>
          <w:szCs w:val="22"/>
        </w:rPr>
        <w:tab/>
      </w:r>
      <w:r w:rsidRPr="00DD00A5">
        <w:rPr>
          <w:rFonts w:ascii="Bookman Old Style" w:hAnsi="Bookman Old Style" w:cs="Tahoma"/>
          <w:sz w:val="22"/>
          <w:szCs w:val="22"/>
        </w:rPr>
        <w:t>Le produit :</w:t>
      </w:r>
      <w:r w:rsidR="00296B44" w:rsidRPr="005D3228">
        <w:rPr>
          <w:rFonts w:ascii="Bookman Old Style" w:hAnsi="Bookman Old Style" w:cs="Tahoma"/>
          <w:b/>
          <w:sz w:val="22"/>
          <w:szCs w:val="22"/>
        </w:rPr>
        <w:tab/>
      </w:r>
      <m:oMath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296B44" w:rsidRPr="005D3228">
        <w:rPr>
          <w:rFonts w:ascii="Bookman Old Style" w:hAnsi="Bookman Old Style" w:cs="Tahoma"/>
          <w:b/>
          <w:sz w:val="22"/>
          <w:szCs w:val="22"/>
        </w:rPr>
        <w:t xml:space="preserve"> =</w:t>
      </w:r>
    </w:p>
    <w:p w:rsidR="00BF1509" w:rsidRPr="005D3228" w:rsidRDefault="00BF1509" w:rsidP="00296B44">
      <w:pPr>
        <w:pStyle w:val="Paragraphedeliste"/>
        <w:ind w:left="-180" w:right="-851"/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C066AF" w:rsidRDefault="00BF1509" w:rsidP="000F4B43">
      <w:pPr>
        <w:pStyle w:val="Paragraphedeliste"/>
        <w:numPr>
          <w:ilvl w:val="0"/>
          <w:numId w:val="14"/>
        </w:numPr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Ecrire une fonction</w:t>
      </w:r>
      <w:r w:rsidR="00786C6B">
        <w:rPr>
          <w:rFonts w:ascii="Consolas" w:hAnsi="Consolas" w:cs="Tahoma"/>
          <w:sz w:val="22"/>
          <w:szCs w:val="22"/>
        </w:rPr>
        <w:t xml:space="preserve"> somme_frac</w:t>
      </w:r>
      <w:r w:rsidRPr="005D3228">
        <w:rPr>
          <w:rFonts w:ascii="Bookman Old Style" w:hAnsi="Bookman Old Style" w:cs="Tahoma"/>
          <w:sz w:val="22"/>
          <w:szCs w:val="22"/>
        </w:rPr>
        <w:t xml:space="preserve"> </w:t>
      </w:r>
      <w:r w:rsidR="00C066AF">
        <w:rPr>
          <w:rFonts w:ascii="Bookman Old Style" w:hAnsi="Bookman Old Style" w:cs="Tahoma"/>
          <w:sz w:val="22"/>
          <w:szCs w:val="22"/>
        </w:rPr>
        <w:t>qui :</w:t>
      </w:r>
    </w:p>
    <w:p w:rsidR="00C066AF" w:rsidRDefault="00C066AF" w:rsidP="00C066A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• </w:t>
      </w:r>
      <w:r>
        <w:rPr>
          <w:rFonts w:ascii="Bookman Old Style" w:hAnsi="Bookman Old Style" w:cs="Tahoma"/>
          <w:sz w:val="22"/>
          <w:szCs w:val="22"/>
        </w:rPr>
        <w:t xml:space="preserve">prend en </w:t>
      </w:r>
      <w:r w:rsidR="00786C6B">
        <w:rPr>
          <w:rFonts w:ascii="Bookman Old Style" w:hAnsi="Bookman Old Style" w:cs="Tahoma"/>
          <w:sz w:val="22"/>
          <w:szCs w:val="22"/>
        </w:rPr>
        <w:t>arguments</w:t>
      </w:r>
      <w:r w:rsidR="00BF1509" w:rsidRPr="005D3228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>deux fractions</w:t>
      </w:r>
      <w:r w:rsidR="00C83D82">
        <w:rPr>
          <w:rFonts w:ascii="Bookman Old Style" w:hAnsi="Bookman Old Style" w:cs="Tahoma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</m:oMath>
      <w:r w:rsidR="00C83D82">
        <w:rPr>
          <w:rFonts w:ascii="Bookman Old Style" w:hAnsi="Bookman Old Style" w:cs="Tahoma"/>
          <w:sz w:val="22"/>
          <w:szCs w:val="22"/>
        </w:rPr>
        <w:t xml:space="preserve"> et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C83D82" w:rsidRPr="005D3228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>notées sous forme de liste [a,b] et [c,d]</w:t>
      </w:r>
    </w:p>
    <w:p w:rsidR="00BF1509" w:rsidRDefault="00C066AF" w:rsidP="00C066A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• </w:t>
      </w:r>
      <w:r w:rsidR="00BF1509" w:rsidRPr="005D3228">
        <w:rPr>
          <w:rFonts w:ascii="Bookman Old Style" w:hAnsi="Bookman Old Style" w:cs="Tahoma"/>
          <w:sz w:val="22"/>
          <w:szCs w:val="22"/>
        </w:rPr>
        <w:t xml:space="preserve">retourne la somme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F966FE" w:rsidRPr="005D3228">
        <w:rPr>
          <w:rFonts w:ascii="Bookman Old Style" w:hAnsi="Bookman Old Style" w:cs="Tahoma"/>
          <w:sz w:val="22"/>
          <w:szCs w:val="22"/>
        </w:rPr>
        <w:t xml:space="preserve"> sous forme </w:t>
      </w:r>
      <w:r w:rsidR="00DD00A5">
        <w:rPr>
          <w:rFonts w:ascii="Bookman Old Style" w:hAnsi="Bookman Old Style" w:cs="Tahoma"/>
          <w:sz w:val="22"/>
          <w:szCs w:val="22"/>
        </w:rPr>
        <w:t>[m,n]</w:t>
      </w:r>
      <w:r w:rsidR="00F966FE" w:rsidRPr="005D3228">
        <w:rPr>
          <w:rFonts w:ascii="Bookman Old Style" w:hAnsi="Bookman Old Style" w:cs="Tahoma"/>
          <w:sz w:val="22"/>
          <w:szCs w:val="22"/>
        </w:rPr>
        <w:t xml:space="preserve">, m étant le </w:t>
      </w:r>
      <w:r>
        <w:rPr>
          <w:rFonts w:ascii="Bookman Old Style" w:hAnsi="Bookman Old Style" w:cs="Tahoma"/>
          <w:sz w:val="22"/>
          <w:szCs w:val="22"/>
        </w:rPr>
        <w:t>numérateur et n le dénominateur</w:t>
      </w:r>
    </w:p>
    <w:p w:rsidR="00DD00A5" w:rsidRDefault="00DD00A5" w:rsidP="00C066AF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Par exemple</w:t>
      </w:r>
      <w:r w:rsidR="00B76D26">
        <w:rPr>
          <w:rFonts w:ascii="Bookman Old Style" w:hAnsi="Bookman Old Style" w:cs="Tahoma"/>
          <w:sz w:val="22"/>
          <w:szCs w:val="22"/>
        </w:rPr>
        <w:t> :</w:t>
      </w:r>
    </w:p>
    <w:p w:rsidR="00C066AF" w:rsidRDefault="00C066AF" w:rsidP="0089083D">
      <w:pPr>
        <w:pStyle w:val="Paragraphedeliste"/>
        <w:spacing w:line="360" w:lineRule="auto"/>
        <w:ind w:left="-180" w:right="-851"/>
        <w:jc w:val="center"/>
        <w:rPr>
          <w:rFonts w:ascii="Bookman Old Style" w:hAnsi="Bookman Old Style" w:cs="Tahoma"/>
          <w:sz w:val="22"/>
          <w:szCs w:val="22"/>
        </w:rPr>
      </w:pPr>
      <w:r>
        <w:rPr>
          <w:noProof/>
        </w:rPr>
        <w:drawing>
          <wp:inline distT="0" distB="0" distL="0" distR="0" wp14:anchorId="06D60369" wp14:editId="46D962F4">
            <wp:extent cx="2838616" cy="69088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5510" cy="69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509" w:rsidRPr="005D3228" w:rsidRDefault="00BF1509" w:rsidP="00BF150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5EF0DA19" wp14:editId="58EBE1C6">
                <wp:extent cx="6344644" cy="828000"/>
                <wp:effectExtent l="0" t="0" r="18415" b="10795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4644" cy="828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509" w:rsidRPr="00930910" w:rsidRDefault="00BF1509" w:rsidP="00BF1509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93091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somme_frac(</w:t>
                            </w:r>
                            <w:r w:rsidR="00B76112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f1</w:t>
                            </w:r>
                            <w:r w:rsidRPr="0093091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,</w:t>
                            </w:r>
                            <w:r w:rsidR="00B76112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f2</w:t>
                            </w:r>
                            <w:r w:rsidRPr="00930910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F0DA1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99.6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" fillcolor="#deeaf6 [660]" strokeweight="1.5pt">
                <v:fill opacity="32896f"/>
                <v:textbox>
                  <w:txbxContent>
                    <w:p w:rsidR="00BF1509" w:rsidRPr="00930910" w:rsidRDefault="00BF1509" w:rsidP="00BF1509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930910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930910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30910">
                        <w:rPr>
                          <w:rFonts w:ascii="Consolas" w:hAnsi="Consolas"/>
                          <w:sz w:val="22"/>
                          <w:szCs w:val="22"/>
                        </w:rPr>
                        <w:t>somme_</w:t>
                      </w:r>
                      <w:proofErr w:type="gramStart"/>
                      <w:r w:rsidRPr="00930910">
                        <w:rPr>
                          <w:rFonts w:ascii="Consolas" w:hAnsi="Consolas"/>
                          <w:sz w:val="22"/>
                          <w:szCs w:val="22"/>
                        </w:rPr>
                        <w:t>frac</w:t>
                      </w:r>
                      <w:proofErr w:type="spellEnd"/>
                      <w:r w:rsidRPr="00930910">
                        <w:rPr>
                          <w:rFonts w:ascii="Consolas" w:hAnsi="Consolas"/>
                          <w:sz w:val="22"/>
                          <w:szCs w:val="22"/>
                        </w:rPr>
                        <w:t>(</w:t>
                      </w:r>
                      <w:proofErr w:type="gramEnd"/>
                      <w:r w:rsidR="00B76112">
                        <w:rPr>
                          <w:rFonts w:ascii="Consolas" w:hAnsi="Consolas"/>
                          <w:sz w:val="22"/>
                          <w:szCs w:val="22"/>
                        </w:rPr>
                        <w:t>f1</w:t>
                      </w:r>
                      <w:r w:rsidRPr="00930910">
                        <w:rPr>
                          <w:rFonts w:ascii="Consolas" w:hAnsi="Consolas"/>
                          <w:sz w:val="22"/>
                          <w:szCs w:val="22"/>
                        </w:rPr>
                        <w:t>,</w:t>
                      </w:r>
                      <w:r w:rsidR="00B76112">
                        <w:rPr>
                          <w:rFonts w:ascii="Consolas" w:hAnsi="Consolas"/>
                          <w:sz w:val="22"/>
                          <w:szCs w:val="22"/>
                        </w:rPr>
                        <w:t>f2</w:t>
                      </w:r>
                      <w:r w:rsidRPr="00930910">
                        <w:rPr>
                          <w:rFonts w:ascii="Consolas" w:hAnsi="Consolas"/>
                          <w:sz w:val="22"/>
                          <w:szCs w:val="22"/>
                        </w:rPr>
                        <w:t>):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83D82" w:rsidRDefault="00C83D82" w:rsidP="00BF150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C83D82">
        <w:rPr>
          <w:rFonts w:ascii="Bookman Old Style" w:hAnsi="Bookman Old Style" w:cs="Tahoma"/>
          <w:sz w:val="22"/>
          <w:szCs w:val="22"/>
          <w:u w:val="single"/>
        </w:rPr>
        <w:t>Aide</w:t>
      </w:r>
      <w:r>
        <w:rPr>
          <w:rFonts w:ascii="Bookman Old Style" w:hAnsi="Bookman Old Style" w:cs="Tahoma"/>
          <w:sz w:val="22"/>
          <w:szCs w:val="22"/>
        </w:rPr>
        <w:t> :</w:t>
      </w:r>
      <w:r w:rsidR="00083658">
        <w:rPr>
          <w:rFonts w:ascii="Bookman Old Style" w:hAnsi="Bookman Old Style" w:cs="Tahoma"/>
          <w:sz w:val="22"/>
          <w:szCs w:val="22"/>
        </w:rPr>
        <w:t xml:space="preserve"> </w:t>
      </w:r>
      <w:r>
        <w:rPr>
          <w:rFonts w:ascii="Bookman Old Style" w:hAnsi="Bookman Old Style" w:cs="Tahoma"/>
          <w:sz w:val="22"/>
          <w:szCs w:val="22"/>
        </w:rPr>
        <w:t>lorsque L désigne une liste, son 1</w:t>
      </w:r>
      <w:r w:rsidRPr="00C83D82">
        <w:rPr>
          <w:rFonts w:ascii="Bookman Old Style" w:hAnsi="Bookman Old Style" w:cs="Tahoma"/>
          <w:sz w:val="22"/>
          <w:szCs w:val="22"/>
          <w:vertAlign w:val="superscript"/>
        </w:rPr>
        <w:t>er</w:t>
      </w:r>
      <w:r>
        <w:rPr>
          <w:rFonts w:ascii="Bookman Old Style" w:hAnsi="Bookman Old Style" w:cs="Tahoma"/>
          <w:sz w:val="22"/>
          <w:szCs w:val="22"/>
        </w:rPr>
        <w:t xml:space="preserve"> élément est L[0].</w:t>
      </w:r>
    </w:p>
    <w:p w:rsidR="00C83D82" w:rsidRPr="005D3228" w:rsidRDefault="00C83D82" w:rsidP="00BF1509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1E16D3" w:rsidRPr="005D3228" w:rsidRDefault="00BF1509" w:rsidP="00786C6B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Même question avec une fonction </w:t>
      </w:r>
      <w:r w:rsidR="00633ACE">
        <w:rPr>
          <w:rFonts w:ascii="Consolas" w:hAnsi="Consolas" w:cs="Tahoma"/>
          <w:sz w:val="22"/>
          <w:szCs w:val="22"/>
        </w:rPr>
        <w:t>prod</w:t>
      </w:r>
      <w:r w:rsidR="00633ACE" w:rsidRPr="00633ACE">
        <w:rPr>
          <w:rFonts w:ascii="Consolas" w:hAnsi="Consolas" w:cs="Tahoma"/>
          <w:sz w:val="22"/>
          <w:szCs w:val="22"/>
        </w:rPr>
        <w:t>_frac(f1,f2)</w:t>
      </w:r>
      <w:r w:rsidR="00633ACE" w:rsidRPr="005D3228">
        <w:rPr>
          <w:rFonts w:ascii="Bookman Old Style" w:hAnsi="Bookman Old Style" w:cs="Tahoma"/>
          <w:sz w:val="22"/>
          <w:szCs w:val="22"/>
        </w:rPr>
        <w:t xml:space="preserve"> </w:t>
      </w:r>
      <w:r w:rsidRPr="005D3228">
        <w:rPr>
          <w:rFonts w:ascii="Bookman Old Style" w:hAnsi="Bookman Old Style" w:cs="Tahoma"/>
          <w:sz w:val="22"/>
          <w:szCs w:val="22"/>
        </w:rPr>
        <w:t xml:space="preserve">qui retourne le produit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b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c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d</m:t>
            </m:r>
          </m:den>
        </m:f>
      </m:oMath>
      <w:r w:rsidR="000F4B43" w:rsidRPr="005D3228">
        <w:rPr>
          <w:rFonts w:ascii="Bookman Old Style" w:hAnsi="Bookman Old Style" w:cs="Tahoma"/>
          <w:sz w:val="22"/>
          <w:szCs w:val="22"/>
        </w:rPr>
        <w:t>.</w:t>
      </w:r>
    </w:p>
    <w:p w:rsidR="000F4B43" w:rsidRPr="005D3228" w:rsidRDefault="000F4B43" w:rsidP="000F4B43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4909693" wp14:editId="19ED6C35">
                <wp:extent cx="6343200" cy="828000"/>
                <wp:effectExtent l="0" t="0" r="19685" b="10795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200" cy="828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B43" w:rsidRPr="00930910" w:rsidRDefault="000F4B43" w:rsidP="000F4B43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909693" id="Zone de texte 7" o:spid="_x0000_s1027" type="#_x0000_t202" style="width:499.4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" fillcolor="#deeaf6 [660]" strokeweight="1.5pt">
                <v:fill opacity="32896f"/>
                <v:textbox>
                  <w:txbxContent>
                    <w:p w:rsidR="000F4B43" w:rsidRPr="00930910" w:rsidRDefault="000F4B43" w:rsidP="000F4B43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F4B43" w:rsidRPr="005D3228" w:rsidRDefault="000F4B43" w:rsidP="000F4B43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0E1400" w:rsidRPr="005D3228" w:rsidRDefault="00930910" w:rsidP="002C7BBD">
      <w:pPr>
        <w:pStyle w:val="Paragraphedeliste"/>
        <w:numPr>
          <w:ilvl w:val="0"/>
          <w:numId w:val="14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Utiliser les </w:t>
      </w:r>
      <w:r w:rsidR="0096655A" w:rsidRPr="005D3228">
        <w:rPr>
          <w:rFonts w:ascii="Bookman Old Style" w:hAnsi="Bookman Old Style" w:cs="Tahoma"/>
          <w:sz w:val="22"/>
          <w:szCs w:val="22"/>
        </w:rPr>
        <w:t>fonctions précédentes</w:t>
      </w:r>
      <w:r w:rsidRPr="005D3228">
        <w:rPr>
          <w:rFonts w:ascii="Bookman Old Style" w:hAnsi="Bookman Old Style" w:cs="Tahoma"/>
          <w:sz w:val="22"/>
          <w:szCs w:val="22"/>
        </w:rPr>
        <w:t xml:space="preserve"> pour</w:t>
      </w:r>
      <w:r w:rsidR="0096655A" w:rsidRPr="005D3228">
        <w:rPr>
          <w:rFonts w:ascii="Bookman Old Style" w:hAnsi="Bookman Old Style" w:cs="Tahoma"/>
          <w:sz w:val="22"/>
          <w:szCs w:val="22"/>
        </w:rPr>
        <w:t xml:space="preserve"> calculer l</w:t>
      </w:r>
      <w:r w:rsidRPr="005D3228">
        <w:rPr>
          <w:rFonts w:ascii="Bookman Old Style" w:hAnsi="Bookman Old Style" w:cs="Tahoma"/>
          <w:sz w:val="22"/>
          <w:szCs w:val="22"/>
        </w:rPr>
        <w:t xml:space="preserve">es </w:t>
      </w:r>
      <w:r w:rsidR="0096655A" w:rsidRPr="005D3228">
        <w:rPr>
          <w:rFonts w:ascii="Bookman Old Style" w:hAnsi="Bookman Old Style" w:cs="Tahoma"/>
          <w:sz w:val="22"/>
          <w:szCs w:val="22"/>
        </w:rPr>
        <w:t>expression</w:t>
      </w:r>
      <w:r w:rsidRPr="005D3228">
        <w:rPr>
          <w:rFonts w:ascii="Bookman Old Style" w:hAnsi="Bookman Old Style" w:cs="Tahoma"/>
          <w:sz w:val="22"/>
          <w:szCs w:val="22"/>
        </w:rPr>
        <w:t>s</w:t>
      </w:r>
      <w:r w:rsidR="000E1400" w:rsidRPr="005D3228">
        <w:rPr>
          <w:rFonts w:ascii="Bookman Old Style" w:hAnsi="Bookman Old Style" w:cs="Tahoma"/>
          <w:sz w:val="22"/>
          <w:szCs w:val="22"/>
        </w:rPr>
        <w:t> :</w:t>
      </w:r>
    </w:p>
    <w:p w:rsidR="00930910" w:rsidRDefault="002C7BBD" w:rsidP="002C7BBD">
      <w:pPr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A =</w:t>
      </w:r>
      <w:r w:rsidR="00930910" w:rsidRPr="005D3228">
        <w:rPr>
          <w:rFonts w:ascii="Bookman Old Style" w:hAnsi="Bookman Old Style" w:cs="Tahoma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6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</m:oMath>
      <w:r w:rsidR="00930910" w:rsidRPr="005D3228">
        <w:rPr>
          <w:rFonts w:ascii="Bookman Old Style" w:hAnsi="Bookman Old Style" w:cs="Tahoma"/>
          <w:sz w:val="22"/>
          <w:szCs w:val="22"/>
        </w:rPr>
        <w:t> </w:t>
      </w:r>
      <w:r w:rsidR="000E1400" w:rsidRPr="005D3228">
        <w:rPr>
          <w:rFonts w:ascii="Bookman Old Style" w:hAnsi="Bookman Old Style" w:cs="Tahoma"/>
          <w:sz w:val="22"/>
          <w:szCs w:val="22"/>
        </w:rPr>
        <w:tab/>
      </w:r>
      <w:r w:rsidRPr="005D3228">
        <w:rPr>
          <w:rFonts w:ascii="Bookman Old Style" w:hAnsi="Bookman Old Style" w:cs="Tahoma"/>
          <w:sz w:val="22"/>
          <w:szCs w:val="22"/>
        </w:rPr>
        <w:t>;</w:t>
      </w:r>
      <w:r w:rsidRPr="005D3228">
        <w:rPr>
          <w:rFonts w:ascii="Bookman Old Style" w:hAnsi="Bookman Old Style" w:cs="Tahoma"/>
          <w:sz w:val="22"/>
          <w:szCs w:val="22"/>
        </w:rPr>
        <w:tab/>
        <w:t xml:space="preserve">B = 2 +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4</m:t>
            </m:r>
          </m:den>
        </m:f>
      </m:oMath>
      <w:r w:rsidR="000E1400" w:rsidRPr="005D3228">
        <w:rPr>
          <w:rFonts w:ascii="Bookman Old Style" w:hAnsi="Bookman Old Style" w:cs="Tahoma"/>
          <w:sz w:val="22"/>
          <w:szCs w:val="22"/>
        </w:rPr>
        <w:tab/>
      </w:r>
      <w:r w:rsidRPr="005D3228">
        <w:rPr>
          <w:rFonts w:ascii="Bookman Old Style" w:hAnsi="Bookman Old Style" w:cs="Tahoma"/>
          <w:sz w:val="22"/>
          <w:szCs w:val="22"/>
        </w:rPr>
        <w:t>;</w:t>
      </w:r>
      <w:r w:rsidRPr="005D3228">
        <w:rPr>
          <w:rFonts w:ascii="Bookman Old Style" w:hAnsi="Bookman Old Style" w:cs="Tahoma"/>
          <w:sz w:val="22"/>
          <w:szCs w:val="22"/>
        </w:rPr>
        <w:tab/>
        <w:t>C</w:t>
      </w:r>
      <w:r w:rsidR="000E1400" w:rsidRPr="005D3228">
        <w:rPr>
          <w:rFonts w:ascii="Bookman Old Style" w:hAnsi="Bookman Old Style" w:cs="Tahoma"/>
          <w:sz w:val="22"/>
          <w:szCs w:val="22"/>
        </w:rPr>
        <w:t xml:space="preserve"> = </w:t>
      </w:r>
      <m:oMath>
        <m:d>
          <m:d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2</m:t>
                </m:r>
              </m:den>
            </m:f>
            <m:r>
              <w:rPr>
                <w:rFonts w:ascii="Cambria Math" w:hAnsi="Cambria Math" w:cs="Tahoma"/>
                <w:sz w:val="22"/>
                <w:szCs w:val="22"/>
              </w:rPr>
              <m:t>+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5</m:t>
                </m:r>
              </m:den>
            </m:f>
          </m:e>
        </m:d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  <w:r w:rsidR="002E52C4">
        <w:rPr>
          <w:rFonts w:ascii="Bookman Old Style" w:hAnsi="Bookman Old Style" w:cs="Tahoma"/>
          <w:sz w:val="22"/>
          <w:szCs w:val="22"/>
        </w:rPr>
        <w:tab/>
      </w:r>
      <w:r w:rsidR="002E52C4" w:rsidRPr="005D3228">
        <w:rPr>
          <w:rFonts w:ascii="Bookman Old Style" w:hAnsi="Bookman Old Style" w:cs="Tahoma"/>
          <w:sz w:val="22"/>
          <w:szCs w:val="22"/>
        </w:rPr>
        <w:t>;</w:t>
      </w:r>
      <w:r w:rsidR="002E52C4" w:rsidRPr="005D3228">
        <w:rPr>
          <w:rFonts w:ascii="Bookman Old Style" w:hAnsi="Bookman Old Style" w:cs="Tahoma"/>
          <w:sz w:val="22"/>
          <w:szCs w:val="22"/>
        </w:rPr>
        <w:tab/>
      </w:r>
      <w:r w:rsidR="002E52C4">
        <w:rPr>
          <w:rFonts w:ascii="Bookman Old Style" w:hAnsi="Bookman Old Style" w:cs="Tahoma"/>
          <w:sz w:val="22"/>
          <w:szCs w:val="22"/>
        </w:rPr>
        <w:t>D</w:t>
      </w:r>
      <w:r w:rsidR="002E52C4" w:rsidRPr="005D3228">
        <w:rPr>
          <w:rFonts w:ascii="Bookman Old Style" w:hAnsi="Bookman Old Style" w:cs="Tahom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</w:p>
    <w:p w:rsidR="00F0128E" w:rsidRDefault="00F0128E">
      <w:pPr>
        <w:rPr>
          <w:rFonts w:ascii="Bookman Old Style" w:hAnsi="Bookman Old Style" w:cs="Tahoma"/>
          <w:sz w:val="22"/>
          <w:szCs w:val="22"/>
        </w:rPr>
      </w:pPr>
      <w:r w:rsidRPr="005D3228">
        <w:rPr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-97538</wp:posOffset>
            </wp:positionH>
            <wp:positionV relativeFrom="paragraph">
              <wp:posOffset>74259</wp:posOffset>
            </wp:positionV>
            <wp:extent cx="6280030" cy="1488440"/>
            <wp:effectExtent l="0" t="0" r="698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5037" cy="1499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 w:cs="Tahoma"/>
          <w:sz w:val="22"/>
          <w:szCs w:val="22"/>
        </w:rPr>
        <w:br w:type="page"/>
      </w:r>
    </w:p>
    <w:p w:rsidR="009A26A1" w:rsidRPr="005D3228" w:rsidRDefault="00F226C9" w:rsidP="0009578C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B3184" wp14:editId="40175F0F">
                <wp:simplePos x="0" y="0"/>
                <wp:positionH relativeFrom="column">
                  <wp:posOffset>-514985</wp:posOffset>
                </wp:positionH>
                <wp:positionV relativeFrom="paragraph">
                  <wp:posOffset>18044</wp:posOffset>
                </wp:positionV>
                <wp:extent cx="6858000" cy="0"/>
                <wp:effectExtent l="0" t="0" r="19050" b="19050"/>
                <wp:wrapNone/>
                <wp:docPr id="1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A8548" id="Line 1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0.55pt,1.4pt" to="499.4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blAGgIAADQ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"/>
            </w:pict>
          </mc:Fallback>
        </mc:AlternateContent>
      </w:r>
    </w:p>
    <w:p w:rsidR="009A26A1" w:rsidRPr="005D3228" w:rsidRDefault="009A26A1" w:rsidP="009A26A1">
      <w:pPr>
        <w:spacing w:line="360" w:lineRule="auto"/>
        <w:ind w:left="-540" w:right="-851"/>
        <w:rPr>
          <w:rFonts w:ascii="Bookman Old Style" w:hAnsi="Bookman Old Style" w:cs="Tahoma"/>
          <w:b/>
          <w:color w:val="FF0000"/>
          <w:sz w:val="22"/>
          <w:szCs w:val="22"/>
          <w:u w:val="single"/>
        </w:rPr>
      </w:pPr>
      <w:r w:rsidRPr="005D3228">
        <w:rPr>
          <w:rFonts w:ascii="Bookman Old Style" w:hAnsi="Bookman Old Style" w:cs="Tahoma"/>
          <w:b/>
          <w:color w:val="FF0000"/>
          <w:sz w:val="22"/>
          <w:szCs w:val="22"/>
          <w:u w:val="single"/>
        </w:rPr>
        <w:t>2/ Simplification d’une fraction</w:t>
      </w:r>
      <w:r w:rsidRPr="005D3228">
        <w:rPr>
          <w:rFonts w:ascii="Bookman Old Style" w:hAnsi="Bookman Old Style" w:cs="Tahoma"/>
          <w:b/>
          <w:color w:val="FF0000"/>
          <w:sz w:val="22"/>
          <w:szCs w:val="22"/>
        </w:rPr>
        <w:t> :</w:t>
      </w:r>
    </w:p>
    <w:p w:rsidR="00013A5C" w:rsidRDefault="00013A5C" w:rsidP="009A26A1">
      <w:pPr>
        <w:pStyle w:val="Paragraphedeliste"/>
        <w:numPr>
          <w:ilvl w:val="0"/>
          <w:numId w:val="15"/>
        </w:numPr>
        <w:ind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On appelle 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« PGCD » de deux nombres entiers </w:t>
      </w:r>
      <w:r>
        <w:rPr>
          <w:rFonts w:ascii="Bookman Old Style" w:hAnsi="Bookman Old Style" w:cs="Tahoma"/>
          <w:sz w:val="22"/>
          <w:szCs w:val="22"/>
        </w:rPr>
        <w:t xml:space="preserve">le plus grand diviseur commun à ces nombres. </w:t>
      </w:r>
    </w:p>
    <w:p w:rsidR="00013A5C" w:rsidRDefault="00013A5C" w:rsidP="00013A5C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Par exemple, PGCD(</w:t>
      </w:r>
      <w:r w:rsidR="00E905F3">
        <w:rPr>
          <w:rFonts w:ascii="Bookman Old Style" w:hAnsi="Bookman Old Style" w:cs="Tahoma"/>
          <w:sz w:val="22"/>
          <w:szCs w:val="22"/>
        </w:rPr>
        <w:t>27</w:t>
      </w:r>
      <w:r>
        <w:rPr>
          <w:rFonts w:ascii="Bookman Old Style" w:hAnsi="Bookman Old Style" w:cs="Tahoma"/>
          <w:sz w:val="22"/>
          <w:szCs w:val="22"/>
        </w:rPr>
        <w:t xml:space="preserve"> ; </w:t>
      </w:r>
      <w:r w:rsidR="00E905F3">
        <w:rPr>
          <w:rFonts w:ascii="Bookman Old Style" w:hAnsi="Bookman Old Style" w:cs="Tahoma"/>
          <w:sz w:val="22"/>
          <w:szCs w:val="22"/>
        </w:rPr>
        <w:t>18</w:t>
      </w:r>
      <w:r>
        <w:rPr>
          <w:rFonts w:ascii="Bookman Old Style" w:hAnsi="Bookman Old Style" w:cs="Tahoma"/>
          <w:sz w:val="22"/>
          <w:szCs w:val="22"/>
        </w:rPr>
        <w:t xml:space="preserve">)  = 9 </w:t>
      </w:r>
      <w:r w:rsidR="00E25E36">
        <w:rPr>
          <w:rFonts w:ascii="Bookman Old Style" w:hAnsi="Bookman Old Style" w:cs="Tahoma"/>
          <w:sz w:val="22"/>
          <w:szCs w:val="22"/>
        </w:rPr>
        <w:t>et</w:t>
      </w:r>
      <w:bookmarkStart w:id="0" w:name="_GoBack"/>
      <w:bookmarkEnd w:id="0"/>
      <w:r>
        <w:rPr>
          <w:rFonts w:ascii="Bookman Old Style" w:hAnsi="Bookman Old Style" w:cs="Tahoma"/>
          <w:sz w:val="22"/>
          <w:szCs w:val="22"/>
        </w:rPr>
        <w:t xml:space="preserve"> PGCD(30 ; 56) = 6.</w:t>
      </w:r>
    </w:p>
    <w:p w:rsidR="009A26A1" w:rsidRDefault="00013A5C" w:rsidP="00E905F3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 xml:space="preserve">Quelle </w:t>
      </w:r>
      <w:r w:rsidR="00805492" w:rsidRPr="005D3228">
        <w:rPr>
          <w:rFonts w:ascii="Bookman Old Style" w:hAnsi="Bookman Old Style" w:cs="Tahoma"/>
          <w:sz w:val="22"/>
          <w:szCs w:val="22"/>
        </w:rPr>
        <w:t>utilisation peut</w:t>
      </w:r>
      <w:r w:rsidR="00E905F3">
        <w:rPr>
          <w:rFonts w:ascii="Bookman Old Style" w:hAnsi="Bookman Old Style" w:cs="Tahoma"/>
          <w:sz w:val="22"/>
          <w:szCs w:val="22"/>
        </w:rPr>
        <w:t>-on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 en faire </w:t>
      </w:r>
      <w:r w:rsidR="00360F9E">
        <w:rPr>
          <w:rFonts w:ascii="Bookman Old Style" w:hAnsi="Bookman Old Style" w:cs="Tahoma"/>
          <w:sz w:val="22"/>
          <w:szCs w:val="22"/>
        </w:rPr>
        <w:t>avec une fraction</w:t>
      </w:r>
      <w:r w:rsidR="00E905F3">
        <w:rPr>
          <w:rFonts w:ascii="Bookman Old Style" w:hAnsi="Bookman Old Style" w:cs="Tahoma"/>
          <w:sz w:val="22"/>
          <w:szCs w:val="22"/>
        </w:rPr>
        <w:t> ?</w:t>
      </w:r>
    </w:p>
    <w:p w:rsidR="005D3228" w:rsidRDefault="00013A5C" w:rsidP="005D3228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308B2E16" wp14:editId="6673D430">
                <wp:extent cx="6236335" cy="713629"/>
                <wp:effectExtent l="0" t="0" r="12065" b="10795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335" cy="71362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3A5C" w:rsidRPr="005B2A3F" w:rsidRDefault="00013A5C" w:rsidP="00013A5C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8B2E16" id="Zone de texte 6" o:spid="_x0000_s1028" type="#_x0000_t202" style="width:491.05pt;height:5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" fillcolor="white [3201]" strokecolor="black [3200]" strokeweight="1pt">
                <v:textbox>
                  <w:txbxContent>
                    <w:p w:rsidR="00013A5C" w:rsidRPr="005B2A3F" w:rsidRDefault="00013A5C" w:rsidP="00013A5C">
                      <w:pPr>
                        <w:rPr>
                          <w:rFonts w:ascii="Consolas" w:hAnsi="Consolas"/>
                          <w:sz w:val="22"/>
                          <w:szCs w:val="22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D3228" w:rsidRPr="005D3228" w:rsidRDefault="005D3228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805492" w:rsidRPr="005D3228" w:rsidRDefault="00805492" w:rsidP="007328AB">
      <w:pPr>
        <w:pStyle w:val="Paragraphedeliste"/>
        <w:numPr>
          <w:ilvl w:val="0"/>
          <w:numId w:val="15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>La fonction ci-dessous permet de déterminer le PGCD de deux nombres.</w:t>
      </w:r>
    </w:p>
    <w:p w:rsidR="00805492" w:rsidRPr="005D3228" w:rsidRDefault="00805492" w:rsidP="007328AB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DFCBA25" wp14:editId="137E0D2A">
                <wp:extent cx="6236898" cy="779228"/>
                <wp:effectExtent l="0" t="0" r="12065" b="20955"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898" cy="7792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30DE" w:rsidRPr="007630DE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>def pgcd(a,b):</w:t>
                            </w:r>
                          </w:p>
                          <w:p w:rsidR="007630DE" w:rsidRPr="007630DE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while a%b != 0:  #a%b retourne le reste de la division entière de a par b</w:t>
                            </w:r>
                          </w:p>
                          <w:p w:rsidR="007630DE" w:rsidRPr="007630DE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   a,b = b,a%b   #PCDG(a,b)=PGCD(b,Reste de la division entière de a par b</w:t>
                            </w:r>
                          </w:p>
                          <w:p w:rsidR="00805492" w:rsidRPr="00930910" w:rsidRDefault="007630DE" w:rsidP="007630DE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  <w:r w:rsidRPr="007630DE"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  <w:t xml:space="preserve">   return(b)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FCBA25" id="Zone de texte 21" o:spid="_x0000_s1029" type="#_x0000_t202" style="width:491.1pt;height:6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" fillcolor="#deeaf6 [660]" strokeweight="1.5pt">
                <v:fill opacity="32896f"/>
                <v:textbox>
                  <w:txbxContent>
                    <w:p w:rsidR="007630DE" w:rsidRPr="007630DE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def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pgcd(</w:t>
                      </w:r>
                      <w:proofErr w:type="spellStart"/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a,b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):</w:t>
                      </w:r>
                    </w:p>
                    <w:p w:rsidR="007630DE" w:rsidRPr="007630DE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while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a%b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!= 0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:  #</w:t>
                      </w:r>
                      <w:proofErr w:type="spellStart"/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a%b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retourne le reste de la division entière de a par b</w:t>
                      </w:r>
                    </w:p>
                    <w:p w:rsidR="007630DE" w:rsidRPr="007630DE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  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,b</w:t>
                      </w:r>
                      <w:proofErr w:type="spellEnd"/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= 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b,a%b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#PCDG(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a,b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)=PGCD(</w:t>
                      </w:r>
                      <w:proofErr w:type="spell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b,Reste</w:t>
                      </w:r>
                      <w:proofErr w:type="spell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de la division entière de a par b</w:t>
                      </w:r>
                    </w:p>
                    <w:p w:rsidR="00805492" w:rsidRPr="00930910" w:rsidRDefault="007630DE" w:rsidP="007630DE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 xml:space="preserve">   </w:t>
                      </w:r>
                      <w:proofErr w:type="gramStart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return(</w:t>
                      </w:r>
                      <w:proofErr w:type="gramEnd"/>
                      <w:r w:rsidRPr="007630DE">
                        <w:rPr>
                          <w:rFonts w:ascii="Consolas" w:hAnsi="Consolas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492" w:rsidRPr="005D3228" w:rsidRDefault="005D3228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Saisir cette fonction puis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 déterminer :</w:t>
      </w:r>
    </w:p>
    <w:p w:rsidR="00805492" w:rsidRDefault="00C83D82" w:rsidP="005D3228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>
        <w:rPr>
          <w:rFonts w:ascii="Bookman Old Style" w:hAnsi="Bookman Old Style" w:cs="Tahoma"/>
          <w:sz w:val="22"/>
          <w:szCs w:val="22"/>
        </w:rPr>
        <w:t>PGCD(45</w:t>
      </w:r>
      <w:r w:rsidR="00805492" w:rsidRPr="005D3228">
        <w:rPr>
          <w:rFonts w:ascii="Bookman Old Style" w:hAnsi="Bookman Old Style" w:cs="Tahoma"/>
          <w:sz w:val="22"/>
          <w:szCs w:val="22"/>
        </w:rPr>
        <w:t xml:space="preserve"> ; </w:t>
      </w:r>
      <w:r>
        <w:rPr>
          <w:rFonts w:ascii="Bookman Old Style" w:hAnsi="Bookman Old Style" w:cs="Tahoma"/>
          <w:sz w:val="22"/>
          <w:szCs w:val="22"/>
        </w:rPr>
        <w:t>6</w:t>
      </w:r>
      <w:r w:rsidR="00805492" w:rsidRPr="005D3228">
        <w:rPr>
          <w:rFonts w:ascii="Bookman Old Style" w:hAnsi="Bookman Old Style" w:cs="Tahoma"/>
          <w:sz w:val="22"/>
          <w:szCs w:val="22"/>
        </w:rPr>
        <w:t>0), PGCD(231 ; 360) et PGCD(1728 ; 1260).</w:t>
      </w:r>
    </w:p>
    <w:p w:rsidR="005D3228" w:rsidRPr="005D3228" w:rsidRDefault="005D3228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noProof/>
          <w:sz w:val="22"/>
          <w:szCs w:val="22"/>
        </w:rPr>
        <w:drawing>
          <wp:inline distT="0" distB="0" distL="0" distR="0" wp14:anchorId="7C8C32BB" wp14:editId="298331DC">
            <wp:extent cx="6236335" cy="1518249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8855" cy="153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492" w:rsidRPr="005D3228" w:rsidRDefault="00805492" w:rsidP="0080549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805492" w:rsidRPr="00786C6B" w:rsidRDefault="00AB3F82" w:rsidP="007328AB">
      <w:pPr>
        <w:pStyle w:val="Paragraphedeliste"/>
        <w:numPr>
          <w:ilvl w:val="0"/>
          <w:numId w:val="15"/>
        </w:numPr>
        <w:ind w:right="-851"/>
        <w:rPr>
          <w:rFonts w:ascii="Bookman Old Style" w:hAnsi="Bookman Old Style" w:cs="Tahoma"/>
          <w:sz w:val="22"/>
          <w:szCs w:val="22"/>
        </w:rPr>
      </w:pPr>
      <w:r w:rsidRPr="00786C6B">
        <w:rPr>
          <w:rFonts w:ascii="Bookman Old Style" w:hAnsi="Bookman Old Style" w:cs="Tahoma"/>
          <w:sz w:val="22"/>
          <w:szCs w:val="22"/>
        </w:rPr>
        <w:t xml:space="preserve">Ecrire une fonction </w:t>
      </w:r>
      <w:r w:rsidR="00786C6B" w:rsidRPr="00786C6B">
        <w:rPr>
          <w:rFonts w:ascii="Consolas" w:hAnsi="Consolas" w:cs="Tahoma"/>
          <w:sz w:val="22"/>
          <w:szCs w:val="22"/>
        </w:rPr>
        <w:t>frac_irred</w:t>
      </w:r>
      <w:r w:rsidRPr="00786C6B">
        <w:rPr>
          <w:rFonts w:ascii="Bookman Old Style" w:hAnsi="Bookman Old Style" w:cs="Tahoma"/>
          <w:i/>
          <w:sz w:val="22"/>
          <w:szCs w:val="22"/>
        </w:rPr>
        <w:t xml:space="preserve"> </w:t>
      </w:r>
      <w:r w:rsidR="003337E9" w:rsidRPr="00786C6B">
        <w:rPr>
          <w:rFonts w:ascii="Bookman Old Style" w:hAnsi="Bookman Old Style" w:cs="Tahoma"/>
          <w:sz w:val="22"/>
          <w:szCs w:val="22"/>
        </w:rPr>
        <w:t xml:space="preserve">qui </w:t>
      </w:r>
      <w:r w:rsidR="00786C6B" w:rsidRPr="00786C6B">
        <w:rPr>
          <w:rFonts w:ascii="Bookman Old Style" w:hAnsi="Bookman Old Style" w:cs="Tahoma"/>
          <w:sz w:val="22"/>
          <w:szCs w:val="22"/>
        </w:rPr>
        <w:t xml:space="preserve">prend en argument une fraction f et </w:t>
      </w:r>
      <w:r w:rsidR="003337E9" w:rsidRPr="00786C6B">
        <w:rPr>
          <w:rFonts w:ascii="Bookman Old Style" w:hAnsi="Bookman Old Style" w:cs="Tahoma"/>
          <w:sz w:val="22"/>
          <w:szCs w:val="22"/>
        </w:rPr>
        <w:t>utilise la</w:t>
      </w:r>
      <w:r w:rsidRPr="00786C6B">
        <w:rPr>
          <w:rFonts w:ascii="Bookman Old Style" w:hAnsi="Bookman Old Style" w:cs="Tahoma"/>
          <w:sz w:val="22"/>
          <w:szCs w:val="22"/>
        </w:rPr>
        <w:t xml:space="preserve"> fonction </w:t>
      </w:r>
      <w:r w:rsidRPr="00786C6B">
        <w:rPr>
          <w:rFonts w:ascii="Consolas" w:hAnsi="Consolas" w:cs="Tahoma"/>
          <w:sz w:val="22"/>
          <w:szCs w:val="22"/>
        </w:rPr>
        <w:t>pgcd(a,b)</w:t>
      </w:r>
      <w:r w:rsidR="00786C6B" w:rsidRPr="00786C6B">
        <w:rPr>
          <w:rFonts w:ascii="Bookman Old Style" w:hAnsi="Bookman Old Style" w:cs="Tahoma"/>
          <w:sz w:val="22"/>
          <w:szCs w:val="22"/>
        </w:rPr>
        <w:t xml:space="preserve"> pour retourner la</w:t>
      </w:r>
      <w:r w:rsidR="00786C6B">
        <w:rPr>
          <w:rFonts w:ascii="Bookman Old Style" w:hAnsi="Bookman Old Style" w:cs="Tahoma"/>
          <w:sz w:val="22"/>
          <w:szCs w:val="22"/>
        </w:rPr>
        <w:t xml:space="preserve"> </w:t>
      </w:r>
      <w:r w:rsidRPr="00786C6B">
        <w:rPr>
          <w:rFonts w:ascii="Bookman Old Style" w:hAnsi="Bookman Old Style" w:cs="Tahoma"/>
          <w:sz w:val="22"/>
          <w:szCs w:val="22"/>
        </w:rPr>
        <w:t xml:space="preserve">fraction </w:t>
      </w:r>
      <w:r w:rsidR="003337E9" w:rsidRPr="00786C6B">
        <w:rPr>
          <w:rFonts w:ascii="Bookman Old Style" w:hAnsi="Bookman Old Style" w:cs="Tahoma"/>
          <w:sz w:val="22"/>
          <w:szCs w:val="22"/>
        </w:rPr>
        <w:t xml:space="preserve">f </w:t>
      </w:r>
      <w:r w:rsidRPr="00786C6B">
        <w:rPr>
          <w:rFonts w:ascii="Bookman Old Style" w:hAnsi="Bookman Old Style" w:cs="Tahoma"/>
          <w:sz w:val="22"/>
          <w:szCs w:val="22"/>
        </w:rPr>
        <w:t>sous forme irréductible.</w:t>
      </w:r>
    </w:p>
    <w:p w:rsidR="00AB3F82" w:rsidRPr="005D3228" w:rsidRDefault="00AB3F82" w:rsidP="00AB3F8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5420078D" wp14:editId="6BCE9977">
                <wp:extent cx="6236335" cy="828000"/>
                <wp:effectExtent l="0" t="0" r="12065" b="10795"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335" cy="828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F82" w:rsidRPr="00930910" w:rsidRDefault="00AB3F82" w:rsidP="00AB3F82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20078D" id="Zone de texte 22" o:spid="_x0000_s1030" type="#_x0000_t202" style="width:491.0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" fillcolor="#deeaf6 [660]" strokeweight="1.5pt">
                <v:fill opacity="32896f"/>
                <v:textbox>
                  <w:txbxContent>
                    <w:p w:rsidR="00AB3F82" w:rsidRPr="00930910" w:rsidRDefault="00AB3F82" w:rsidP="00AB3F82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B3F82" w:rsidRPr="005D3228" w:rsidRDefault="00AB3F82" w:rsidP="00AB3F82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AB3F82" w:rsidRPr="005D3228" w:rsidRDefault="00AB3F82" w:rsidP="00AB3F82">
      <w:pPr>
        <w:pStyle w:val="Paragraphedeliste"/>
        <w:numPr>
          <w:ilvl w:val="0"/>
          <w:numId w:val="15"/>
        </w:numPr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sz w:val="22"/>
          <w:szCs w:val="22"/>
        </w:rPr>
        <w:t xml:space="preserve">Ecrire les fonctions </w:t>
      </w:r>
      <w:r w:rsidRPr="007328AB">
        <w:rPr>
          <w:rFonts w:ascii="Consolas" w:hAnsi="Consolas" w:cs="Tahoma"/>
          <w:sz w:val="22"/>
          <w:szCs w:val="22"/>
        </w:rPr>
        <w:t>somme_frac</w:t>
      </w:r>
      <w:r w:rsidR="00DE2288" w:rsidRPr="007328AB">
        <w:rPr>
          <w:rFonts w:ascii="Consolas" w:hAnsi="Consolas" w:cs="Tahoma"/>
          <w:sz w:val="22"/>
          <w:szCs w:val="22"/>
        </w:rPr>
        <w:t>_simp</w:t>
      </w:r>
      <w:r w:rsidR="00786C6B">
        <w:rPr>
          <w:rFonts w:ascii="Consolas" w:hAnsi="Consolas" w:cs="Tahoma"/>
          <w:sz w:val="22"/>
          <w:szCs w:val="22"/>
        </w:rPr>
        <w:t xml:space="preserve"> </w:t>
      </w:r>
      <w:r w:rsidRPr="005D3228">
        <w:rPr>
          <w:rFonts w:ascii="Bookman Old Style" w:hAnsi="Bookman Old Style" w:cs="Tahoma"/>
          <w:sz w:val="22"/>
          <w:szCs w:val="22"/>
        </w:rPr>
        <w:t xml:space="preserve">et </w:t>
      </w:r>
      <w:r w:rsidRPr="009F10E9">
        <w:rPr>
          <w:rFonts w:ascii="Consolas" w:hAnsi="Consolas" w:cs="Tahoma"/>
          <w:sz w:val="22"/>
          <w:szCs w:val="22"/>
        </w:rPr>
        <w:t>prod_frac_</w:t>
      </w:r>
      <w:r w:rsidR="00DE2288" w:rsidRPr="009F10E9">
        <w:rPr>
          <w:rFonts w:ascii="Consolas" w:hAnsi="Consolas" w:cs="Tahoma"/>
          <w:sz w:val="22"/>
          <w:szCs w:val="22"/>
        </w:rPr>
        <w:t>simp</w:t>
      </w:r>
      <w:r w:rsidRPr="005D3228">
        <w:rPr>
          <w:rFonts w:ascii="Bookman Old Style" w:hAnsi="Bookman Old Style" w:cs="Tahoma"/>
          <w:i/>
          <w:sz w:val="22"/>
          <w:szCs w:val="22"/>
        </w:rPr>
        <w:t xml:space="preserve"> </w:t>
      </w:r>
      <w:r w:rsidRPr="005D3228">
        <w:rPr>
          <w:rFonts w:ascii="Bookman Old Style" w:hAnsi="Bookman Old Style" w:cs="Tahoma"/>
          <w:sz w:val="22"/>
          <w:szCs w:val="22"/>
        </w:rPr>
        <w:t>qui retourne</w:t>
      </w:r>
      <w:r w:rsidR="00E25E36">
        <w:rPr>
          <w:rFonts w:ascii="Bookman Old Style" w:hAnsi="Bookman Old Style" w:cs="Tahoma"/>
          <w:sz w:val="22"/>
          <w:szCs w:val="22"/>
        </w:rPr>
        <w:t>nt</w:t>
      </w:r>
      <w:r w:rsidRPr="005D3228">
        <w:rPr>
          <w:rFonts w:ascii="Bookman Old Style" w:hAnsi="Bookman Old Style" w:cs="Tahoma"/>
          <w:sz w:val="22"/>
          <w:szCs w:val="22"/>
        </w:rPr>
        <w:t xml:space="preserve"> la somme et le produit sous forme irréductible.</w:t>
      </w:r>
    </w:p>
    <w:p w:rsidR="00AB3F82" w:rsidRPr="005D3228" w:rsidRDefault="00AB3F82" w:rsidP="00E955CA">
      <w:pPr>
        <w:pStyle w:val="Paragraphedeliste"/>
        <w:spacing w:line="360" w:lineRule="auto"/>
        <w:ind w:left="-180"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rFonts w:ascii="Bookman Old Style" w:hAnsi="Bookman Old Style" w:cs="Tahoma"/>
          <w:noProof/>
          <w:sz w:val="22"/>
          <w:szCs w:val="22"/>
        </w:rPr>
        <mc:AlternateContent>
          <mc:Choice Requires="wps">
            <w:drawing>
              <wp:inline distT="0" distB="0" distL="0" distR="0" wp14:anchorId="602DEB6E" wp14:editId="5CADC881">
                <wp:extent cx="6236335" cy="828000"/>
                <wp:effectExtent l="0" t="0" r="12065" b="10795"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335" cy="828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000"/>
                          </a:schemeClr>
                        </a:solidFill>
                        <a:ln w="19050"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  <a:effectLst>
                          <a:softEdge rad="381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F82" w:rsidRPr="00930910" w:rsidRDefault="00AB3F82" w:rsidP="00AB3F82">
                            <w:pPr>
                              <w:rPr>
                                <w:rFonts w:ascii="Consolas" w:hAnsi="Consola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2DEB6E" id="Zone de texte 24" o:spid="_x0000_s1031" type="#_x0000_t202" style="width:491.05pt;height:6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" fillcolor="#deeaf6 [660]" strokeweight="1.5pt">
                <v:fill opacity="32896f"/>
                <v:textbox>
                  <w:txbxContent>
                    <w:p w:rsidR="00AB3F82" w:rsidRPr="00930910" w:rsidRDefault="00AB3F82" w:rsidP="00AB3F82">
                      <w:pPr>
                        <w:rPr>
                          <w:rFonts w:ascii="Consolas" w:hAnsi="Consolas"/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D3228">
        <w:rPr>
          <w:rFonts w:ascii="Bookman Old Style" w:hAnsi="Bookman Old Style" w:cs="Tahoma"/>
          <w:sz w:val="22"/>
          <w:szCs w:val="22"/>
        </w:rPr>
        <w:tab/>
      </w:r>
    </w:p>
    <w:p w:rsidR="00AB3F82" w:rsidRPr="005D3228" w:rsidRDefault="003D7CC0" w:rsidP="00983F16">
      <w:pPr>
        <w:pStyle w:val="Paragraphedeliste"/>
        <w:numPr>
          <w:ilvl w:val="0"/>
          <w:numId w:val="15"/>
        </w:numPr>
        <w:spacing w:line="360" w:lineRule="auto"/>
        <w:ind w:right="-851"/>
        <w:rPr>
          <w:rFonts w:ascii="Bookman Old Style" w:hAnsi="Bookman Old Style" w:cs="Tahoma"/>
          <w:sz w:val="22"/>
          <w:szCs w:val="22"/>
        </w:rPr>
      </w:pPr>
      <w:r w:rsidRPr="005D3228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-114791</wp:posOffset>
            </wp:positionH>
            <wp:positionV relativeFrom="paragraph">
              <wp:posOffset>323850</wp:posOffset>
            </wp:positionV>
            <wp:extent cx="6236335" cy="1518920"/>
            <wp:effectExtent l="0" t="0" r="0" b="508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9330" cy="1522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E3C" w:rsidRPr="005D3228">
        <w:rPr>
          <w:rFonts w:ascii="Bookman Old Style" w:hAnsi="Bookman Old Style" w:cs="Tahoma"/>
          <w:sz w:val="22"/>
          <w:szCs w:val="22"/>
        </w:rPr>
        <w:t xml:space="preserve">Calculer </w:t>
      </w:r>
      <w:r w:rsidR="00F57B8F" w:rsidRPr="005D3228">
        <w:rPr>
          <w:rFonts w:ascii="Bookman Old Style" w:hAnsi="Bookman Old Style" w:cs="Tahoma"/>
          <w:sz w:val="22"/>
          <w:szCs w:val="22"/>
        </w:rPr>
        <w:t xml:space="preserve">A =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6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</m:oMath>
      <w:r w:rsidR="00F57B8F" w:rsidRPr="005D3228">
        <w:rPr>
          <w:rFonts w:ascii="Bookman Old Style" w:hAnsi="Bookman Old Style" w:cs="Tahoma"/>
          <w:sz w:val="22"/>
          <w:szCs w:val="22"/>
        </w:rPr>
        <w:t> </w:t>
      </w:r>
      <w:r w:rsidR="00F57B8F" w:rsidRPr="005D3228">
        <w:rPr>
          <w:rFonts w:ascii="Bookman Old Style" w:hAnsi="Bookman Old Style" w:cs="Tahoma"/>
          <w:sz w:val="22"/>
          <w:szCs w:val="22"/>
        </w:rPr>
        <w:tab/>
        <w:t>;</w:t>
      </w:r>
      <w:r w:rsidR="00F57B8F" w:rsidRPr="005D3228">
        <w:rPr>
          <w:rFonts w:ascii="Bookman Old Style" w:hAnsi="Bookman Old Style" w:cs="Tahoma"/>
          <w:sz w:val="22"/>
          <w:szCs w:val="22"/>
        </w:rPr>
        <w:tab/>
        <w:t xml:space="preserve">B = 2 +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4</m:t>
            </m:r>
          </m:den>
        </m:f>
      </m:oMath>
      <w:r w:rsidR="00F57B8F" w:rsidRPr="005D3228">
        <w:rPr>
          <w:rFonts w:ascii="Bookman Old Style" w:hAnsi="Bookman Old Style" w:cs="Tahoma"/>
          <w:sz w:val="22"/>
          <w:szCs w:val="22"/>
        </w:rPr>
        <w:tab/>
        <w:t>;</w:t>
      </w:r>
      <w:r w:rsidR="00F57B8F" w:rsidRPr="005D3228">
        <w:rPr>
          <w:rFonts w:ascii="Bookman Old Style" w:hAnsi="Bookman Old Style" w:cs="Tahoma"/>
          <w:sz w:val="22"/>
          <w:szCs w:val="22"/>
        </w:rPr>
        <w:tab/>
        <w:t xml:space="preserve">C = </w:t>
      </w:r>
      <m:oMath>
        <m:d>
          <m:d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2</m:t>
                </m:r>
              </m:den>
            </m:f>
            <m:r>
              <w:rPr>
                <w:rFonts w:ascii="Cambria Math" w:hAnsi="Cambria Math" w:cs="Tahoma"/>
                <w:sz w:val="22"/>
                <w:szCs w:val="22"/>
              </w:rPr>
              <m:t>+</m:t>
            </m:r>
            <m:f>
              <m:fPr>
                <m:ctrlPr>
                  <w:rPr>
                    <w:rFonts w:ascii="Cambria Math" w:hAnsi="Cambria Math" w:cs="Tahoma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Tahoma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 w:cs="Tahoma"/>
                    <w:sz w:val="22"/>
                    <w:szCs w:val="22"/>
                  </w:rPr>
                  <m:t>5</m:t>
                </m:r>
              </m:den>
            </m:f>
          </m:e>
        </m:d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  <w:r w:rsidR="00F57B8F">
        <w:rPr>
          <w:rFonts w:ascii="Bookman Old Style" w:hAnsi="Bookman Old Style" w:cs="Tahoma"/>
          <w:sz w:val="22"/>
          <w:szCs w:val="22"/>
        </w:rPr>
        <w:tab/>
      </w:r>
      <w:r w:rsidR="00F57B8F" w:rsidRPr="005D3228">
        <w:rPr>
          <w:rFonts w:ascii="Bookman Old Style" w:hAnsi="Bookman Old Style" w:cs="Tahoma"/>
          <w:sz w:val="22"/>
          <w:szCs w:val="22"/>
        </w:rPr>
        <w:t>;</w:t>
      </w:r>
      <w:r w:rsidR="00F57B8F" w:rsidRPr="005D3228">
        <w:rPr>
          <w:rFonts w:ascii="Bookman Old Style" w:hAnsi="Bookman Old Style" w:cs="Tahoma"/>
          <w:sz w:val="22"/>
          <w:szCs w:val="22"/>
        </w:rPr>
        <w:tab/>
      </w:r>
      <w:r w:rsidR="00F57B8F">
        <w:rPr>
          <w:rFonts w:ascii="Bookman Old Style" w:hAnsi="Bookman Old Style" w:cs="Tahoma"/>
          <w:sz w:val="22"/>
          <w:szCs w:val="22"/>
        </w:rPr>
        <w:t>D</w:t>
      </w:r>
      <w:r w:rsidR="00F57B8F" w:rsidRPr="005D3228">
        <w:rPr>
          <w:rFonts w:ascii="Bookman Old Style" w:hAnsi="Bookman Old Style" w:cs="Tahoma"/>
          <w:sz w:val="22"/>
          <w:szCs w:val="22"/>
        </w:rPr>
        <w:t xml:space="preserve"> = </w:t>
      </w:r>
      <m:oMath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Tahoma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5</m:t>
            </m:r>
          </m:den>
        </m:f>
        <m:r>
          <w:rPr>
            <w:rFonts w:ascii="Cambria Math" w:hAnsi="Cambria Math" w:cs="Tahoma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Tahoma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Tahoma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Tahoma"/>
                <w:sz w:val="22"/>
                <w:szCs w:val="22"/>
              </w:rPr>
              <m:t>3</m:t>
            </m:r>
          </m:den>
        </m:f>
      </m:oMath>
    </w:p>
    <w:p w:rsidR="00CA7F45" w:rsidRPr="005D3228" w:rsidRDefault="00CA7F45" w:rsidP="00CA7F45">
      <w:pPr>
        <w:pStyle w:val="Paragraphedeliste"/>
        <w:ind w:left="-180" w:right="-851"/>
        <w:rPr>
          <w:rFonts w:ascii="Bookman Old Style" w:hAnsi="Bookman Old Style" w:cs="Tahoma"/>
          <w:sz w:val="22"/>
          <w:szCs w:val="22"/>
        </w:rPr>
      </w:pPr>
    </w:p>
    <w:p w:rsidR="00C74B42" w:rsidRDefault="00C74B42" w:rsidP="00E955CA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</w:p>
    <w:p w:rsidR="00C74B42" w:rsidRDefault="00C74B42" w:rsidP="00E955CA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</w:p>
    <w:p w:rsidR="00C74B42" w:rsidRDefault="00C74B42" w:rsidP="00E955CA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</w:p>
    <w:p w:rsidR="00C74B42" w:rsidRDefault="00C74B42" w:rsidP="00E955CA">
      <w:pPr>
        <w:spacing w:line="360" w:lineRule="auto"/>
        <w:ind w:left="-540" w:right="-851"/>
        <w:rPr>
          <w:rFonts w:ascii="Bookman Old Style" w:hAnsi="Bookman Old Style" w:cs="Tahoma"/>
          <w:sz w:val="22"/>
          <w:szCs w:val="22"/>
        </w:rPr>
      </w:pPr>
    </w:p>
    <w:sectPr w:rsidR="00C74B42" w:rsidSect="00F46ABD">
      <w:headerReference w:type="default" r:id="rId9"/>
      <w:footerReference w:type="default" r:id="rId10"/>
      <w:pgSz w:w="11906" w:h="16838"/>
      <w:pgMar w:top="895" w:right="1417" w:bottom="567" w:left="1417" w:header="568" w:footer="720" w:gutter="0"/>
      <w:pgBorders w:offsetFrom="page">
        <w:top w:val="single" w:sz="4" w:space="24" w:color="auto"/>
        <w:left w:val="single" w:sz="4" w:space="31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C51" w:rsidRDefault="00621C51">
      <w:r>
        <w:separator/>
      </w:r>
    </w:p>
  </w:endnote>
  <w:endnote w:type="continuationSeparator" w:id="0">
    <w:p w:rsidR="00621C51" w:rsidRDefault="0062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628" w:rsidRDefault="00034628" w:rsidP="008E5D17">
    <w:pPr>
      <w:pStyle w:val="Pieddepage"/>
      <w:jc w:val="center"/>
    </w:pPr>
    <w:r>
      <w:rPr>
        <w:rStyle w:val="Numrodepag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C51" w:rsidRDefault="00621C51">
      <w:r>
        <w:separator/>
      </w:r>
    </w:p>
  </w:footnote>
  <w:footnote w:type="continuationSeparator" w:id="0">
    <w:p w:rsidR="00621C51" w:rsidRDefault="00621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628" w:rsidRPr="00B11256" w:rsidRDefault="00D84CDD" w:rsidP="00FE0BD4">
    <w:pPr>
      <w:pStyle w:val="En-tte"/>
      <w:shd w:val="clear" w:color="auto" w:fill="E5E5E5"/>
      <w:tabs>
        <w:tab w:val="clear" w:pos="9072"/>
        <w:tab w:val="right" w:pos="9720"/>
      </w:tabs>
      <w:ind w:left="-540" w:right="-648"/>
      <w:jc w:val="center"/>
      <w:rPr>
        <w:rFonts w:ascii="Bookman Old Style" w:hAnsi="Bookman Old Style" w:cs="Tahoma"/>
        <w:b/>
        <w:bCs/>
        <w:color w:val="FF0000"/>
        <w:sz w:val="28"/>
        <w:szCs w:val="28"/>
      </w:rPr>
    </w:pPr>
    <w:r w:rsidRPr="00B11256">
      <w:rPr>
        <w:rFonts w:ascii="Bookman Old Style" w:hAnsi="Bookman Old Style" w:cs="Tahoma"/>
        <w:b/>
        <w:bCs/>
        <w:color w:val="FF0000"/>
        <w:sz w:val="28"/>
        <w:szCs w:val="28"/>
      </w:rPr>
      <w:tab/>
    </w:r>
    <w:r w:rsidR="001E16D3" w:rsidRPr="00B11256">
      <w:rPr>
        <w:rFonts w:ascii="Bookman Old Style" w:hAnsi="Bookman Old Style" w:cs="Tahoma"/>
        <w:b/>
        <w:bCs/>
        <w:color w:val="FF0000"/>
        <w:sz w:val="28"/>
        <w:szCs w:val="28"/>
      </w:rPr>
      <w:t>Calcul fractionnaire en Python</w:t>
    </w:r>
    <w:r w:rsidRPr="00B11256">
      <w:rPr>
        <w:rFonts w:ascii="Bookman Old Style" w:hAnsi="Bookman Old Style" w:cs="Tahoma"/>
        <w:b/>
        <w:bCs/>
        <w:color w:val="FF0000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8357D"/>
    <w:multiLevelType w:val="hybridMultilevel"/>
    <w:tmpl w:val="07EC4FDA"/>
    <w:lvl w:ilvl="0" w:tplc="E1844A84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147C0E4A"/>
    <w:multiLevelType w:val="hybridMultilevel"/>
    <w:tmpl w:val="C0BEEA68"/>
    <w:lvl w:ilvl="0" w:tplc="5A20ED6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14E006D2"/>
    <w:multiLevelType w:val="hybridMultilevel"/>
    <w:tmpl w:val="B2BEA224"/>
    <w:lvl w:ilvl="0" w:tplc="D876E05C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1C4C3325"/>
    <w:multiLevelType w:val="hybridMultilevel"/>
    <w:tmpl w:val="59603F40"/>
    <w:lvl w:ilvl="0" w:tplc="0E0643A6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1F136170"/>
    <w:multiLevelType w:val="hybridMultilevel"/>
    <w:tmpl w:val="981A9342"/>
    <w:lvl w:ilvl="0" w:tplc="24EE31AA">
      <w:start w:val="1"/>
      <w:numFmt w:val="lowerLetter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 w15:restartNumberingAfterBreak="0">
    <w:nsid w:val="25450F22"/>
    <w:multiLevelType w:val="hybridMultilevel"/>
    <w:tmpl w:val="7CA08B3C"/>
    <w:lvl w:ilvl="0" w:tplc="BCEC3098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6" w15:restartNumberingAfterBreak="0">
    <w:nsid w:val="2ADC7E7D"/>
    <w:multiLevelType w:val="hybridMultilevel"/>
    <w:tmpl w:val="5DD8BBD2"/>
    <w:lvl w:ilvl="0" w:tplc="443E6490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7" w15:restartNumberingAfterBreak="0">
    <w:nsid w:val="32C16596"/>
    <w:multiLevelType w:val="hybridMultilevel"/>
    <w:tmpl w:val="7982DA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01676"/>
    <w:multiLevelType w:val="hybridMultilevel"/>
    <w:tmpl w:val="3BF47FC2"/>
    <w:lvl w:ilvl="0" w:tplc="D94AA3A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9" w15:restartNumberingAfterBreak="0">
    <w:nsid w:val="38414CE0"/>
    <w:multiLevelType w:val="hybridMultilevel"/>
    <w:tmpl w:val="3A7AC098"/>
    <w:lvl w:ilvl="0" w:tplc="DAF466D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 w15:restartNumberingAfterBreak="0">
    <w:nsid w:val="4C3E2DD2"/>
    <w:multiLevelType w:val="hybridMultilevel"/>
    <w:tmpl w:val="D5EA1208"/>
    <w:lvl w:ilvl="0" w:tplc="2A2EAF78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532E522E"/>
    <w:multiLevelType w:val="hybridMultilevel"/>
    <w:tmpl w:val="BA7A849E"/>
    <w:lvl w:ilvl="0" w:tplc="1148459A">
      <w:start w:val="1"/>
      <w:numFmt w:val="lowerLetter"/>
      <w:lvlText w:val="%1."/>
      <w:lvlJc w:val="left"/>
      <w:pPr>
        <w:ind w:left="-1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2" w15:restartNumberingAfterBreak="0">
    <w:nsid w:val="590013A9"/>
    <w:multiLevelType w:val="hybridMultilevel"/>
    <w:tmpl w:val="2E0E3AB0"/>
    <w:lvl w:ilvl="0" w:tplc="DDA8FD82">
      <w:start w:val="1"/>
      <w:numFmt w:val="low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3" w15:restartNumberingAfterBreak="0">
    <w:nsid w:val="5FFA462B"/>
    <w:multiLevelType w:val="hybridMultilevel"/>
    <w:tmpl w:val="8C5AFEB2"/>
    <w:lvl w:ilvl="0" w:tplc="6E08B56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7858263F"/>
    <w:multiLevelType w:val="hybridMultilevel"/>
    <w:tmpl w:val="20E45648"/>
    <w:lvl w:ilvl="0" w:tplc="0EF8B576">
      <w:start w:val="1"/>
      <w:numFmt w:val="lowerLetter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3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14"/>
  </w:num>
  <w:num w:numId="10">
    <w:abstractNumId w:val="12"/>
  </w:num>
  <w:num w:numId="11">
    <w:abstractNumId w:val="6"/>
  </w:num>
  <w:num w:numId="12">
    <w:abstractNumId w:val="10"/>
  </w:num>
  <w:num w:numId="13">
    <w:abstractNumId w:val="11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ernierMetEn" w:val="aucun"/>
    <w:docVar w:name="VersionAMath" w:val="(18 janv 98)"/>
  </w:docVars>
  <w:rsids>
    <w:rsidRoot w:val="00344385"/>
    <w:rsid w:val="00013A5C"/>
    <w:rsid w:val="000170F7"/>
    <w:rsid w:val="00020153"/>
    <w:rsid w:val="0002093E"/>
    <w:rsid w:val="000223A1"/>
    <w:rsid w:val="00027351"/>
    <w:rsid w:val="00031E3C"/>
    <w:rsid w:val="00034628"/>
    <w:rsid w:val="000469D3"/>
    <w:rsid w:val="00061F16"/>
    <w:rsid w:val="000678A2"/>
    <w:rsid w:val="0007419A"/>
    <w:rsid w:val="00083658"/>
    <w:rsid w:val="0008722D"/>
    <w:rsid w:val="0009578C"/>
    <w:rsid w:val="000A5310"/>
    <w:rsid w:val="000C250A"/>
    <w:rsid w:val="000C4ADF"/>
    <w:rsid w:val="000D21A1"/>
    <w:rsid w:val="000E1400"/>
    <w:rsid w:val="000E1B17"/>
    <w:rsid w:val="000E71E0"/>
    <w:rsid w:val="000F4B43"/>
    <w:rsid w:val="001037CD"/>
    <w:rsid w:val="00120BF9"/>
    <w:rsid w:val="0013667C"/>
    <w:rsid w:val="00157DF0"/>
    <w:rsid w:val="001606B3"/>
    <w:rsid w:val="00176185"/>
    <w:rsid w:val="00177C5C"/>
    <w:rsid w:val="00182E73"/>
    <w:rsid w:val="0018393E"/>
    <w:rsid w:val="001B1F55"/>
    <w:rsid w:val="001C0E68"/>
    <w:rsid w:val="001E16D3"/>
    <w:rsid w:val="001E70BC"/>
    <w:rsid w:val="00215900"/>
    <w:rsid w:val="0022495B"/>
    <w:rsid w:val="00235D33"/>
    <w:rsid w:val="00266032"/>
    <w:rsid w:val="00267B46"/>
    <w:rsid w:val="00274136"/>
    <w:rsid w:val="002818CB"/>
    <w:rsid w:val="00290FA6"/>
    <w:rsid w:val="0029656F"/>
    <w:rsid w:val="00296B44"/>
    <w:rsid w:val="002A078D"/>
    <w:rsid w:val="002A23F5"/>
    <w:rsid w:val="002A5B91"/>
    <w:rsid w:val="002B5AD1"/>
    <w:rsid w:val="002C7BBD"/>
    <w:rsid w:val="002D3514"/>
    <w:rsid w:val="002D4082"/>
    <w:rsid w:val="002E131B"/>
    <w:rsid w:val="002E52C4"/>
    <w:rsid w:val="002F56EC"/>
    <w:rsid w:val="0030037C"/>
    <w:rsid w:val="003337E9"/>
    <w:rsid w:val="003358E2"/>
    <w:rsid w:val="0033754A"/>
    <w:rsid w:val="00342027"/>
    <w:rsid w:val="0034224C"/>
    <w:rsid w:val="00343B1A"/>
    <w:rsid w:val="00344385"/>
    <w:rsid w:val="00346ABF"/>
    <w:rsid w:val="0035240F"/>
    <w:rsid w:val="00357E48"/>
    <w:rsid w:val="00360F9E"/>
    <w:rsid w:val="00364366"/>
    <w:rsid w:val="00367769"/>
    <w:rsid w:val="0037223F"/>
    <w:rsid w:val="00375F83"/>
    <w:rsid w:val="00377AF0"/>
    <w:rsid w:val="00393047"/>
    <w:rsid w:val="003A7393"/>
    <w:rsid w:val="003B1600"/>
    <w:rsid w:val="003B5EF7"/>
    <w:rsid w:val="003C3F38"/>
    <w:rsid w:val="003D4020"/>
    <w:rsid w:val="003D70A8"/>
    <w:rsid w:val="003D7CC0"/>
    <w:rsid w:val="003F5CA1"/>
    <w:rsid w:val="00400D26"/>
    <w:rsid w:val="00411268"/>
    <w:rsid w:val="00427152"/>
    <w:rsid w:val="00452E8D"/>
    <w:rsid w:val="004842CC"/>
    <w:rsid w:val="00485773"/>
    <w:rsid w:val="00493B75"/>
    <w:rsid w:val="004A1BD0"/>
    <w:rsid w:val="004A4072"/>
    <w:rsid w:val="004B4156"/>
    <w:rsid w:val="004C69A7"/>
    <w:rsid w:val="004E2740"/>
    <w:rsid w:val="004F0105"/>
    <w:rsid w:val="00500FE4"/>
    <w:rsid w:val="005177B7"/>
    <w:rsid w:val="0054630E"/>
    <w:rsid w:val="00561EE2"/>
    <w:rsid w:val="0056386D"/>
    <w:rsid w:val="005A0C16"/>
    <w:rsid w:val="005A10BC"/>
    <w:rsid w:val="005A457E"/>
    <w:rsid w:val="005C745B"/>
    <w:rsid w:val="005C7719"/>
    <w:rsid w:val="005D2140"/>
    <w:rsid w:val="005D3228"/>
    <w:rsid w:val="005E1F29"/>
    <w:rsid w:val="005F2B06"/>
    <w:rsid w:val="005F3ACB"/>
    <w:rsid w:val="006009D8"/>
    <w:rsid w:val="00613FFB"/>
    <w:rsid w:val="00614ADF"/>
    <w:rsid w:val="00621C51"/>
    <w:rsid w:val="00633ACE"/>
    <w:rsid w:val="006362E9"/>
    <w:rsid w:val="006454BB"/>
    <w:rsid w:val="00646916"/>
    <w:rsid w:val="00674622"/>
    <w:rsid w:val="006807FB"/>
    <w:rsid w:val="0068533A"/>
    <w:rsid w:val="006912BC"/>
    <w:rsid w:val="00693EFD"/>
    <w:rsid w:val="0069747C"/>
    <w:rsid w:val="006A0107"/>
    <w:rsid w:val="006B5DAF"/>
    <w:rsid w:val="006B6E37"/>
    <w:rsid w:val="006C353C"/>
    <w:rsid w:val="006C7C90"/>
    <w:rsid w:val="006D5223"/>
    <w:rsid w:val="006D663D"/>
    <w:rsid w:val="006F3544"/>
    <w:rsid w:val="00701BFF"/>
    <w:rsid w:val="00703451"/>
    <w:rsid w:val="007213B6"/>
    <w:rsid w:val="007328AB"/>
    <w:rsid w:val="007630DE"/>
    <w:rsid w:val="00773E3E"/>
    <w:rsid w:val="007740A3"/>
    <w:rsid w:val="00786C6B"/>
    <w:rsid w:val="007C3BFD"/>
    <w:rsid w:val="00800C1B"/>
    <w:rsid w:val="00805492"/>
    <w:rsid w:val="00811BCA"/>
    <w:rsid w:val="0081420F"/>
    <w:rsid w:val="00833C43"/>
    <w:rsid w:val="00845695"/>
    <w:rsid w:val="0085087F"/>
    <w:rsid w:val="008551FC"/>
    <w:rsid w:val="008562AB"/>
    <w:rsid w:val="008656E3"/>
    <w:rsid w:val="00870119"/>
    <w:rsid w:val="00872E22"/>
    <w:rsid w:val="0088372E"/>
    <w:rsid w:val="0089083D"/>
    <w:rsid w:val="00896F15"/>
    <w:rsid w:val="008B3517"/>
    <w:rsid w:val="008D4000"/>
    <w:rsid w:val="008D44AC"/>
    <w:rsid w:val="008E0B47"/>
    <w:rsid w:val="008E19DE"/>
    <w:rsid w:val="008E5D17"/>
    <w:rsid w:val="008F3C78"/>
    <w:rsid w:val="0090630E"/>
    <w:rsid w:val="00912213"/>
    <w:rsid w:val="0092170E"/>
    <w:rsid w:val="00930910"/>
    <w:rsid w:val="009561D8"/>
    <w:rsid w:val="0096655A"/>
    <w:rsid w:val="00983F16"/>
    <w:rsid w:val="00984D00"/>
    <w:rsid w:val="00991D0F"/>
    <w:rsid w:val="009A26A1"/>
    <w:rsid w:val="009C5DA8"/>
    <w:rsid w:val="009E0AC7"/>
    <w:rsid w:val="009F10E9"/>
    <w:rsid w:val="00A25938"/>
    <w:rsid w:val="00A266DD"/>
    <w:rsid w:val="00A314BB"/>
    <w:rsid w:val="00A3200C"/>
    <w:rsid w:val="00A456E7"/>
    <w:rsid w:val="00A4736A"/>
    <w:rsid w:val="00A514BA"/>
    <w:rsid w:val="00A53729"/>
    <w:rsid w:val="00A56EAC"/>
    <w:rsid w:val="00A71C59"/>
    <w:rsid w:val="00A74A94"/>
    <w:rsid w:val="00A74E90"/>
    <w:rsid w:val="00AA7722"/>
    <w:rsid w:val="00AB3F82"/>
    <w:rsid w:val="00AC045D"/>
    <w:rsid w:val="00AE19F7"/>
    <w:rsid w:val="00B11256"/>
    <w:rsid w:val="00B14660"/>
    <w:rsid w:val="00B14B01"/>
    <w:rsid w:val="00B366B1"/>
    <w:rsid w:val="00B44C4C"/>
    <w:rsid w:val="00B66EC8"/>
    <w:rsid w:val="00B75DEE"/>
    <w:rsid w:val="00B76112"/>
    <w:rsid w:val="00B76D26"/>
    <w:rsid w:val="00BB6B37"/>
    <w:rsid w:val="00BB7DC5"/>
    <w:rsid w:val="00BC5DB6"/>
    <w:rsid w:val="00BD1D81"/>
    <w:rsid w:val="00BD1F40"/>
    <w:rsid w:val="00BD33EA"/>
    <w:rsid w:val="00BE09DE"/>
    <w:rsid w:val="00BE5830"/>
    <w:rsid w:val="00BF1509"/>
    <w:rsid w:val="00BF5616"/>
    <w:rsid w:val="00C066AF"/>
    <w:rsid w:val="00C108AF"/>
    <w:rsid w:val="00C11D94"/>
    <w:rsid w:val="00C1468C"/>
    <w:rsid w:val="00C327F6"/>
    <w:rsid w:val="00C41ED6"/>
    <w:rsid w:val="00C51E9B"/>
    <w:rsid w:val="00C70902"/>
    <w:rsid w:val="00C74B42"/>
    <w:rsid w:val="00C77B39"/>
    <w:rsid w:val="00C83D82"/>
    <w:rsid w:val="00C90568"/>
    <w:rsid w:val="00CA7F45"/>
    <w:rsid w:val="00CB0F46"/>
    <w:rsid w:val="00CB76A0"/>
    <w:rsid w:val="00CC55B6"/>
    <w:rsid w:val="00CD42BA"/>
    <w:rsid w:val="00CE064E"/>
    <w:rsid w:val="00CF34E3"/>
    <w:rsid w:val="00D012C2"/>
    <w:rsid w:val="00D01E58"/>
    <w:rsid w:val="00D12FC9"/>
    <w:rsid w:val="00D14085"/>
    <w:rsid w:val="00D149EF"/>
    <w:rsid w:val="00D2152D"/>
    <w:rsid w:val="00D32B4B"/>
    <w:rsid w:val="00D33BBC"/>
    <w:rsid w:val="00D6654E"/>
    <w:rsid w:val="00D77BB0"/>
    <w:rsid w:val="00D84CDD"/>
    <w:rsid w:val="00D96B48"/>
    <w:rsid w:val="00DA508A"/>
    <w:rsid w:val="00DC1B3F"/>
    <w:rsid w:val="00DD00A5"/>
    <w:rsid w:val="00DE1B3F"/>
    <w:rsid w:val="00DE2288"/>
    <w:rsid w:val="00DF0E7B"/>
    <w:rsid w:val="00DF2544"/>
    <w:rsid w:val="00DF2777"/>
    <w:rsid w:val="00E01E8B"/>
    <w:rsid w:val="00E03166"/>
    <w:rsid w:val="00E220C6"/>
    <w:rsid w:val="00E25E36"/>
    <w:rsid w:val="00E47264"/>
    <w:rsid w:val="00E73C4F"/>
    <w:rsid w:val="00E74FC9"/>
    <w:rsid w:val="00E76B5B"/>
    <w:rsid w:val="00E855B3"/>
    <w:rsid w:val="00E8728A"/>
    <w:rsid w:val="00E905F3"/>
    <w:rsid w:val="00E92571"/>
    <w:rsid w:val="00E955CA"/>
    <w:rsid w:val="00EA7802"/>
    <w:rsid w:val="00EB2449"/>
    <w:rsid w:val="00EC6A95"/>
    <w:rsid w:val="00EC711F"/>
    <w:rsid w:val="00EF48F6"/>
    <w:rsid w:val="00EF78E7"/>
    <w:rsid w:val="00F0128E"/>
    <w:rsid w:val="00F026D9"/>
    <w:rsid w:val="00F029AA"/>
    <w:rsid w:val="00F16F5A"/>
    <w:rsid w:val="00F21C92"/>
    <w:rsid w:val="00F226C9"/>
    <w:rsid w:val="00F2485C"/>
    <w:rsid w:val="00F353B4"/>
    <w:rsid w:val="00F37269"/>
    <w:rsid w:val="00F42738"/>
    <w:rsid w:val="00F46ABD"/>
    <w:rsid w:val="00F51259"/>
    <w:rsid w:val="00F52DB9"/>
    <w:rsid w:val="00F55293"/>
    <w:rsid w:val="00F57B8F"/>
    <w:rsid w:val="00F966FE"/>
    <w:rsid w:val="00F97B11"/>
    <w:rsid w:val="00FA0DA9"/>
    <w:rsid w:val="00FA135C"/>
    <w:rsid w:val="00FB5256"/>
    <w:rsid w:val="00FC21AA"/>
    <w:rsid w:val="00FC6436"/>
    <w:rsid w:val="00FD0B3F"/>
    <w:rsid w:val="00FD5EDA"/>
    <w:rsid w:val="00FE0BD4"/>
    <w:rsid w:val="00FE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F59987-6C72-4B23-B397-B71D8278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AB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rPr>
      <w:i/>
      <w:noProof/>
      <w:color w:val="0000FF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FD5ED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51E9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E16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amath97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amath97</Template>
  <TotalTime>379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>oui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subject/>
  <dc:creator>FOLZ</dc:creator>
  <cp:keywords/>
  <cp:lastModifiedBy>Utilisateur</cp:lastModifiedBy>
  <cp:revision>61</cp:revision>
  <cp:lastPrinted>2018-05-19T15:34:00Z</cp:lastPrinted>
  <dcterms:created xsi:type="dcterms:W3CDTF">2018-06-26T06:13:00Z</dcterms:created>
  <dcterms:modified xsi:type="dcterms:W3CDTF">2018-06-29T05:22:00Z</dcterms:modified>
</cp:coreProperties>
</file>